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04889" w14:textId="12A2F304" w:rsidR="001A2B5C" w:rsidRPr="007E29CA" w:rsidRDefault="0018558C" w:rsidP="002019D8">
      <w:pPr>
        <w:jc w:val="center"/>
        <w:rPr>
          <w:b/>
          <w:sz w:val="24"/>
        </w:rPr>
      </w:pPr>
      <w:r>
        <w:rPr>
          <w:rFonts w:hint="eastAsia"/>
          <w:b/>
          <w:sz w:val="24"/>
        </w:rPr>
        <w:t>◆令和</w:t>
      </w:r>
      <w:r w:rsidR="00EC7C25">
        <w:rPr>
          <w:rFonts w:hint="eastAsia"/>
          <w:b/>
          <w:sz w:val="24"/>
        </w:rPr>
        <w:t>4</w:t>
      </w:r>
      <w:r w:rsidR="002019D8" w:rsidRPr="007E29CA">
        <w:rPr>
          <w:rFonts w:hint="eastAsia"/>
          <w:b/>
          <w:sz w:val="24"/>
        </w:rPr>
        <w:t>年度</w:t>
      </w:r>
      <w:r w:rsidR="007E29CA" w:rsidRPr="007E29CA">
        <w:rPr>
          <w:rFonts w:hint="eastAsia"/>
          <w:b/>
          <w:sz w:val="24"/>
        </w:rPr>
        <w:t xml:space="preserve"> </w:t>
      </w:r>
      <w:r w:rsidR="002019D8" w:rsidRPr="007E29CA">
        <w:rPr>
          <w:rFonts w:hint="eastAsia"/>
          <w:b/>
          <w:sz w:val="24"/>
        </w:rPr>
        <w:t>特に優れた業績による返還免除候補者　実施要領◆</w:t>
      </w:r>
    </w:p>
    <w:p w14:paraId="71EB72C1" w14:textId="5605C5E6" w:rsidR="002019D8" w:rsidRPr="00226279" w:rsidRDefault="00226279" w:rsidP="00226279">
      <w:pPr>
        <w:jc w:val="center"/>
        <w:rPr>
          <w:b/>
          <w:bCs/>
        </w:rPr>
      </w:pPr>
      <w:r w:rsidRPr="00226279">
        <w:rPr>
          <w:rFonts w:hint="eastAsia"/>
          <w:b/>
          <w:bCs/>
          <w:sz w:val="22"/>
          <w:szCs w:val="28"/>
        </w:rPr>
        <w:t>提出期限：令和５年２月２０日（月）</w:t>
      </w:r>
    </w:p>
    <w:p w14:paraId="504E2C6E" w14:textId="43A59E9A" w:rsidR="00EB782B" w:rsidRDefault="00B65E3D" w:rsidP="00CB6B8B">
      <w:pPr>
        <w:rPr>
          <w:rFonts w:ascii="HGｺﾞｼｯｸM" w:eastAsia="HGｺﾞｼｯｸM"/>
        </w:rPr>
      </w:pPr>
      <w:r w:rsidRPr="002127C5">
        <w:rPr>
          <w:rFonts w:hint="eastAsia"/>
        </w:rPr>
        <w:t xml:space="preserve">　</w:t>
      </w:r>
    </w:p>
    <w:tbl>
      <w:tblPr>
        <w:tblStyle w:val="ae"/>
        <w:tblpPr w:leftFromText="142" w:rightFromText="142" w:vertAnchor="text" w:horzAnchor="margin" w:tblpXSpec="center" w:tblpY="585"/>
        <w:tblW w:w="11023" w:type="dxa"/>
        <w:tblLook w:val="04A0" w:firstRow="1" w:lastRow="0" w:firstColumn="1" w:lastColumn="0" w:noHBand="0" w:noVBand="1"/>
      </w:tblPr>
      <w:tblGrid>
        <w:gridCol w:w="540"/>
        <w:gridCol w:w="2520"/>
        <w:gridCol w:w="2860"/>
        <w:gridCol w:w="5103"/>
      </w:tblGrid>
      <w:tr w:rsidR="00DE38FF" w:rsidRPr="007E29CA" w14:paraId="20E53484" w14:textId="77777777" w:rsidTr="00747FEE">
        <w:trPr>
          <w:trHeight w:val="542"/>
        </w:trPr>
        <w:tc>
          <w:tcPr>
            <w:tcW w:w="3060" w:type="dxa"/>
            <w:gridSpan w:val="2"/>
            <w:tcBorders>
              <w:top w:val="single" w:sz="4" w:space="0" w:color="auto"/>
              <w:left w:val="single" w:sz="4" w:space="0" w:color="auto"/>
            </w:tcBorders>
            <w:shd w:val="clear" w:color="auto" w:fill="F2F2F2" w:themeFill="background1" w:themeFillShade="F2"/>
            <w:vAlign w:val="center"/>
          </w:tcPr>
          <w:p w14:paraId="620B54B8" w14:textId="77777777" w:rsidR="00DE38FF" w:rsidRPr="00D94642" w:rsidRDefault="00DE38FF" w:rsidP="006C6892">
            <w:pPr>
              <w:snapToGrid w:val="0"/>
              <w:spacing w:line="0" w:lineRule="atLeast"/>
              <w:jc w:val="center"/>
              <w:rPr>
                <w:rFonts w:ascii="HGｺﾞｼｯｸM" w:eastAsia="HGｺﾞｼｯｸM"/>
              </w:rPr>
            </w:pPr>
            <w:r w:rsidRPr="00D94642">
              <w:rPr>
                <w:rFonts w:ascii="HGｺﾞｼｯｸM" w:eastAsia="HGｺﾞｼｯｸM" w:hint="eastAsia"/>
              </w:rPr>
              <w:t>提出書類</w:t>
            </w:r>
          </w:p>
        </w:tc>
        <w:tc>
          <w:tcPr>
            <w:tcW w:w="2860" w:type="dxa"/>
            <w:shd w:val="pct5" w:color="auto" w:fill="auto"/>
          </w:tcPr>
          <w:p w14:paraId="1F18D9D6" w14:textId="77777777" w:rsidR="00DE38FF" w:rsidRDefault="00DE38FF" w:rsidP="00F60FD0">
            <w:pPr>
              <w:snapToGrid w:val="0"/>
              <w:spacing w:line="0" w:lineRule="atLeast"/>
              <w:jc w:val="center"/>
              <w:rPr>
                <w:rFonts w:ascii="HGｺﾞｼｯｸM" w:eastAsia="HGｺﾞｼｯｸM"/>
              </w:rPr>
            </w:pPr>
          </w:p>
          <w:p w14:paraId="4A05BC1B" w14:textId="72CF8B1D" w:rsidR="00DE38FF" w:rsidRPr="00D94642" w:rsidRDefault="00DE38FF" w:rsidP="00F60FD0">
            <w:pPr>
              <w:snapToGrid w:val="0"/>
              <w:spacing w:line="0" w:lineRule="atLeast"/>
              <w:jc w:val="center"/>
              <w:rPr>
                <w:rFonts w:ascii="HGｺﾞｼｯｸM" w:eastAsia="HGｺﾞｼｯｸM"/>
              </w:rPr>
            </w:pPr>
            <w:r w:rsidRPr="00D94642">
              <w:rPr>
                <w:rFonts w:ascii="HGｺﾞｼｯｸM" w:eastAsia="HGｺﾞｼｯｸM" w:hint="eastAsia"/>
              </w:rPr>
              <w:t>提出部数</w:t>
            </w:r>
          </w:p>
          <w:p w14:paraId="67BE1219" w14:textId="371C5951" w:rsidR="00DE38FF" w:rsidRPr="00D94642" w:rsidRDefault="00DE38FF" w:rsidP="00747FEE">
            <w:pPr>
              <w:snapToGrid w:val="0"/>
              <w:spacing w:line="0" w:lineRule="atLeast"/>
              <w:jc w:val="center"/>
              <w:rPr>
                <w:rFonts w:ascii="HGｺﾞｼｯｸM" w:eastAsia="HGｺﾞｼｯｸM"/>
              </w:rPr>
            </w:pPr>
          </w:p>
        </w:tc>
        <w:tc>
          <w:tcPr>
            <w:tcW w:w="5103" w:type="dxa"/>
            <w:shd w:val="pct5" w:color="auto" w:fill="auto"/>
            <w:vAlign w:val="center"/>
          </w:tcPr>
          <w:p w14:paraId="01C94192" w14:textId="77777777" w:rsidR="00DE38FF" w:rsidRPr="00D94642" w:rsidRDefault="00DE38FF" w:rsidP="00F60FD0">
            <w:pPr>
              <w:snapToGrid w:val="0"/>
              <w:spacing w:line="0" w:lineRule="atLeast"/>
              <w:jc w:val="center"/>
              <w:rPr>
                <w:rFonts w:ascii="HGｺﾞｼｯｸM" w:eastAsia="HGｺﾞｼｯｸM"/>
              </w:rPr>
            </w:pPr>
            <w:r w:rsidRPr="00D94642">
              <w:rPr>
                <w:rFonts w:ascii="HGｺﾞｼｯｸM" w:eastAsia="HGｺﾞｼｯｸM" w:hint="eastAsia"/>
              </w:rPr>
              <w:t>取扱注意点等</w:t>
            </w:r>
          </w:p>
        </w:tc>
      </w:tr>
      <w:tr w:rsidR="00DE38FF" w:rsidRPr="00D94642" w14:paraId="61490DC7" w14:textId="77777777" w:rsidTr="00770F2A">
        <w:tc>
          <w:tcPr>
            <w:tcW w:w="540" w:type="dxa"/>
            <w:tcBorders>
              <w:top w:val="single" w:sz="4" w:space="0" w:color="auto"/>
              <w:left w:val="single" w:sz="4" w:space="0" w:color="auto"/>
              <w:bottom w:val="single" w:sz="4" w:space="0" w:color="auto"/>
            </w:tcBorders>
            <w:vAlign w:val="center"/>
          </w:tcPr>
          <w:p w14:paraId="32246A99" w14:textId="77777777" w:rsidR="00DE38FF" w:rsidRPr="00D94642" w:rsidRDefault="00DE38FF" w:rsidP="00D70465">
            <w:pPr>
              <w:snapToGrid w:val="0"/>
              <w:spacing w:line="0" w:lineRule="atLeast"/>
              <w:jc w:val="center"/>
              <w:rPr>
                <w:rFonts w:ascii="HGｺﾞｼｯｸM" w:eastAsia="HGｺﾞｼｯｸM"/>
              </w:rPr>
            </w:pPr>
            <w:r w:rsidRPr="00D94642">
              <w:rPr>
                <w:rFonts w:ascii="HGｺﾞｼｯｸM" w:eastAsia="HGｺﾞｼｯｸM" w:hint="eastAsia"/>
              </w:rPr>
              <w:t>(1)</w:t>
            </w:r>
          </w:p>
        </w:tc>
        <w:tc>
          <w:tcPr>
            <w:tcW w:w="2520" w:type="dxa"/>
            <w:tcBorders>
              <w:bottom w:val="single" w:sz="4" w:space="0" w:color="auto"/>
            </w:tcBorders>
            <w:vAlign w:val="center"/>
          </w:tcPr>
          <w:p w14:paraId="3A1A3A70" w14:textId="77777777" w:rsidR="00DE38FF" w:rsidRPr="00185DE3" w:rsidRDefault="00DE38FF" w:rsidP="00D70465">
            <w:pPr>
              <w:snapToGrid w:val="0"/>
              <w:spacing w:line="0" w:lineRule="atLeast"/>
              <w:rPr>
                <w:rFonts w:ascii="HGｺﾞｼｯｸM" w:eastAsia="HGｺﾞｼｯｸM"/>
              </w:rPr>
            </w:pPr>
            <w:r w:rsidRPr="00185DE3">
              <w:rPr>
                <w:rFonts w:ascii="HGｺﾞｼｯｸM" w:eastAsia="HGｺﾞｼｯｸM" w:hint="eastAsia"/>
              </w:rPr>
              <w:t>推薦理由書</w:t>
            </w:r>
          </w:p>
          <w:p w14:paraId="1B409FC6" w14:textId="77777777" w:rsidR="00DE38FF" w:rsidRPr="00185DE3" w:rsidRDefault="00DE38FF" w:rsidP="00D70465">
            <w:pPr>
              <w:snapToGrid w:val="0"/>
              <w:spacing w:line="0" w:lineRule="atLeast"/>
              <w:rPr>
                <w:rFonts w:ascii="HGｺﾞｼｯｸM" w:eastAsia="HGｺﾞｼｯｸM"/>
              </w:rPr>
            </w:pPr>
            <w:r w:rsidRPr="00185DE3">
              <w:rPr>
                <w:rFonts w:ascii="HGｺﾞｼｯｸM" w:eastAsia="HGｺﾞｼｯｸM" w:hint="eastAsia"/>
              </w:rPr>
              <w:t>（様式2）</w:t>
            </w:r>
          </w:p>
        </w:tc>
        <w:tc>
          <w:tcPr>
            <w:tcW w:w="2860" w:type="dxa"/>
            <w:tcBorders>
              <w:bottom w:val="single" w:sz="4" w:space="0" w:color="auto"/>
            </w:tcBorders>
            <w:vAlign w:val="center"/>
          </w:tcPr>
          <w:p w14:paraId="02726229" w14:textId="2D59F714" w:rsidR="00DE38FF" w:rsidRPr="008108CA" w:rsidRDefault="00DE38FF" w:rsidP="00D70465">
            <w:pPr>
              <w:snapToGrid w:val="0"/>
              <w:spacing w:line="0" w:lineRule="atLeast"/>
              <w:jc w:val="center"/>
              <w:rPr>
                <w:rFonts w:ascii="HGｺﾞｼｯｸM" w:eastAsia="HGｺﾞｼｯｸM"/>
              </w:rPr>
            </w:pPr>
            <w:r>
              <w:rPr>
                <w:rFonts w:ascii="HGｺﾞｼｯｸM" w:eastAsia="HGｺﾞｼｯｸM" w:hint="eastAsia"/>
              </w:rPr>
              <w:t>紙媒体</w:t>
            </w:r>
            <w:r w:rsidR="004D620D">
              <w:rPr>
                <w:rFonts w:ascii="HGｺﾞｼｯｸM" w:eastAsia="HGｺﾞｼｯｸM" w:hint="eastAsia"/>
              </w:rPr>
              <w:t>2</w:t>
            </w:r>
            <w:r w:rsidRPr="008108CA">
              <w:rPr>
                <w:rFonts w:ascii="HGｺﾞｼｯｸM" w:eastAsia="HGｺﾞｼｯｸM" w:hint="eastAsia"/>
              </w:rPr>
              <w:t>部</w:t>
            </w:r>
          </w:p>
          <w:p w14:paraId="792C7211" w14:textId="77777777" w:rsidR="00DE38FF" w:rsidRPr="00185DE3" w:rsidRDefault="00DE38FF" w:rsidP="00DE38FF">
            <w:pPr>
              <w:snapToGrid w:val="0"/>
              <w:spacing w:line="0" w:lineRule="atLeast"/>
              <w:jc w:val="center"/>
              <w:rPr>
                <w:rFonts w:ascii="HGｺﾞｼｯｸM" w:eastAsia="HGｺﾞｼｯｸM"/>
              </w:rPr>
            </w:pPr>
            <w:r w:rsidRPr="008108CA">
              <w:rPr>
                <w:rFonts w:ascii="HGｺﾞｼｯｸM" w:eastAsia="HGｺﾞｼｯｸM" w:hint="eastAsia"/>
              </w:rPr>
              <w:t>電子ファイル</w:t>
            </w:r>
          </w:p>
        </w:tc>
        <w:tc>
          <w:tcPr>
            <w:tcW w:w="5103" w:type="dxa"/>
            <w:tcBorders>
              <w:bottom w:val="single" w:sz="4" w:space="0" w:color="auto"/>
            </w:tcBorders>
            <w:vAlign w:val="center"/>
          </w:tcPr>
          <w:p w14:paraId="40F1EBFB" w14:textId="1B72DCA7" w:rsidR="00DE38FF" w:rsidRPr="0010214C" w:rsidRDefault="0010214C" w:rsidP="0010214C">
            <w:pPr>
              <w:pStyle w:val="af1"/>
              <w:numPr>
                <w:ilvl w:val="0"/>
                <w:numId w:val="9"/>
              </w:numPr>
              <w:snapToGrid w:val="0"/>
              <w:spacing w:line="0" w:lineRule="atLeast"/>
              <w:ind w:leftChars="0"/>
              <w:rPr>
                <w:rFonts w:ascii="HGｺﾞｼｯｸM" w:eastAsia="HGｺﾞｼｯｸM"/>
              </w:rPr>
            </w:pPr>
            <w:r w:rsidRPr="0010214C">
              <w:rPr>
                <w:rFonts w:ascii="HGｺﾞｼｯｸM" w:eastAsia="HGｺﾞｼｯｸM" w:hint="eastAsia"/>
              </w:rPr>
              <w:t>課程、研究科名・</w:t>
            </w:r>
            <w:r>
              <w:rPr>
                <w:rFonts w:ascii="HGｺﾞｼｯｸM" w:eastAsia="HGｺﾞｼｯｸM" w:hint="eastAsia"/>
              </w:rPr>
              <w:t>専攻名、学籍番号、奨学生番号、氏名を入力ください</w:t>
            </w:r>
          </w:p>
          <w:p w14:paraId="02BCCF67" w14:textId="77777777" w:rsidR="00DE38FF" w:rsidRDefault="00351E24" w:rsidP="00351E24">
            <w:pPr>
              <w:pStyle w:val="af1"/>
              <w:numPr>
                <w:ilvl w:val="0"/>
                <w:numId w:val="9"/>
              </w:numPr>
              <w:snapToGrid w:val="0"/>
              <w:spacing w:line="0" w:lineRule="atLeast"/>
              <w:ind w:leftChars="0"/>
              <w:rPr>
                <w:rFonts w:ascii="HGｺﾞｼｯｸM" w:eastAsia="HGｺﾞｼｯｸM"/>
              </w:rPr>
            </w:pPr>
            <w:r>
              <w:rPr>
                <w:rFonts w:ascii="HGｺﾞｼｯｸM" w:eastAsia="HGｺﾞｼｯｸM" w:hint="eastAsia"/>
              </w:rPr>
              <w:t>選考及び順位付けの理由は</w:t>
            </w:r>
            <w:r w:rsidRPr="00351E24">
              <w:rPr>
                <w:rFonts w:ascii="HGｺﾞｼｯｸM" w:eastAsia="HGｺﾞｼｯｸM" w:hint="eastAsia"/>
                <w:b/>
                <w:bCs/>
              </w:rPr>
              <w:t>指導教員</w:t>
            </w:r>
            <w:r>
              <w:rPr>
                <w:rFonts w:ascii="HGｺﾞｼｯｸM" w:eastAsia="HGｺﾞｼｯｸM" w:hint="eastAsia"/>
              </w:rPr>
              <w:t>に依頼ください。</w:t>
            </w:r>
          </w:p>
          <w:p w14:paraId="6535F01A" w14:textId="0B61D9E6" w:rsidR="00351E24" w:rsidRPr="00351E24" w:rsidRDefault="00351E24" w:rsidP="00351E24">
            <w:pPr>
              <w:pStyle w:val="af1"/>
              <w:numPr>
                <w:ilvl w:val="0"/>
                <w:numId w:val="9"/>
              </w:numPr>
              <w:snapToGrid w:val="0"/>
              <w:spacing w:line="0" w:lineRule="atLeast"/>
              <w:ind w:leftChars="0"/>
              <w:rPr>
                <w:rFonts w:ascii="HGｺﾞｼｯｸM" w:eastAsia="HGｺﾞｼｯｸM"/>
              </w:rPr>
            </w:pPr>
            <w:r w:rsidRPr="003C77C4">
              <w:rPr>
                <w:rFonts w:ascii="HGｺﾞｼｯｸM" w:eastAsia="HGｺﾞｼｯｸM" w:hint="eastAsia"/>
              </w:rPr>
              <w:t>博士学生は裏面の記入も必要となりますのでご注意ください。</w:t>
            </w:r>
          </w:p>
        </w:tc>
      </w:tr>
      <w:tr w:rsidR="00DE38FF" w:rsidRPr="00D94642" w14:paraId="022F411A" w14:textId="77777777" w:rsidTr="009A4D6C">
        <w:trPr>
          <w:trHeight w:val="810"/>
        </w:trPr>
        <w:tc>
          <w:tcPr>
            <w:tcW w:w="540" w:type="dxa"/>
            <w:tcBorders>
              <w:top w:val="single" w:sz="4" w:space="0" w:color="auto"/>
              <w:left w:val="single" w:sz="4" w:space="0" w:color="auto"/>
              <w:bottom w:val="single" w:sz="4" w:space="0" w:color="auto"/>
            </w:tcBorders>
            <w:vAlign w:val="center"/>
          </w:tcPr>
          <w:p w14:paraId="4AA2808E" w14:textId="77777777" w:rsidR="00DE38FF" w:rsidRPr="00D94642" w:rsidRDefault="00DE38FF" w:rsidP="00D70465">
            <w:pPr>
              <w:snapToGrid w:val="0"/>
              <w:spacing w:line="0" w:lineRule="atLeast"/>
              <w:jc w:val="center"/>
              <w:rPr>
                <w:rFonts w:ascii="HGｺﾞｼｯｸM" w:eastAsia="HGｺﾞｼｯｸM"/>
              </w:rPr>
            </w:pPr>
            <w:r>
              <w:rPr>
                <w:rFonts w:ascii="HGｺﾞｼｯｸM" w:eastAsia="HGｺﾞｼｯｸM" w:hint="eastAsia"/>
              </w:rPr>
              <w:t>(2)</w:t>
            </w:r>
          </w:p>
        </w:tc>
        <w:tc>
          <w:tcPr>
            <w:tcW w:w="2520" w:type="dxa"/>
            <w:tcBorders>
              <w:bottom w:val="single" w:sz="4" w:space="0" w:color="auto"/>
            </w:tcBorders>
            <w:vAlign w:val="center"/>
          </w:tcPr>
          <w:p w14:paraId="572AABB0" w14:textId="77777777" w:rsidR="00DE38FF" w:rsidRPr="00D94642" w:rsidRDefault="00DE38FF" w:rsidP="00D70465">
            <w:pPr>
              <w:snapToGrid w:val="0"/>
              <w:spacing w:line="0" w:lineRule="atLeast"/>
              <w:rPr>
                <w:rFonts w:ascii="HGｺﾞｼｯｸM" w:eastAsia="HGｺﾞｼｯｸM"/>
              </w:rPr>
            </w:pPr>
            <w:r w:rsidRPr="00D94642">
              <w:rPr>
                <w:rFonts w:ascii="HGｺﾞｼｯｸM" w:eastAsia="HGｺﾞｼｯｸM" w:hint="eastAsia"/>
              </w:rPr>
              <w:t>業績優秀者返還免除</w:t>
            </w:r>
          </w:p>
          <w:p w14:paraId="1B09728E" w14:textId="14D35FB7" w:rsidR="00DE38FF" w:rsidRPr="00D94642" w:rsidRDefault="00DE38FF" w:rsidP="00D70465">
            <w:pPr>
              <w:snapToGrid w:val="0"/>
              <w:spacing w:line="0" w:lineRule="atLeast"/>
              <w:rPr>
                <w:rFonts w:ascii="HGｺﾞｼｯｸM" w:eastAsia="HGｺﾞｼｯｸM"/>
              </w:rPr>
            </w:pPr>
            <w:r w:rsidRPr="00D94642">
              <w:rPr>
                <w:rFonts w:ascii="HGｺﾞｼｯｸM" w:eastAsia="HGｺﾞｼｯｸM" w:hint="eastAsia"/>
              </w:rPr>
              <w:t>申請書（様式1）</w:t>
            </w:r>
          </w:p>
        </w:tc>
        <w:tc>
          <w:tcPr>
            <w:tcW w:w="2860" w:type="dxa"/>
            <w:tcBorders>
              <w:bottom w:val="single" w:sz="4" w:space="0" w:color="auto"/>
            </w:tcBorders>
            <w:vAlign w:val="center"/>
          </w:tcPr>
          <w:p w14:paraId="5465F0EF" w14:textId="56319B89" w:rsidR="00DE38FF" w:rsidRPr="00D94642" w:rsidRDefault="00E0505C" w:rsidP="00D70465">
            <w:pPr>
              <w:snapToGrid w:val="0"/>
              <w:spacing w:line="0" w:lineRule="atLeast"/>
              <w:jc w:val="center"/>
              <w:rPr>
                <w:rFonts w:ascii="HGｺﾞｼｯｸM" w:eastAsia="HGｺﾞｼｯｸM"/>
              </w:rPr>
            </w:pPr>
            <w:r>
              <w:rPr>
                <w:rFonts w:ascii="HGｺﾞｼｯｸM" w:eastAsia="HGｺﾞｼｯｸM" w:hint="eastAsia"/>
              </w:rPr>
              <w:t>紙媒体3</w:t>
            </w:r>
            <w:r w:rsidR="00DE38FF">
              <w:rPr>
                <w:rFonts w:ascii="HGｺﾞｼｯｸM" w:eastAsia="HGｺﾞｼｯｸM" w:hint="eastAsia"/>
              </w:rPr>
              <w:t>部</w:t>
            </w:r>
          </w:p>
          <w:p w14:paraId="44CD7682" w14:textId="4CAF4E4E" w:rsidR="00DE38FF" w:rsidRPr="00D94642" w:rsidRDefault="00E0505C" w:rsidP="00D70465">
            <w:pPr>
              <w:snapToGrid w:val="0"/>
              <w:spacing w:line="0" w:lineRule="atLeast"/>
              <w:jc w:val="center"/>
              <w:rPr>
                <w:rFonts w:ascii="HGｺﾞｼｯｸM" w:eastAsia="HGｺﾞｼｯｸM"/>
              </w:rPr>
            </w:pPr>
            <w:r>
              <w:rPr>
                <w:rFonts w:ascii="HGｺﾞｼｯｸM" w:eastAsia="HGｺﾞｼｯｸM" w:hint="eastAsia"/>
              </w:rPr>
              <w:t>電子ファイル</w:t>
            </w:r>
          </w:p>
        </w:tc>
        <w:tc>
          <w:tcPr>
            <w:tcW w:w="5103" w:type="dxa"/>
            <w:tcBorders>
              <w:bottom w:val="single" w:sz="4" w:space="0" w:color="auto"/>
            </w:tcBorders>
            <w:vAlign w:val="center"/>
          </w:tcPr>
          <w:p w14:paraId="52029B78" w14:textId="3726A8B3" w:rsidR="00DE38FF" w:rsidRDefault="003C77C4" w:rsidP="003C77C4">
            <w:pPr>
              <w:snapToGrid w:val="0"/>
              <w:spacing w:line="0" w:lineRule="atLeast"/>
              <w:ind w:firstLineChars="100" w:firstLine="210"/>
              <w:rPr>
                <w:rFonts w:ascii="HGｺﾞｼｯｸM" w:eastAsia="HGｺﾞｼｯｸM"/>
              </w:rPr>
            </w:pPr>
            <w:r>
              <w:rPr>
                <w:rFonts w:ascii="HGｺﾞｼｯｸM" w:eastAsia="HGｺﾞｼｯｸM" w:hint="eastAsia"/>
              </w:rPr>
              <w:t>記入</w:t>
            </w:r>
            <w:r w:rsidR="00DE38FF">
              <w:rPr>
                <w:rFonts w:ascii="HGｺﾞｼｯｸM" w:eastAsia="HGｺﾞｼｯｸM" w:hint="eastAsia"/>
              </w:rPr>
              <w:t>例を参照ください。</w:t>
            </w:r>
          </w:p>
          <w:p w14:paraId="1948353E" w14:textId="1F2B9E46" w:rsidR="00DE38FF" w:rsidRPr="00D94642" w:rsidRDefault="00DE38FF" w:rsidP="00D70465">
            <w:pPr>
              <w:snapToGrid w:val="0"/>
              <w:spacing w:line="0" w:lineRule="atLeast"/>
              <w:rPr>
                <w:rFonts w:ascii="HGｺﾞｼｯｸM" w:eastAsia="HGｺﾞｼｯｸM"/>
              </w:rPr>
            </w:pPr>
          </w:p>
        </w:tc>
      </w:tr>
      <w:tr w:rsidR="00DE38FF" w:rsidRPr="007E29CA" w14:paraId="76549159" w14:textId="77777777" w:rsidTr="00E0505C">
        <w:trPr>
          <w:trHeight w:val="674"/>
        </w:trPr>
        <w:tc>
          <w:tcPr>
            <w:tcW w:w="540" w:type="dxa"/>
            <w:tcBorders>
              <w:top w:val="single" w:sz="4" w:space="0" w:color="auto"/>
              <w:left w:val="single" w:sz="4" w:space="0" w:color="auto"/>
              <w:bottom w:val="single" w:sz="4" w:space="0" w:color="auto"/>
            </w:tcBorders>
            <w:vAlign w:val="center"/>
          </w:tcPr>
          <w:p w14:paraId="4826D8BD" w14:textId="543118F6" w:rsidR="00DE38FF" w:rsidRPr="00185DE3" w:rsidRDefault="00DE38FF" w:rsidP="00D70465">
            <w:pPr>
              <w:snapToGrid w:val="0"/>
              <w:spacing w:line="0" w:lineRule="atLeast"/>
              <w:jc w:val="center"/>
              <w:rPr>
                <w:rFonts w:ascii="HGｺﾞｼｯｸM" w:eastAsia="HGｺﾞｼｯｸM"/>
              </w:rPr>
            </w:pPr>
            <w:r>
              <w:rPr>
                <w:rFonts w:ascii="HGｺﾞｼｯｸM" w:eastAsia="HGｺﾞｼｯｸM" w:hint="eastAsia"/>
              </w:rPr>
              <w:t>(3</w:t>
            </w:r>
            <w:r w:rsidRPr="00185DE3">
              <w:rPr>
                <w:rFonts w:ascii="HGｺﾞｼｯｸM" w:eastAsia="HGｺﾞｼｯｸM" w:hint="eastAsia"/>
              </w:rPr>
              <w:t>)</w:t>
            </w:r>
          </w:p>
        </w:tc>
        <w:tc>
          <w:tcPr>
            <w:tcW w:w="2520" w:type="dxa"/>
            <w:tcBorders>
              <w:top w:val="single" w:sz="4" w:space="0" w:color="auto"/>
              <w:bottom w:val="single" w:sz="4" w:space="0" w:color="auto"/>
            </w:tcBorders>
            <w:vAlign w:val="center"/>
          </w:tcPr>
          <w:p w14:paraId="1555996A" w14:textId="77777777" w:rsidR="00DE38FF" w:rsidRPr="00185DE3" w:rsidRDefault="00DE38FF" w:rsidP="00D70465">
            <w:pPr>
              <w:snapToGrid w:val="0"/>
              <w:spacing w:line="0" w:lineRule="atLeast"/>
              <w:rPr>
                <w:rFonts w:ascii="HGｺﾞｼｯｸM" w:eastAsia="HGｺﾞｼｯｸM"/>
              </w:rPr>
            </w:pPr>
            <w:r w:rsidRPr="00185DE3">
              <w:rPr>
                <w:rFonts w:ascii="HGｺﾞｼｯｸM" w:eastAsia="HGｺﾞｼｯｸM" w:hint="eastAsia"/>
              </w:rPr>
              <w:t>業績を証明する資料</w:t>
            </w:r>
          </w:p>
          <w:p w14:paraId="0FEB2751" w14:textId="77777777" w:rsidR="00DE38FF" w:rsidRPr="00185DE3" w:rsidRDefault="00DE38FF" w:rsidP="00D70465">
            <w:pPr>
              <w:snapToGrid w:val="0"/>
              <w:spacing w:line="0" w:lineRule="atLeast"/>
              <w:rPr>
                <w:rFonts w:ascii="HGｺﾞｼｯｸM" w:eastAsia="HGｺﾞｼｯｸM"/>
              </w:rPr>
            </w:pPr>
            <w:r w:rsidRPr="00185DE3">
              <w:rPr>
                <w:rFonts w:ascii="HGｺﾞｼｯｸM" w:eastAsia="HGｺﾞｼｯｸM" w:hint="eastAsia"/>
              </w:rPr>
              <w:t>リスト</w:t>
            </w:r>
          </w:p>
        </w:tc>
        <w:tc>
          <w:tcPr>
            <w:tcW w:w="2860" w:type="dxa"/>
            <w:tcBorders>
              <w:top w:val="single" w:sz="4" w:space="0" w:color="auto"/>
              <w:bottom w:val="single" w:sz="4" w:space="0" w:color="auto"/>
            </w:tcBorders>
            <w:vAlign w:val="center"/>
          </w:tcPr>
          <w:p w14:paraId="75A2FBFE" w14:textId="77777777" w:rsidR="00DE38FF" w:rsidRDefault="00E0505C" w:rsidP="00D70465">
            <w:pPr>
              <w:snapToGrid w:val="0"/>
              <w:spacing w:line="0" w:lineRule="atLeast"/>
              <w:jc w:val="center"/>
              <w:rPr>
                <w:rFonts w:ascii="HGｺﾞｼｯｸM" w:eastAsia="HGｺﾞｼｯｸM"/>
              </w:rPr>
            </w:pPr>
            <w:r>
              <w:rPr>
                <w:rFonts w:ascii="HGｺﾞｼｯｸM" w:eastAsia="HGｺﾞｼｯｸM" w:hint="eastAsia"/>
              </w:rPr>
              <w:t>紙媒体2部</w:t>
            </w:r>
          </w:p>
          <w:p w14:paraId="56BF1417" w14:textId="037372C5" w:rsidR="00E0505C" w:rsidRPr="00185DE3" w:rsidRDefault="00E0505C" w:rsidP="00D70465">
            <w:pPr>
              <w:snapToGrid w:val="0"/>
              <w:spacing w:line="0" w:lineRule="atLeast"/>
              <w:jc w:val="center"/>
              <w:rPr>
                <w:rFonts w:ascii="HGｺﾞｼｯｸM" w:eastAsia="HGｺﾞｼｯｸM" w:hint="eastAsia"/>
              </w:rPr>
            </w:pPr>
            <w:r>
              <w:rPr>
                <w:rFonts w:ascii="HGｺﾞｼｯｸM" w:eastAsia="HGｺﾞｼｯｸM" w:hint="eastAsia"/>
              </w:rPr>
              <w:t>電子ファイル</w:t>
            </w:r>
          </w:p>
        </w:tc>
        <w:tc>
          <w:tcPr>
            <w:tcW w:w="5103" w:type="dxa"/>
            <w:tcBorders>
              <w:top w:val="single" w:sz="4" w:space="0" w:color="auto"/>
              <w:bottom w:val="single" w:sz="4" w:space="0" w:color="auto"/>
            </w:tcBorders>
            <w:vAlign w:val="center"/>
          </w:tcPr>
          <w:p w14:paraId="7B729895" w14:textId="6122AF52" w:rsidR="00DE38FF" w:rsidRPr="00185DE3" w:rsidRDefault="00DE38FF" w:rsidP="00D70465">
            <w:pPr>
              <w:snapToGrid w:val="0"/>
              <w:spacing w:line="0" w:lineRule="atLeast"/>
              <w:ind w:left="210" w:hangingChars="100" w:hanging="210"/>
              <w:rPr>
                <w:rFonts w:ascii="HGｺﾞｼｯｸM" w:eastAsia="HGｺﾞｼｯｸM"/>
              </w:rPr>
            </w:pPr>
            <w:r w:rsidRPr="00185DE3">
              <w:rPr>
                <w:rFonts w:ascii="HGｺﾞｼｯｸM" w:eastAsia="HGｺﾞｼｯｸM" w:hint="eastAsia"/>
              </w:rPr>
              <w:t>「業績項目・該当評価項目」、「業績内容（資料タイトル）」を記入</w:t>
            </w:r>
          </w:p>
        </w:tc>
      </w:tr>
      <w:tr w:rsidR="00DE38FF" w:rsidRPr="007E29CA" w14:paraId="29B6B871" w14:textId="77777777" w:rsidTr="0093112F">
        <w:tc>
          <w:tcPr>
            <w:tcW w:w="540" w:type="dxa"/>
            <w:tcBorders>
              <w:top w:val="single" w:sz="4" w:space="0" w:color="auto"/>
              <w:left w:val="single" w:sz="4" w:space="0" w:color="auto"/>
              <w:bottom w:val="single" w:sz="4" w:space="0" w:color="auto"/>
            </w:tcBorders>
            <w:vAlign w:val="center"/>
          </w:tcPr>
          <w:p w14:paraId="2559020A" w14:textId="77777777" w:rsidR="00DE38FF" w:rsidRPr="00185DE3" w:rsidRDefault="00DE38FF" w:rsidP="00D70465">
            <w:pPr>
              <w:snapToGrid w:val="0"/>
              <w:spacing w:line="0" w:lineRule="atLeast"/>
              <w:jc w:val="center"/>
              <w:rPr>
                <w:rFonts w:ascii="HGｺﾞｼｯｸM" w:eastAsia="HGｺﾞｼｯｸM"/>
              </w:rPr>
            </w:pPr>
            <w:r w:rsidRPr="00185DE3">
              <w:rPr>
                <w:rFonts w:ascii="HGｺﾞｼｯｸM" w:eastAsia="HGｺﾞｼｯｸM" w:hint="eastAsia"/>
              </w:rPr>
              <w:t>(</w:t>
            </w:r>
            <w:r>
              <w:rPr>
                <w:rFonts w:ascii="HGｺﾞｼｯｸM" w:eastAsia="HGｺﾞｼｯｸM" w:hint="eastAsia"/>
              </w:rPr>
              <w:t>5</w:t>
            </w:r>
            <w:r w:rsidRPr="00185DE3">
              <w:rPr>
                <w:rFonts w:ascii="HGｺﾞｼｯｸM" w:eastAsia="HGｺﾞｼｯｸM" w:hint="eastAsia"/>
              </w:rPr>
              <w:t>)</w:t>
            </w:r>
          </w:p>
        </w:tc>
        <w:tc>
          <w:tcPr>
            <w:tcW w:w="2520" w:type="dxa"/>
            <w:tcBorders>
              <w:top w:val="single" w:sz="4" w:space="0" w:color="auto"/>
              <w:bottom w:val="single" w:sz="4" w:space="0" w:color="auto"/>
            </w:tcBorders>
            <w:vAlign w:val="center"/>
          </w:tcPr>
          <w:p w14:paraId="62AFF31A" w14:textId="77777777" w:rsidR="00DE38FF" w:rsidRPr="00185DE3" w:rsidRDefault="00DE38FF" w:rsidP="00D70465">
            <w:pPr>
              <w:snapToGrid w:val="0"/>
              <w:spacing w:line="0" w:lineRule="atLeast"/>
              <w:rPr>
                <w:rFonts w:ascii="HGｺﾞｼｯｸM" w:eastAsia="HGｺﾞｼｯｸM"/>
              </w:rPr>
            </w:pPr>
            <w:r w:rsidRPr="00185DE3">
              <w:rPr>
                <w:rFonts w:ascii="HGｺﾞｼｯｸM" w:eastAsia="HGｺﾞｼｯｸM" w:hint="eastAsia"/>
              </w:rPr>
              <w:t>業績を証明する資料</w:t>
            </w:r>
          </w:p>
        </w:tc>
        <w:tc>
          <w:tcPr>
            <w:tcW w:w="2860" w:type="dxa"/>
            <w:tcBorders>
              <w:top w:val="single" w:sz="4" w:space="0" w:color="auto"/>
              <w:bottom w:val="single" w:sz="4" w:space="0" w:color="auto"/>
            </w:tcBorders>
            <w:vAlign w:val="center"/>
          </w:tcPr>
          <w:p w14:paraId="1DE87B1D" w14:textId="2244FC7C" w:rsidR="00DE38FF" w:rsidRPr="00185DE3" w:rsidRDefault="00E0505C" w:rsidP="00D70465">
            <w:pPr>
              <w:snapToGrid w:val="0"/>
              <w:spacing w:line="0" w:lineRule="atLeast"/>
              <w:jc w:val="center"/>
              <w:rPr>
                <w:rFonts w:ascii="HGｺﾞｼｯｸM" w:eastAsia="HGｺﾞｼｯｸM"/>
              </w:rPr>
            </w:pPr>
            <w:r>
              <w:rPr>
                <w:rFonts w:ascii="HGｺﾞｼｯｸM" w:eastAsia="HGｺﾞｼｯｸM" w:hint="eastAsia"/>
              </w:rPr>
              <w:t>紙媒体3部</w:t>
            </w:r>
          </w:p>
        </w:tc>
        <w:tc>
          <w:tcPr>
            <w:tcW w:w="5103" w:type="dxa"/>
            <w:tcBorders>
              <w:top w:val="single" w:sz="4" w:space="0" w:color="auto"/>
              <w:bottom w:val="single" w:sz="4" w:space="0" w:color="auto"/>
            </w:tcBorders>
            <w:vAlign w:val="center"/>
          </w:tcPr>
          <w:p w14:paraId="7AC7CD5D" w14:textId="5C95A7AA" w:rsidR="00DE38FF" w:rsidRPr="003C77C4" w:rsidRDefault="00DE38FF" w:rsidP="003C77C4">
            <w:pPr>
              <w:pStyle w:val="af1"/>
              <w:numPr>
                <w:ilvl w:val="0"/>
                <w:numId w:val="11"/>
              </w:numPr>
              <w:snapToGrid w:val="0"/>
              <w:spacing w:line="0" w:lineRule="atLeast"/>
              <w:ind w:leftChars="0"/>
              <w:rPr>
                <w:rFonts w:ascii="HGｺﾞｼｯｸM" w:eastAsia="HGｺﾞｼｯｸM"/>
              </w:rPr>
            </w:pPr>
            <w:r w:rsidRPr="003C77C4">
              <w:rPr>
                <w:rFonts w:ascii="HGｺﾞｼｯｸM" w:eastAsia="HGｺﾞｼｯｸM" w:hint="eastAsia"/>
              </w:rPr>
              <w:t>(1)申請書の業績記入欄、及び(3)の資料リストに応じた内容の資料を提出（A4判に揃えること）</w:t>
            </w:r>
          </w:p>
          <w:p w14:paraId="5E1E7413" w14:textId="5D16B0E7" w:rsidR="00DE38FF" w:rsidRPr="003C77C4" w:rsidRDefault="00DE38FF" w:rsidP="003C77C4">
            <w:pPr>
              <w:pStyle w:val="af1"/>
              <w:numPr>
                <w:ilvl w:val="0"/>
                <w:numId w:val="11"/>
              </w:numPr>
              <w:snapToGrid w:val="0"/>
              <w:spacing w:line="0" w:lineRule="atLeast"/>
              <w:ind w:leftChars="0"/>
              <w:rPr>
                <w:rFonts w:ascii="HGｺﾞｼｯｸM" w:eastAsia="HGｺﾞｼｯｸM"/>
              </w:rPr>
            </w:pPr>
            <w:r w:rsidRPr="003C77C4">
              <w:rPr>
                <w:rFonts w:ascii="HGｺﾞｼｯｸM" w:eastAsia="HGｺﾞｼｯｸM" w:hint="eastAsia"/>
              </w:rPr>
              <w:t>論文等は</w:t>
            </w:r>
            <w:r w:rsidRPr="003C77C4">
              <w:rPr>
                <w:rFonts w:ascii="HGｺﾞｼｯｸM" w:eastAsia="HGｺﾞｼｯｸM" w:hint="eastAsia"/>
                <w:u w:val="wave"/>
              </w:rPr>
              <w:t>「論文要旨」等、簡略化した内容</w:t>
            </w:r>
            <w:r w:rsidRPr="003C77C4">
              <w:rPr>
                <w:rFonts w:ascii="HGｺﾞｼｯｸM" w:eastAsia="HGｺﾞｼｯｸM" w:hint="eastAsia"/>
              </w:rPr>
              <w:t>をA4判1枚（両面印刷）程度にまとめ提出</w:t>
            </w:r>
          </w:p>
          <w:p w14:paraId="5157F084" w14:textId="0F6601B6" w:rsidR="00DE38FF" w:rsidRPr="003C77C4" w:rsidRDefault="00DE38FF" w:rsidP="003C77C4">
            <w:pPr>
              <w:pStyle w:val="af1"/>
              <w:numPr>
                <w:ilvl w:val="0"/>
                <w:numId w:val="11"/>
              </w:numPr>
              <w:snapToGrid w:val="0"/>
              <w:spacing w:line="0" w:lineRule="atLeast"/>
              <w:ind w:leftChars="0"/>
              <w:rPr>
                <w:rFonts w:ascii="HGｺﾞｼｯｸM" w:eastAsia="HGｺﾞｼｯｸM"/>
                <w:u w:val="single"/>
              </w:rPr>
            </w:pPr>
            <w:r w:rsidRPr="003C77C4">
              <w:rPr>
                <w:rFonts w:ascii="HGｺﾞｼｯｸM" w:eastAsia="HGｺﾞｼｯｸM" w:hint="eastAsia"/>
              </w:rPr>
              <w:t>各資料の</w:t>
            </w:r>
            <w:r w:rsidRPr="003C77C4">
              <w:rPr>
                <w:rFonts w:ascii="HGｺﾞｼｯｸM" w:eastAsia="HGｺﾞｼｯｸM" w:hint="eastAsia"/>
                <w:u w:val="single"/>
              </w:rPr>
              <w:t>表紙右上には“資料(リスト)番号”“研究科名”“学籍番号”“奨学生番号”“氏名”を必ず記入</w:t>
            </w:r>
          </w:p>
          <w:p w14:paraId="35B2DC35" w14:textId="59B0EE82" w:rsidR="00DE38FF" w:rsidRPr="003C77C4" w:rsidRDefault="003C77C4" w:rsidP="003C77C4">
            <w:pPr>
              <w:pStyle w:val="af1"/>
              <w:numPr>
                <w:ilvl w:val="0"/>
                <w:numId w:val="11"/>
              </w:numPr>
              <w:snapToGrid w:val="0"/>
              <w:spacing w:line="0" w:lineRule="atLeast"/>
              <w:ind w:leftChars="0"/>
              <w:rPr>
                <w:rFonts w:ascii="HGｺﾞｼｯｸM" w:eastAsia="HGｺﾞｼｯｸM"/>
              </w:rPr>
            </w:pPr>
            <w:r>
              <w:rPr>
                <w:rFonts w:ascii="HGｺﾞｼｯｸM" w:eastAsia="HGｺﾞｼｯｸM" w:hint="eastAsia"/>
              </w:rPr>
              <w:t>成績証明書は教務係にて準備いたしますが、業績を証明する資料リストに記載願います。</w:t>
            </w:r>
          </w:p>
        </w:tc>
      </w:tr>
    </w:tbl>
    <w:p w14:paraId="7C143F3D" w14:textId="01766B59" w:rsidR="003C77C4" w:rsidRDefault="003C77C4" w:rsidP="003C77C4">
      <w:pPr>
        <w:pStyle w:val="af1"/>
        <w:numPr>
          <w:ilvl w:val="0"/>
          <w:numId w:val="8"/>
        </w:numPr>
        <w:ind w:leftChars="0"/>
        <w:rPr>
          <w:rFonts w:ascii="HGｺﾞｼｯｸM" w:eastAsia="HGｺﾞｼｯｸM"/>
        </w:rPr>
      </w:pPr>
      <w:r>
        <w:rPr>
          <w:rFonts w:ascii="HGｺﾞｼｯｸM" w:eastAsia="HGｺﾞｼｯｸM" w:hint="eastAsia"/>
        </w:rPr>
        <w:t>提出書類は以下のとおりです。</w:t>
      </w:r>
    </w:p>
    <w:p w14:paraId="6AB9EA51" w14:textId="3254D8F7" w:rsidR="00A377BD" w:rsidRPr="00FF3E20" w:rsidRDefault="00A377BD" w:rsidP="003C77C4">
      <w:pPr>
        <w:pStyle w:val="af1"/>
        <w:numPr>
          <w:ilvl w:val="0"/>
          <w:numId w:val="8"/>
        </w:numPr>
        <w:ind w:leftChars="0"/>
        <w:rPr>
          <w:rFonts w:ascii="HGｺﾞｼｯｸM" w:eastAsia="HGｺﾞｼｯｸM"/>
        </w:rPr>
      </w:pPr>
      <w:r>
        <w:rPr>
          <w:rFonts w:ascii="HGｺﾞｼｯｸM" w:eastAsia="HGｺﾞｼｯｸM" w:hint="eastAsia"/>
          <w:u w:val="single"/>
        </w:rPr>
        <w:t>コピーや</w:t>
      </w:r>
      <w:r w:rsidRPr="00FF3E20">
        <w:rPr>
          <w:rFonts w:ascii="HGｺﾞｼｯｸM" w:eastAsia="HGｺﾞｼｯｸM" w:hint="eastAsia"/>
          <w:u w:val="single"/>
        </w:rPr>
        <w:t>写真</w:t>
      </w:r>
      <w:r>
        <w:rPr>
          <w:rFonts w:ascii="HGｺﾞｼｯｸM" w:eastAsia="HGｺﾞｼｯｸM" w:hint="eastAsia"/>
          <w:u w:val="single"/>
        </w:rPr>
        <w:t>、</w:t>
      </w:r>
      <w:r w:rsidRPr="00FF3E20">
        <w:rPr>
          <w:rFonts w:ascii="HGｺﾞｼｯｸM" w:eastAsia="HGｺﾞｼｯｸM" w:hint="eastAsia"/>
          <w:u w:val="single"/>
        </w:rPr>
        <w:t>雑誌の掲載部分</w:t>
      </w:r>
      <w:r>
        <w:rPr>
          <w:rFonts w:ascii="HGｺﾞｼｯｸM" w:eastAsia="HGｺﾞｼｯｸM" w:hint="eastAsia"/>
          <w:u w:val="single"/>
        </w:rPr>
        <w:t>、</w:t>
      </w:r>
      <w:r w:rsidRPr="00FF3E20">
        <w:rPr>
          <w:rFonts w:ascii="HGｺﾞｼｯｸM" w:eastAsia="HGｺﾞｼｯｸM" w:hint="eastAsia"/>
          <w:u w:val="single"/>
        </w:rPr>
        <w:t>賞状の写し等、評価されたことがわかるものを提出</w:t>
      </w:r>
      <w:r w:rsidRPr="00FF3E20">
        <w:rPr>
          <w:rFonts w:ascii="HGｺﾞｼｯｸM" w:eastAsia="HGｺﾞｼｯｸM" w:hint="eastAsia"/>
        </w:rPr>
        <w:t>してください。また、「学位論文その他の研究論文」の証明書類も、</w:t>
      </w:r>
      <w:r w:rsidRPr="00FF3E20">
        <w:rPr>
          <w:rFonts w:ascii="HGｺﾞｼｯｸM" w:eastAsia="HGｺﾞｼｯｸM" w:hint="eastAsia"/>
          <w:b/>
          <w:u w:val="single"/>
        </w:rPr>
        <w:t>本人氏名・作成年月日及び論文タイトルがわかる部分の写し等と論文内容の概要を提出</w:t>
      </w:r>
      <w:r w:rsidRPr="00FF3E20">
        <w:rPr>
          <w:rFonts w:ascii="HGｺﾞｼｯｸM" w:eastAsia="HGｺﾞｼｯｸM" w:hint="eastAsia"/>
        </w:rPr>
        <w:t>願います。</w:t>
      </w:r>
      <w:r w:rsidRPr="00FF3E20">
        <w:rPr>
          <w:rFonts w:ascii="HGｺﾞｼｯｸM" w:eastAsia="HGｺﾞｼｯｸM" w:hint="eastAsia"/>
          <w:b/>
          <w:u w:val="single"/>
        </w:rPr>
        <w:t>論文全体の写しは不要</w:t>
      </w:r>
      <w:r>
        <w:rPr>
          <w:rFonts w:ascii="HGｺﾞｼｯｸM" w:eastAsia="HGｺﾞｼｯｸM" w:hint="eastAsia"/>
        </w:rPr>
        <w:t>です。</w:t>
      </w:r>
    </w:p>
    <w:p w14:paraId="464E8086" w14:textId="77777777" w:rsidR="003C77C4" w:rsidRDefault="003C77C4" w:rsidP="003C77C4">
      <w:pPr>
        <w:pStyle w:val="af1"/>
        <w:ind w:leftChars="0" w:left="150"/>
        <w:rPr>
          <w:rFonts w:ascii="HGｺﾞｼｯｸM" w:eastAsia="HGｺﾞｼｯｸM"/>
        </w:rPr>
      </w:pPr>
    </w:p>
    <w:p w14:paraId="4F7EA254" w14:textId="6F9F1DFE" w:rsidR="002F453A" w:rsidRPr="003C77C4" w:rsidRDefault="002234B9" w:rsidP="003C77C4">
      <w:pPr>
        <w:pStyle w:val="af1"/>
        <w:numPr>
          <w:ilvl w:val="0"/>
          <w:numId w:val="8"/>
        </w:numPr>
        <w:ind w:leftChars="0"/>
        <w:rPr>
          <w:rFonts w:ascii="HGｺﾞｼｯｸM" w:eastAsia="HGｺﾞｼｯｸM"/>
        </w:rPr>
      </w:pPr>
      <w:r w:rsidRPr="003C77C4">
        <w:rPr>
          <w:rFonts w:ascii="HGｺﾞｼｯｸM" w:eastAsia="HGｺﾞｼｯｸM" w:hint="eastAsia"/>
        </w:rPr>
        <w:t xml:space="preserve">　申請に必要な書類は必ずしも手書きで作成いただく必要はありません。ただし、返還免除の申請者が作成する書類については、大学等、第三者が本人に代わって作成することは認められません。</w:t>
      </w:r>
    </w:p>
    <w:p w14:paraId="69895AE1" w14:textId="12C7F7FA" w:rsidR="00C11379" w:rsidRDefault="002C0761">
      <w:pPr>
        <w:widowControl/>
        <w:jc w:val="left"/>
        <w:rPr>
          <w:rFonts w:ascii="HGｺﾞｼｯｸM" w:eastAsia="HGｺﾞｼｯｸM"/>
          <w:highlight w:val="yellow"/>
        </w:rPr>
      </w:pPr>
      <w:r>
        <w:rPr>
          <w:rFonts w:ascii="HGｺﾞｼｯｸM" w:eastAsia="HGｺﾞｼｯｸM"/>
          <w:noProof/>
        </w:rPr>
        <mc:AlternateContent>
          <mc:Choice Requires="wpg">
            <w:drawing>
              <wp:anchor distT="0" distB="0" distL="114300" distR="114300" simplePos="0" relativeHeight="251644928" behindDoc="0" locked="0" layoutInCell="1" allowOverlap="1" wp14:anchorId="1C80E347" wp14:editId="4A03F952">
                <wp:simplePos x="0" y="0"/>
                <wp:positionH relativeFrom="column">
                  <wp:posOffset>375285</wp:posOffset>
                </wp:positionH>
                <wp:positionV relativeFrom="paragraph">
                  <wp:posOffset>161290</wp:posOffset>
                </wp:positionV>
                <wp:extent cx="5705475" cy="3038650"/>
                <wp:effectExtent l="0" t="0" r="0" b="28575"/>
                <wp:wrapNone/>
                <wp:docPr id="34" name="グループ化 34"/>
                <wp:cNvGraphicFramePr/>
                <a:graphic xmlns:a="http://schemas.openxmlformats.org/drawingml/2006/main">
                  <a:graphicData uri="http://schemas.microsoft.com/office/word/2010/wordprocessingGroup">
                    <wpg:wgp>
                      <wpg:cNvGrpSpPr/>
                      <wpg:grpSpPr>
                        <a:xfrm>
                          <a:off x="0" y="0"/>
                          <a:ext cx="5705475" cy="3038650"/>
                          <a:chOff x="0" y="-63853"/>
                          <a:chExt cx="3102053" cy="1895607"/>
                        </a:xfrm>
                      </wpg:grpSpPr>
                      <wpg:grpSp>
                        <wpg:cNvPr id="30" name="グループ化 30"/>
                        <wpg:cNvGrpSpPr/>
                        <wpg:grpSpPr>
                          <a:xfrm>
                            <a:off x="0" y="275666"/>
                            <a:ext cx="3102053" cy="1556088"/>
                            <a:chOff x="0" y="8472"/>
                            <a:chExt cx="3102053" cy="1556088"/>
                          </a:xfrm>
                        </wpg:grpSpPr>
                        <wpg:grpSp>
                          <wpg:cNvPr id="27" name="グループ化 27"/>
                          <wpg:cNvGrpSpPr/>
                          <wpg:grpSpPr>
                            <a:xfrm>
                              <a:off x="0" y="8472"/>
                              <a:ext cx="3102053" cy="1556088"/>
                              <a:chOff x="0" y="8475"/>
                              <a:chExt cx="3102124" cy="1556561"/>
                            </a:xfrm>
                          </wpg:grpSpPr>
                          <wps:wsp>
                            <wps:cNvPr id="25" name="テキスト ボックス 25"/>
                            <wps:cNvSpPr txBox="1"/>
                            <wps:spPr>
                              <a:xfrm>
                                <a:off x="1959492" y="8475"/>
                                <a:ext cx="1142632" cy="14910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7AE5B2" w14:textId="7DCC40F7" w:rsidR="007D0024" w:rsidRDefault="002C0761" w:rsidP="002C0761">
                                  <w:pPr>
                                    <w:snapToGrid w:val="0"/>
                                    <w:ind w:right="210"/>
                                    <w:jc w:val="left"/>
                                    <w:rPr>
                                      <w:rFonts w:ascii="HGｺﾞｼｯｸM" w:eastAsia="HGｺﾞｼｯｸM"/>
                                      <w:bCs/>
                                      <w:iCs/>
                                      <w:sz w:val="24"/>
                                      <w:szCs w:val="16"/>
                                    </w:rPr>
                                  </w:pPr>
                                  <w:r>
                                    <w:rPr>
                                      <w:rFonts w:ascii="HGｺﾞｼｯｸM" w:eastAsia="HGｺﾞｼｯｸM" w:hint="eastAsia"/>
                                      <w:bCs/>
                                      <w:iCs/>
                                      <w:sz w:val="24"/>
                                      <w:szCs w:val="16"/>
                                    </w:rPr>
                                    <w:t>※</w:t>
                                  </w:r>
                                  <w:r w:rsidRPr="002C0761">
                                    <w:rPr>
                                      <w:rFonts w:ascii="HGｺﾞｼｯｸM" w:eastAsia="HGｺﾞｼｯｸM" w:hint="eastAsia"/>
                                      <w:bCs/>
                                      <w:iCs/>
                                      <w:sz w:val="24"/>
                                      <w:szCs w:val="16"/>
                                    </w:rPr>
                                    <w:t>同一</w:t>
                                  </w:r>
                                  <w:r>
                                    <w:rPr>
                                      <w:rFonts w:ascii="HGｺﾞｼｯｸM" w:eastAsia="HGｺﾞｼｯｸM" w:hint="eastAsia"/>
                                      <w:bCs/>
                                      <w:iCs/>
                                      <w:sz w:val="24"/>
                                      <w:szCs w:val="16"/>
                                    </w:rPr>
                                    <w:t>の業績は、なるべく1枚にまとめ</w:t>
                                  </w:r>
                                  <w:r w:rsidRPr="002C0761">
                                    <w:rPr>
                                      <w:rFonts w:ascii="HGｺﾞｼｯｸM" w:eastAsia="HGｺﾞｼｯｸM" w:hint="eastAsia"/>
                                      <w:b/>
                                      <w:iCs/>
                                      <w:sz w:val="24"/>
                                      <w:szCs w:val="16"/>
                                    </w:rPr>
                                    <w:t>うらおもて</w:t>
                                  </w:r>
                                  <w:r>
                                    <w:rPr>
                                      <w:rFonts w:ascii="HGｺﾞｼｯｸM" w:eastAsia="HGｺﾞｼｯｸM" w:hint="eastAsia"/>
                                      <w:bCs/>
                                      <w:iCs/>
                                      <w:sz w:val="24"/>
                                      <w:szCs w:val="16"/>
                                    </w:rPr>
                                    <w:t>にすること。</w:t>
                                  </w:r>
                                  <w:r w:rsidR="00B97FD9">
                                    <w:rPr>
                                      <w:rFonts w:ascii="HGｺﾞｼｯｸM" w:eastAsia="HGｺﾞｼｯｸM" w:hint="eastAsia"/>
                                      <w:bCs/>
                                      <w:iCs/>
                                      <w:sz w:val="24"/>
                                      <w:szCs w:val="16"/>
                                    </w:rPr>
                                    <w:t xml:space="preserve">　</w:t>
                                  </w:r>
                                </w:p>
                                <w:p w14:paraId="1FE54C67" w14:textId="1BF0DD40" w:rsidR="00B97FD9" w:rsidRDefault="00B97FD9" w:rsidP="002C0761">
                                  <w:pPr>
                                    <w:snapToGrid w:val="0"/>
                                    <w:ind w:right="210"/>
                                    <w:jc w:val="left"/>
                                    <w:rPr>
                                      <w:rFonts w:ascii="HGｺﾞｼｯｸM" w:eastAsia="HGｺﾞｼｯｸM"/>
                                      <w:bCs/>
                                      <w:iCs/>
                                      <w:sz w:val="24"/>
                                      <w:szCs w:val="16"/>
                                    </w:rPr>
                                  </w:pPr>
                                </w:p>
                                <w:p w14:paraId="0983ED8F" w14:textId="77777777" w:rsidR="00B97FD9" w:rsidRDefault="00B97FD9" w:rsidP="00B97FD9">
                                  <w:pPr>
                                    <w:pStyle w:val="af1"/>
                                    <w:snapToGrid w:val="0"/>
                                    <w:ind w:leftChars="0" w:left="360"/>
                                    <w:rPr>
                                      <w:rFonts w:ascii="HGｺﾞｼｯｸM" w:eastAsia="HGｺﾞｼｯｸM"/>
                                      <w:b/>
                                      <w:iCs/>
                                      <w:sz w:val="24"/>
                                      <w:szCs w:val="16"/>
                                    </w:rPr>
                                  </w:pPr>
                                  <w:r>
                                    <w:rPr>
                                      <w:rFonts w:ascii="HGｺﾞｼｯｸM" w:eastAsia="HGｺﾞｼｯｸM" w:hint="eastAsia"/>
                                      <w:b/>
                                      <w:iCs/>
                                      <w:sz w:val="24"/>
                                      <w:szCs w:val="16"/>
                                    </w:rPr>
                                    <w:t xml:space="preserve">　資料（リスト）番号、</w:t>
                                  </w:r>
                                </w:p>
                                <w:p w14:paraId="10652DC6" w14:textId="499AE330" w:rsidR="00B97FD9" w:rsidRPr="00B97FD9" w:rsidRDefault="00B97FD9" w:rsidP="00B97FD9">
                                  <w:pPr>
                                    <w:pStyle w:val="af1"/>
                                    <w:snapToGrid w:val="0"/>
                                    <w:ind w:leftChars="0" w:left="482" w:hangingChars="200" w:hanging="482"/>
                                    <w:rPr>
                                      <w:rFonts w:ascii="HGｺﾞｼｯｸM" w:eastAsia="HGｺﾞｼｯｸM"/>
                                      <w:bCs/>
                                      <w:iCs/>
                                      <w:sz w:val="24"/>
                                      <w:szCs w:val="16"/>
                                    </w:rPr>
                                  </w:pPr>
                                  <w:r>
                                    <w:rPr>
                                      <w:rFonts w:ascii="HGｺﾞｼｯｸM" w:eastAsia="HGｺﾞｼｯｸM" w:hint="eastAsia"/>
                                      <w:b/>
                                      <w:iCs/>
                                      <w:sz w:val="24"/>
                                      <w:szCs w:val="16"/>
                                    </w:rPr>
                                    <w:t xml:space="preserve">　　研究科名、学籍番号、奨学生番号、氏名</w:t>
                                  </w:r>
                                  <w:r w:rsidRPr="00B97FD9">
                                    <w:rPr>
                                      <w:rFonts w:ascii="HGｺﾞｼｯｸM" w:eastAsia="HGｺﾞｼｯｸM" w:hint="eastAsia"/>
                                      <w:bCs/>
                                      <w:iCs/>
                                      <w:sz w:val="24"/>
                                      <w:szCs w:val="16"/>
                                    </w:rPr>
                                    <w:t xml:space="preserve">を記入すること　　　</w:t>
                                  </w:r>
                                </w:p>
                                <w:p w14:paraId="0264A770" w14:textId="77777777" w:rsidR="00B97FD9" w:rsidRPr="00B97FD9" w:rsidRDefault="00B97FD9" w:rsidP="002C0761">
                                  <w:pPr>
                                    <w:snapToGrid w:val="0"/>
                                    <w:ind w:right="210"/>
                                    <w:jc w:val="left"/>
                                    <w:rPr>
                                      <w:rFonts w:ascii="HGｺﾞｼｯｸM" w:eastAsia="HGｺﾞｼｯｸM"/>
                                      <w:bCs/>
                                      <w:iCs/>
                                      <w:sz w:val="24"/>
                                      <w:szCs w:val="16"/>
                                    </w:rPr>
                                  </w:pPr>
                                </w:p>
                                <w:p w14:paraId="52716EFD" w14:textId="008225CD" w:rsidR="00B97FD9" w:rsidRPr="00B97FD9" w:rsidRDefault="00B97FD9" w:rsidP="00B97FD9">
                                  <w:pPr>
                                    <w:pStyle w:val="af1"/>
                                    <w:snapToGrid w:val="0"/>
                                    <w:ind w:leftChars="0" w:left="360"/>
                                    <w:rPr>
                                      <w:rFonts w:ascii="HGｺﾞｼｯｸM" w:eastAsia="HGｺﾞｼｯｸM"/>
                                      <w:b/>
                                      <w:iCs/>
                                      <w:sz w:val="24"/>
                                      <w:szCs w:val="16"/>
                                    </w:rPr>
                                  </w:pPr>
                                  <w:r>
                                    <w:rPr>
                                      <w:rFonts w:ascii="HGｺﾞｼｯｸM" w:eastAsia="HGｺﾞｼｯｸM" w:hint="eastAsia"/>
                                      <w:b/>
                                      <w:iCs/>
                                      <w:sz w:val="24"/>
                                      <w:szCs w:val="16"/>
                                    </w:rPr>
                                    <w:t xml:space="preserve">　　　</w:t>
                                  </w:r>
                                </w:p>
                                <w:p w14:paraId="2B64142C" w14:textId="77777777" w:rsidR="00B97FD9" w:rsidRPr="002C0761" w:rsidRDefault="00B97FD9" w:rsidP="002C0761">
                                  <w:pPr>
                                    <w:snapToGrid w:val="0"/>
                                    <w:ind w:right="210"/>
                                    <w:jc w:val="left"/>
                                    <w:rPr>
                                      <w:rFonts w:ascii="HGｺﾞｼｯｸM" w:eastAsia="HGｺﾞｼｯｸM"/>
                                      <w:bCs/>
                                      <w:iCs/>
                                      <w:sz w:val="24"/>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 name="メモ 20"/>
                            <wps:cNvSpPr/>
                            <wps:spPr>
                              <a:xfrm>
                                <a:off x="962122" y="326786"/>
                                <a:ext cx="1019175" cy="1238250"/>
                              </a:xfrm>
                              <a:prstGeom prst="foldedCorner">
                                <a:avLst>
                                  <a:gd name="adj" fmla="val 27154"/>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7" name="グループ化 17"/>
                            <wpg:cNvGrpSpPr/>
                            <wpg:grpSpPr>
                              <a:xfrm>
                                <a:off x="0" y="225631"/>
                                <a:ext cx="1019175" cy="1238250"/>
                                <a:chOff x="0" y="0"/>
                                <a:chExt cx="1019175" cy="1238250"/>
                              </a:xfrm>
                            </wpg:grpSpPr>
                            <wps:wsp>
                              <wps:cNvPr id="15" name="メモ 15"/>
                              <wps:cNvSpPr/>
                              <wps:spPr>
                                <a:xfrm>
                                  <a:off x="0" y="0"/>
                                  <a:ext cx="1019175" cy="1238250"/>
                                </a:xfrm>
                                <a:prstGeom prst="foldedCorner">
                                  <a:avLst>
                                    <a:gd name="adj" fmla="val 27154"/>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テキスト ボックス 16"/>
                              <wps:cNvSpPr txBox="1"/>
                              <wps:spPr>
                                <a:xfrm>
                                  <a:off x="6158" y="57397"/>
                                  <a:ext cx="955964" cy="111547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F236445" w14:textId="77777777" w:rsidR="007D0024" w:rsidRPr="003F399D" w:rsidRDefault="007D0024" w:rsidP="00C764FD">
                                    <w:pPr>
                                      <w:snapToGrid w:val="0"/>
                                      <w:jc w:val="right"/>
                                      <w:rPr>
                                        <w:rFonts w:ascii="HGｺﾞｼｯｸM" w:eastAsia="HGｺﾞｼｯｸM"/>
                                        <w:szCs w:val="12"/>
                                      </w:rPr>
                                    </w:pPr>
                                    <w:r w:rsidRPr="003F399D">
                                      <w:rPr>
                                        <w:rFonts w:ascii="HGｺﾞｼｯｸM" w:eastAsia="HGｺﾞｼｯｸM" w:hint="eastAsia"/>
                                        <w:szCs w:val="12"/>
                                        <w:bdr w:val="single" w:sz="4" w:space="0" w:color="auto"/>
                                      </w:rPr>
                                      <w:t>資料1</w:t>
                                    </w:r>
                                  </w:p>
                                  <w:p w14:paraId="1B792C03" w14:textId="20368D43" w:rsidR="002C0761" w:rsidRDefault="002C0761" w:rsidP="00C764FD">
                                    <w:pPr>
                                      <w:snapToGrid w:val="0"/>
                                      <w:rPr>
                                        <w:rFonts w:ascii="HGｺﾞｼｯｸM" w:eastAsia="HGｺﾞｼｯｸM"/>
                                        <w:b/>
                                        <w:iCs/>
                                        <w:sz w:val="24"/>
                                        <w:szCs w:val="16"/>
                                      </w:rPr>
                                    </w:pPr>
                                    <w:r>
                                      <w:rPr>
                                        <w:rFonts w:ascii="HGｺﾞｼｯｸM" w:eastAsia="HGｺﾞｼｯｸM" w:hint="eastAsia"/>
                                        <w:b/>
                                        <w:iCs/>
                                        <w:sz w:val="24"/>
                                        <w:szCs w:val="16"/>
                                      </w:rPr>
                                      <w:t xml:space="preserve">　　　　　　　</w:t>
                                    </w:r>
                                    <w:bookmarkStart w:id="0" w:name="_Hlk125372747"/>
                                    <w:r>
                                      <w:rPr>
                                        <w:rFonts w:ascii="HGｺﾞｼｯｸM" w:eastAsia="HGｺﾞｼｯｸM" w:hint="eastAsia"/>
                                        <w:b/>
                                        <w:iCs/>
                                        <w:sz w:val="24"/>
                                        <w:szCs w:val="16"/>
                                      </w:rPr>
                                      <w:t xml:space="preserve">　</w:t>
                                    </w:r>
                                    <w:bookmarkStart w:id="1" w:name="_Hlk125372664"/>
                                  </w:p>
                                  <w:bookmarkEnd w:id="0"/>
                                  <w:bookmarkEnd w:id="1"/>
                                  <w:p w14:paraId="38F042D1" w14:textId="00E7CE02" w:rsidR="002C0761" w:rsidRPr="002C0761" w:rsidRDefault="002C0761" w:rsidP="00C764FD">
                                    <w:pPr>
                                      <w:snapToGrid w:val="0"/>
                                      <w:rPr>
                                        <w:rFonts w:ascii="HGｺﾞｼｯｸM" w:eastAsia="HGｺﾞｼｯｸM"/>
                                        <w:b/>
                                        <w:iCs/>
                                        <w:sz w:val="24"/>
                                        <w:szCs w:val="16"/>
                                      </w:rPr>
                                    </w:pPr>
                                    <w:r w:rsidRPr="002C0761">
                                      <w:rPr>
                                        <w:rFonts w:ascii="HGｺﾞｼｯｸM" w:eastAsia="HGｺﾞｼｯｸM" w:hint="eastAsia"/>
                                        <w:b/>
                                        <w:iCs/>
                                        <w:sz w:val="24"/>
                                        <w:szCs w:val="16"/>
                                      </w:rPr>
                                      <w:t>おもて</w:t>
                                    </w:r>
                                  </w:p>
                                  <w:p w14:paraId="2BCA6E94" w14:textId="01429D02" w:rsidR="007D0024" w:rsidRDefault="007D0024" w:rsidP="00066FFE">
                                    <w:r w:rsidRPr="003F399D">
                                      <w:rPr>
                                        <w:rFonts w:hint="eastAsia"/>
                                      </w:rPr>
                                      <w:t>学会</w:t>
                                    </w:r>
                                    <w:r w:rsidR="00E60767">
                                      <w:rPr>
                                        <w:rFonts w:hint="eastAsia"/>
                                      </w:rPr>
                                      <w:t>誌</w:t>
                                    </w:r>
                                    <w:r w:rsidRPr="003F399D">
                                      <w:rPr>
                                        <w:rFonts w:hint="eastAsia"/>
                                      </w:rPr>
                                      <w:t>表紙の写し</w:t>
                                    </w:r>
                                    <w:r w:rsidR="00C24A77">
                                      <w:rPr>
                                        <w:rFonts w:hint="eastAsia"/>
                                      </w:rPr>
                                      <w:t>など</w:t>
                                    </w:r>
                                  </w:p>
                                  <w:p w14:paraId="3919CEA0" w14:textId="70199669" w:rsidR="007969AD" w:rsidRPr="003F399D" w:rsidRDefault="007969AD" w:rsidP="00C764FD">
                                    <w:pPr>
                                      <w:snapToGrid w:val="0"/>
                                      <w:rPr>
                                        <w:rFonts w:ascii="HGｺﾞｼｯｸM" w:eastAsia="HGｺﾞｼｯｸM"/>
                                        <w:b/>
                                        <w:i/>
                                        <w:sz w:val="24"/>
                                        <w:szCs w:val="16"/>
                                      </w:rPr>
                                    </w:pPr>
                                    <w:r>
                                      <w:rPr>
                                        <w:rFonts w:ascii="HGｺﾞｼｯｸM" w:eastAsia="HGｺﾞｼｯｸM" w:hint="eastAsia"/>
                                        <w:b/>
                                        <w:i/>
                                        <w:sz w:val="24"/>
                                        <w:szCs w:val="16"/>
                                      </w:rPr>
                                      <w:t>（H</w:t>
                                    </w:r>
                                    <w:r w:rsidR="00222681">
                                      <w:rPr>
                                        <w:rFonts w:ascii="HGｺﾞｼｯｸM" w:eastAsia="HGｺﾞｼｯｸM"/>
                                        <w:b/>
                                        <w:i/>
                                        <w:sz w:val="24"/>
                                        <w:szCs w:val="16"/>
                                      </w:rPr>
                                      <w:t>P</w:t>
                                    </w:r>
                                    <w:r w:rsidR="00222681">
                                      <w:rPr>
                                        <w:rFonts w:ascii="HGｺﾞｼｯｸM" w:eastAsia="HGｺﾞｼｯｸM" w:hint="eastAsia"/>
                                        <w:b/>
                                        <w:i/>
                                        <w:sz w:val="24"/>
                                        <w:szCs w:val="16"/>
                                      </w:rPr>
                                      <w:t>の</w:t>
                                    </w:r>
                                    <w:r>
                                      <w:rPr>
                                        <w:rFonts w:ascii="HGｺﾞｼｯｸM" w:eastAsia="HGｺﾞｼｯｸM" w:hint="eastAsia"/>
                                        <w:b/>
                                        <w:i/>
                                        <w:sz w:val="24"/>
                                        <w:szCs w:val="16"/>
                                      </w:rPr>
                                      <w:t>画面コピーでも可）</w:t>
                                    </w:r>
                                  </w:p>
                                  <w:p w14:paraId="1000F07F" w14:textId="77777777" w:rsidR="007D0024" w:rsidRPr="003F399D" w:rsidRDefault="007D0024" w:rsidP="00C764FD">
                                    <w:pPr>
                                      <w:snapToGrid w:val="0"/>
                                      <w:ind w:firstLineChars="50" w:firstLine="105"/>
                                      <w:rPr>
                                        <w:rFonts w:ascii="HGｺﾞｼｯｸM" w:eastAsia="HGｺﾞｼｯｸM"/>
                                        <w:szCs w:val="12"/>
                                      </w:rPr>
                                    </w:pPr>
                                    <w:r w:rsidRPr="003F399D">
                                      <w:rPr>
                                        <w:rFonts w:ascii="HGｺﾞｼｯｸM" w:eastAsia="HGｺﾞｼｯｸM" w:hint="eastAsia"/>
                                        <w:szCs w:val="12"/>
                                      </w:rPr>
                                      <w:t>学会名</w:t>
                                    </w:r>
                                  </w:p>
                                  <w:p w14:paraId="0F16EB9E" w14:textId="77777777" w:rsidR="007D0024" w:rsidRPr="003F399D" w:rsidRDefault="007D0024" w:rsidP="00C764FD">
                                    <w:pPr>
                                      <w:snapToGrid w:val="0"/>
                                      <w:ind w:firstLineChars="50" w:firstLine="105"/>
                                      <w:rPr>
                                        <w:rFonts w:ascii="HGｺﾞｼｯｸM" w:eastAsia="HGｺﾞｼｯｸM"/>
                                        <w:szCs w:val="12"/>
                                      </w:rPr>
                                    </w:pPr>
                                    <w:r w:rsidRPr="003F399D">
                                      <w:rPr>
                                        <w:rFonts w:ascii="HGｺﾞｼｯｸM" w:eastAsia="HGｺﾞｼｯｸM" w:hint="eastAsia"/>
                                        <w:szCs w:val="12"/>
                                      </w:rPr>
                                      <w:t>開催年月日</w:t>
                                    </w:r>
                                  </w:p>
                                  <w:p w14:paraId="7D59B7B4" w14:textId="77777777" w:rsidR="007D0024" w:rsidRPr="003F399D" w:rsidRDefault="007D0024" w:rsidP="00C764FD">
                                    <w:pPr>
                                      <w:snapToGrid w:val="0"/>
                                      <w:ind w:firstLineChars="200" w:firstLine="420"/>
                                      <w:rPr>
                                        <w:rFonts w:ascii="HGｺﾞｼｯｸM" w:eastAsia="HGｺﾞｼｯｸM"/>
                                        <w:szCs w:val="12"/>
                                      </w:rPr>
                                    </w:pPr>
                                    <w:r w:rsidRPr="003F399D">
                                      <w:rPr>
                                        <w:rFonts w:ascii="HGｺﾞｼｯｸM" w:eastAsia="HGｺﾞｼｯｸM" w:hint="eastAsia"/>
                                        <w:szCs w:val="12"/>
                                      </w:rPr>
                                      <w:t>等が分かるページ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s:wsp>
                          <wps:cNvPr id="21" name="テキスト ボックス 21"/>
                          <wps:cNvSpPr txBox="1"/>
                          <wps:spPr>
                            <a:xfrm>
                              <a:off x="978275" y="53403"/>
                              <a:ext cx="1073785" cy="123782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4292B6D" w14:textId="77777777" w:rsidR="002C0761" w:rsidRDefault="002C0761" w:rsidP="00C764FD">
                                <w:pPr>
                                  <w:snapToGrid w:val="0"/>
                                  <w:rPr>
                                    <w:rFonts w:ascii="HGｺﾞｼｯｸM" w:eastAsia="HGｺﾞｼｯｸM"/>
                                    <w:b/>
                                    <w:iCs/>
                                    <w:sz w:val="24"/>
                                    <w:szCs w:val="16"/>
                                  </w:rPr>
                                </w:pPr>
                              </w:p>
                              <w:p w14:paraId="4675FF5C" w14:textId="77777777" w:rsidR="002C0761" w:rsidRDefault="002C0761" w:rsidP="00C764FD">
                                <w:pPr>
                                  <w:snapToGrid w:val="0"/>
                                  <w:rPr>
                                    <w:rFonts w:ascii="HGｺﾞｼｯｸM" w:eastAsia="HGｺﾞｼｯｸM"/>
                                    <w:b/>
                                    <w:iCs/>
                                    <w:sz w:val="24"/>
                                    <w:szCs w:val="16"/>
                                  </w:rPr>
                                </w:pPr>
                              </w:p>
                              <w:p w14:paraId="3E4DAFF2" w14:textId="77777777" w:rsidR="00E60767" w:rsidRDefault="00E60767" w:rsidP="00E60767">
                                <w:pPr>
                                  <w:snapToGrid w:val="0"/>
                                  <w:ind w:right="420"/>
                                  <w:jc w:val="right"/>
                                  <w:rPr>
                                    <w:rFonts w:ascii="HGｺﾞｼｯｸM" w:eastAsia="HGｺﾞｼｯｸM"/>
                                    <w:szCs w:val="12"/>
                                    <w:bdr w:val="single" w:sz="4" w:space="0" w:color="auto"/>
                                  </w:rPr>
                                </w:pPr>
                              </w:p>
                              <w:p w14:paraId="1B6A2B82" w14:textId="5313EBE6" w:rsidR="00E60767" w:rsidRPr="003F399D" w:rsidRDefault="00E60767" w:rsidP="00E60767">
                                <w:pPr>
                                  <w:snapToGrid w:val="0"/>
                                  <w:ind w:right="420"/>
                                  <w:jc w:val="right"/>
                                  <w:rPr>
                                    <w:rFonts w:ascii="HGｺﾞｼｯｸM" w:eastAsia="HGｺﾞｼｯｸM"/>
                                    <w:b/>
                                    <w:i/>
                                    <w:sz w:val="24"/>
                                    <w:szCs w:val="16"/>
                                  </w:rPr>
                                </w:pPr>
                                <w:r w:rsidRPr="003F399D">
                                  <w:rPr>
                                    <w:rFonts w:ascii="HGｺﾞｼｯｸM" w:eastAsia="HGｺﾞｼｯｸM" w:hint="eastAsia"/>
                                    <w:szCs w:val="12"/>
                                    <w:bdr w:val="single" w:sz="4" w:space="0" w:color="auto"/>
                                  </w:rPr>
                                  <w:t>資料</w:t>
                                </w:r>
                                <w:r>
                                  <w:rPr>
                                    <w:rFonts w:ascii="HGｺﾞｼｯｸM" w:eastAsia="HGｺﾞｼｯｸM"/>
                                    <w:szCs w:val="12"/>
                                    <w:bdr w:val="single" w:sz="4" w:space="0" w:color="auto"/>
                                  </w:rPr>
                                  <w:t>1</w:t>
                                </w:r>
                              </w:p>
                              <w:p w14:paraId="16E308A4" w14:textId="3EEC616B" w:rsidR="002C0761" w:rsidRPr="002C0761" w:rsidRDefault="002C0761" w:rsidP="00C764FD">
                                <w:pPr>
                                  <w:snapToGrid w:val="0"/>
                                  <w:rPr>
                                    <w:rFonts w:ascii="HGｺﾞｼｯｸM" w:eastAsia="HGｺﾞｼｯｸM"/>
                                    <w:b/>
                                    <w:iCs/>
                                    <w:sz w:val="24"/>
                                    <w:szCs w:val="16"/>
                                  </w:rPr>
                                </w:pPr>
                                <w:r w:rsidRPr="002C0761">
                                  <w:rPr>
                                    <w:rFonts w:ascii="HGｺﾞｼｯｸM" w:eastAsia="HGｺﾞｼｯｸM" w:hint="eastAsia"/>
                                    <w:b/>
                                    <w:iCs/>
                                    <w:sz w:val="24"/>
                                    <w:szCs w:val="16"/>
                                  </w:rPr>
                                  <w:t>うら</w:t>
                                </w:r>
                              </w:p>
                              <w:p w14:paraId="24F9B4D2" w14:textId="6A565958" w:rsidR="007D0024" w:rsidRPr="003F399D" w:rsidRDefault="007D0024" w:rsidP="00C764FD">
                                <w:pPr>
                                  <w:snapToGrid w:val="0"/>
                                  <w:rPr>
                                    <w:rFonts w:ascii="HGｺﾞｼｯｸM" w:eastAsia="HGｺﾞｼｯｸM"/>
                                    <w:b/>
                                    <w:i/>
                                    <w:sz w:val="24"/>
                                    <w:szCs w:val="16"/>
                                  </w:rPr>
                                </w:pPr>
                                <w:r w:rsidRPr="003F399D">
                                  <w:rPr>
                                    <w:rFonts w:ascii="HGｺﾞｼｯｸM" w:eastAsia="HGｺﾞｼｯｸM" w:hint="eastAsia"/>
                                    <w:b/>
                                    <w:i/>
                                    <w:sz w:val="24"/>
                                    <w:szCs w:val="16"/>
                                  </w:rPr>
                                  <w:t>学会ﾌﾟﾛｸﾞﾗﾑの写し</w:t>
                                </w:r>
                                <w:r w:rsidR="00C24A77">
                                  <w:rPr>
                                    <w:rFonts w:ascii="HGｺﾞｼｯｸM" w:eastAsia="HGｺﾞｼｯｸM" w:hint="eastAsia"/>
                                    <w:b/>
                                    <w:i/>
                                    <w:sz w:val="24"/>
                                    <w:szCs w:val="16"/>
                                  </w:rPr>
                                  <w:t>など</w:t>
                                </w:r>
                              </w:p>
                              <w:p w14:paraId="1A9AAB1E" w14:textId="77777777" w:rsidR="007D0024" w:rsidRPr="003F399D" w:rsidRDefault="007D0024" w:rsidP="00C764FD">
                                <w:pPr>
                                  <w:snapToGrid w:val="0"/>
                                  <w:ind w:firstLineChars="50" w:firstLine="105"/>
                                  <w:rPr>
                                    <w:rFonts w:ascii="HGｺﾞｼｯｸM" w:eastAsia="HGｺﾞｼｯｸM"/>
                                    <w:szCs w:val="12"/>
                                  </w:rPr>
                                </w:pPr>
                                <w:r w:rsidRPr="003F399D">
                                  <w:rPr>
                                    <w:rFonts w:ascii="HGｺﾞｼｯｸM" w:eastAsia="HGｺﾞｼｯｸM" w:hint="eastAsia"/>
                                    <w:szCs w:val="12"/>
                                  </w:rPr>
                                  <w:t>本人氏名</w:t>
                                </w:r>
                              </w:p>
                              <w:p w14:paraId="51730182" w14:textId="77777777" w:rsidR="00B97FD9" w:rsidRDefault="007D0024" w:rsidP="00B97FD9">
                                <w:pPr>
                                  <w:snapToGrid w:val="0"/>
                                  <w:ind w:firstLineChars="50" w:firstLine="105"/>
                                  <w:rPr>
                                    <w:rFonts w:ascii="HGｺﾞｼｯｸM" w:eastAsia="HGｺﾞｼｯｸM"/>
                                    <w:szCs w:val="12"/>
                                  </w:rPr>
                                </w:pPr>
                                <w:r w:rsidRPr="003F399D">
                                  <w:rPr>
                                    <w:rFonts w:ascii="HGｺﾞｼｯｸM" w:eastAsia="HGｺﾞｼｯｸM" w:hint="eastAsia"/>
                                    <w:szCs w:val="12"/>
                                  </w:rPr>
                                  <w:t>発表題目等が分かる</w:t>
                                </w:r>
                              </w:p>
                              <w:p w14:paraId="26F41BDC" w14:textId="24B867CE" w:rsidR="007D0024" w:rsidRPr="003F399D" w:rsidRDefault="007D0024" w:rsidP="00B97FD9">
                                <w:pPr>
                                  <w:snapToGrid w:val="0"/>
                                  <w:ind w:firstLineChars="50" w:firstLine="105"/>
                                  <w:rPr>
                                    <w:rFonts w:ascii="HGｺﾞｼｯｸM" w:eastAsia="HGｺﾞｼｯｸM"/>
                                    <w:szCs w:val="12"/>
                                  </w:rPr>
                                </w:pPr>
                                <w:r w:rsidRPr="003F399D">
                                  <w:rPr>
                                    <w:rFonts w:ascii="HGｺﾞｼｯｸM" w:eastAsia="HGｺﾞｼｯｸM" w:hint="eastAsia"/>
                                    <w:szCs w:val="12"/>
                                  </w:rPr>
                                  <w:t>ページ</w:t>
                                </w:r>
                              </w:p>
                              <w:p w14:paraId="7DDD846F" w14:textId="77777777" w:rsidR="007D0024" w:rsidRPr="003F399D" w:rsidRDefault="007D0024" w:rsidP="00C764FD">
                                <w:pPr>
                                  <w:snapToGrid w:val="0"/>
                                  <w:ind w:firstLineChars="50" w:firstLine="105"/>
                                  <w:rPr>
                                    <w:rFonts w:ascii="HGｺﾞｼｯｸM" w:eastAsia="HGｺﾞｼｯｸM"/>
                                    <w:szCs w:val="12"/>
                                  </w:rPr>
                                </w:pPr>
                                <w:r w:rsidRPr="003F399D">
                                  <w:rPr>
                                    <w:rFonts w:ascii="HGｺﾞｼｯｸM" w:eastAsia="HGｺﾞｼｯｸM" w:hint="eastAsia"/>
                                    <w:szCs w:val="12"/>
                                  </w:rPr>
                                  <w:t>(該当箇所にマーカー)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33" name="テキスト ボックス 33"/>
                        <wps:cNvSpPr txBox="1"/>
                        <wps:spPr>
                          <a:xfrm>
                            <a:off x="698294" y="-63853"/>
                            <a:ext cx="1737487" cy="2971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50C624F" w14:textId="66E183FB" w:rsidR="007D0024" w:rsidRPr="003F399D" w:rsidRDefault="007D0024" w:rsidP="008527F6">
                              <w:pPr>
                                <w:spacing w:line="0" w:lineRule="atLeast"/>
                                <w:ind w:firstLineChars="200" w:firstLine="482"/>
                                <w:rPr>
                                  <w:rFonts w:ascii="HGｺﾞｼｯｸM" w:eastAsia="HGｺﾞｼｯｸM"/>
                                  <w:b/>
                                  <w:i/>
                                  <w:sz w:val="24"/>
                                  <w:szCs w:val="16"/>
                                </w:rPr>
                              </w:pPr>
                              <w:r w:rsidRPr="003F399D">
                                <w:rPr>
                                  <w:rFonts w:ascii="HGｺﾞｼｯｸM" w:eastAsia="HGｺﾞｼｯｸM" w:hint="eastAsia"/>
                                  <w:b/>
                                  <w:i/>
                                  <w:sz w:val="24"/>
                                  <w:szCs w:val="16"/>
                                </w:rPr>
                                <w:t>業績を証明する資料〔例〕</w:t>
                              </w:r>
                            </w:p>
                            <w:p w14:paraId="37244AC4" w14:textId="77777777" w:rsidR="007D0024" w:rsidRPr="003F399D" w:rsidRDefault="007D0024" w:rsidP="00C764FD">
                              <w:pPr>
                                <w:spacing w:line="0" w:lineRule="atLeast"/>
                                <w:jc w:val="center"/>
                                <w:rPr>
                                  <w:rFonts w:ascii="HGｺﾞｼｯｸM" w:eastAsia="HGｺﾞｼｯｸM"/>
                                  <w:sz w:val="24"/>
                                  <w:szCs w:val="16"/>
                                </w:rPr>
                              </w:pPr>
                              <w:r w:rsidRPr="003F399D">
                                <w:rPr>
                                  <w:rFonts w:ascii="HGｺﾞｼｯｸM" w:eastAsia="HGｺﾞｼｯｸM" w:hint="eastAsia"/>
                                  <w:sz w:val="24"/>
                                  <w:szCs w:val="16"/>
                                </w:rPr>
                                <w:t>A4判に統一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C80E347" id="グループ化 34" o:spid="_x0000_s1026" style="position:absolute;margin-left:29.55pt;margin-top:12.7pt;width:449.25pt;height:239.25pt;z-index:251644928;mso-width-relative:margin;mso-height-relative:margin" coordorigin=",-638" coordsize="31020,189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">
                <v:group id="グループ化 30" o:spid="_x0000_s1027" style="position:absolute;top:2756;width:31020;height:15561" coordorigin=",84" coordsize="31020,15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group id="グループ化 27" o:spid="_x0000_s1028" style="position:absolute;top:84;width:31020;height:15561" coordorigin=",84" coordsize="31021,155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shapetype id="_x0000_t202" coordsize="21600,21600" o:spt="202" path="m,l,21600r21600,l21600,xe">
                      <v:stroke joinstyle="miter"/>
                      <v:path gradientshapeok="t" o:connecttype="rect"/>
                    </v:shapetype>
                    <v:shape id="テキスト ボックス 25" o:spid="_x0000_s1029" type="#_x0000_t202" style="position:absolute;left:19594;top:84;width:11427;height:149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" filled="f" stroked="f" strokeweight=".5pt">
                      <v:textbox>
                        <w:txbxContent>
                          <w:p w14:paraId="187AE5B2" w14:textId="7DCC40F7" w:rsidR="007D0024" w:rsidRDefault="002C0761" w:rsidP="002C0761">
                            <w:pPr>
                              <w:snapToGrid w:val="0"/>
                              <w:ind w:right="210"/>
                              <w:jc w:val="left"/>
                              <w:rPr>
                                <w:rFonts w:ascii="HGｺﾞｼｯｸM" w:eastAsia="HGｺﾞｼｯｸM"/>
                                <w:bCs/>
                                <w:iCs/>
                                <w:sz w:val="24"/>
                                <w:szCs w:val="16"/>
                              </w:rPr>
                            </w:pPr>
                            <w:r>
                              <w:rPr>
                                <w:rFonts w:ascii="HGｺﾞｼｯｸM" w:eastAsia="HGｺﾞｼｯｸM" w:hint="eastAsia"/>
                                <w:bCs/>
                                <w:iCs/>
                                <w:sz w:val="24"/>
                                <w:szCs w:val="16"/>
                              </w:rPr>
                              <w:t>※</w:t>
                            </w:r>
                            <w:r w:rsidRPr="002C0761">
                              <w:rPr>
                                <w:rFonts w:ascii="HGｺﾞｼｯｸM" w:eastAsia="HGｺﾞｼｯｸM" w:hint="eastAsia"/>
                                <w:bCs/>
                                <w:iCs/>
                                <w:sz w:val="24"/>
                                <w:szCs w:val="16"/>
                              </w:rPr>
                              <w:t>同一</w:t>
                            </w:r>
                            <w:r>
                              <w:rPr>
                                <w:rFonts w:ascii="HGｺﾞｼｯｸM" w:eastAsia="HGｺﾞｼｯｸM" w:hint="eastAsia"/>
                                <w:bCs/>
                                <w:iCs/>
                                <w:sz w:val="24"/>
                                <w:szCs w:val="16"/>
                              </w:rPr>
                              <w:t>の業績は、なるべく1枚にまとめ</w:t>
                            </w:r>
                            <w:r w:rsidRPr="002C0761">
                              <w:rPr>
                                <w:rFonts w:ascii="HGｺﾞｼｯｸM" w:eastAsia="HGｺﾞｼｯｸM" w:hint="eastAsia"/>
                                <w:b/>
                                <w:iCs/>
                                <w:sz w:val="24"/>
                                <w:szCs w:val="16"/>
                              </w:rPr>
                              <w:t>うらおもて</w:t>
                            </w:r>
                            <w:r>
                              <w:rPr>
                                <w:rFonts w:ascii="HGｺﾞｼｯｸM" w:eastAsia="HGｺﾞｼｯｸM" w:hint="eastAsia"/>
                                <w:bCs/>
                                <w:iCs/>
                                <w:sz w:val="24"/>
                                <w:szCs w:val="16"/>
                              </w:rPr>
                              <w:t>にすること。</w:t>
                            </w:r>
                            <w:r w:rsidR="00B97FD9">
                              <w:rPr>
                                <w:rFonts w:ascii="HGｺﾞｼｯｸM" w:eastAsia="HGｺﾞｼｯｸM" w:hint="eastAsia"/>
                                <w:bCs/>
                                <w:iCs/>
                                <w:sz w:val="24"/>
                                <w:szCs w:val="16"/>
                              </w:rPr>
                              <w:t xml:space="preserve">　</w:t>
                            </w:r>
                          </w:p>
                          <w:p w14:paraId="1FE54C67" w14:textId="1BF0DD40" w:rsidR="00B97FD9" w:rsidRDefault="00B97FD9" w:rsidP="002C0761">
                            <w:pPr>
                              <w:snapToGrid w:val="0"/>
                              <w:ind w:right="210"/>
                              <w:jc w:val="left"/>
                              <w:rPr>
                                <w:rFonts w:ascii="HGｺﾞｼｯｸM" w:eastAsia="HGｺﾞｼｯｸM"/>
                                <w:bCs/>
                                <w:iCs/>
                                <w:sz w:val="24"/>
                                <w:szCs w:val="16"/>
                              </w:rPr>
                            </w:pPr>
                          </w:p>
                          <w:p w14:paraId="0983ED8F" w14:textId="77777777" w:rsidR="00B97FD9" w:rsidRDefault="00B97FD9" w:rsidP="00B97FD9">
                            <w:pPr>
                              <w:pStyle w:val="af1"/>
                              <w:snapToGrid w:val="0"/>
                              <w:ind w:leftChars="0" w:left="360"/>
                              <w:rPr>
                                <w:rFonts w:ascii="HGｺﾞｼｯｸM" w:eastAsia="HGｺﾞｼｯｸM"/>
                                <w:b/>
                                <w:iCs/>
                                <w:sz w:val="24"/>
                                <w:szCs w:val="16"/>
                              </w:rPr>
                            </w:pPr>
                            <w:r>
                              <w:rPr>
                                <w:rFonts w:ascii="HGｺﾞｼｯｸM" w:eastAsia="HGｺﾞｼｯｸM" w:hint="eastAsia"/>
                                <w:b/>
                                <w:iCs/>
                                <w:sz w:val="24"/>
                                <w:szCs w:val="16"/>
                              </w:rPr>
                              <w:t xml:space="preserve">　資料（リスト）番号、</w:t>
                            </w:r>
                          </w:p>
                          <w:p w14:paraId="10652DC6" w14:textId="499AE330" w:rsidR="00B97FD9" w:rsidRPr="00B97FD9" w:rsidRDefault="00B97FD9" w:rsidP="00B97FD9">
                            <w:pPr>
                              <w:pStyle w:val="af1"/>
                              <w:snapToGrid w:val="0"/>
                              <w:ind w:leftChars="0" w:left="482" w:hangingChars="200" w:hanging="482"/>
                              <w:rPr>
                                <w:rFonts w:ascii="HGｺﾞｼｯｸM" w:eastAsia="HGｺﾞｼｯｸM"/>
                                <w:bCs/>
                                <w:iCs/>
                                <w:sz w:val="24"/>
                                <w:szCs w:val="16"/>
                              </w:rPr>
                            </w:pPr>
                            <w:r>
                              <w:rPr>
                                <w:rFonts w:ascii="HGｺﾞｼｯｸM" w:eastAsia="HGｺﾞｼｯｸM" w:hint="eastAsia"/>
                                <w:b/>
                                <w:iCs/>
                                <w:sz w:val="24"/>
                                <w:szCs w:val="16"/>
                              </w:rPr>
                              <w:t xml:space="preserve">　　研究科名、学籍番号、奨学生番号、氏名</w:t>
                            </w:r>
                            <w:r w:rsidRPr="00B97FD9">
                              <w:rPr>
                                <w:rFonts w:ascii="HGｺﾞｼｯｸM" w:eastAsia="HGｺﾞｼｯｸM" w:hint="eastAsia"/>
                                <w:bCs/>
                                <w:iCs/>
                                <w:sz w:val="24"/>
                                <w:szCs w:val="16"/>
                              </w:rPr>
                              <w:t xml:space="preserve">を記入すること　　　</w:t>
                            </w:r>
                          </w:p>
                          <w:p w14:paraId="0264A770" w14:textId="77777777" w:rsidR="00B97FD9" w:rsidRPr="00B97FD9" w:rsidRDefault="00B97FD9" w:rsidP="002C0761">
                            <w:pPr>
                              <w:snapToGrid w:val="0"/>
                              <w:ind w:right="210"/>
                              <w:jc w:val="left"/>
                              <w:rPr>
                                <w:rFonts w:ascii="HGｺﾞｼｯｸM" w:eastAsia="HGｺﾞｼｯｸM"/>
                                <w:bCs/>
                                <w:iCs/>
                                <w:sz w:val="24"/>
                                <w:szCs w:val="16"/>
                              </w:rPr>
                            </w:pPr>
                          </w:p>
                          <w:p w14:paraId="52716EFD" w14:textId="008225CD" w:rsidR="00B97FD9" w:rsidRPr="00B97FD9" w:rsidRDefault="00B97FD9" w:rsidP="00B97FD9">
                            <w:pPr>
                              <w:pStyle w:val="af1"/>
                              <w:snapToGrid w:val="0"/>
                              <w:ind w:leftChars="0" w:left="360"/>
                              <w:rPr>
                                <w:rFonts w:ascii="HGｺﾞｼｯｸM" w:eastAsia="HGｺﾞｼｯｸM"/>
                                <w:b/>
                                <w:iCs/>
                                <w:sz w:val="24"/>
                                <w:szCs w:val="16"/>
                              </w:rPr>
                            </w:pPr>
                            <w:r>
                              <w:rPr>
                                <w:rFonts w:ascii="HGｺﾞｼｯｸM" w:eastAsia="HGｺﾞｼｯｸM" w:hint="eastAsia"/>
                                <w:b/>
                                <w:iCs/>
                                <w:sz w:val="24"/>
                                <w:szCs w:val="16"/>
                              </w:rPr>
                              <w:t xml:space="preserve">　　　</w:t>
                            </w:r>
                          </w:p>
                          <w:p w14:paraId="2B64142C" w14:textId="77777777" w:rsidR="00B97FD9" w:rsidRPr="002C0761" w:rsidRDefault="00B97FD9" w:rsidP="002C0761">
                            <w:pPr>
                              <w:snapToGrid w:val="0"/>
                              <w:ind w:right="210"/>
                              <w:jc w:val="left"/>
                              <w:rPr>
                                <w:rFonts w:ascii="HGｺﾞｼｯｸM" w:eastAsia="HGｺﾞｼｯｸM"/>
                                <w:bCs/>
                                <w:iCs/>
                                <w:sz w:val="24"/>
                                <w:szCs w:val="16"/>
                              </w:rPr>
                            </w:pPr>
                          </w:p>
                        </w:txbxContent>
                      </v:textbox>
                    </v:shape>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メモ 20" o:spid="_x0000_s1030" type="#_x0000_t65" style="position:absolute;left:9621;top:3267;width:10191;height:123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" adj="15735" fillcolor="white [3212]" strokecolor="black [3213]" strokeweight="1.5pt"/>
                    <v:group id="グループ化 17" o:spid="_x0000_s1031" style="position:absolute;top:2256;width:10191;height:12382" coordsize="10191,12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 id="_x0000_s1032" type="#_x0000_t65" style="position:absolute;width:10191;height:12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" adj="15735" fillcolor="white [3212]" strokecolor="black [3213]" strokeweight="1.5pt"/>
                      <v:shape id="テキスト ボックス 16" o:spid="_x0000_s1033" type="#_x0000_t202" style="position:absolute;left:61;top:573;width:9560;height:11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" filled="f" stroked="f" strokeweight=".5pt">
                        <v:textbox>
                          <w:txbxContent>
                            <w:p w14:paraId="1F236445" w14:textId="77777777" w:rsidR="007D0024" w:rsidRPr="003F399D" w:rsidRDefault="007D0024" w:rsidP="00C764FD">
                              <w:pPr>
                                <w:snapToGrid w:val="0"/>
                                <w:jc w:val="right"/>
                                <w:rPr>
                                  <w:rFonts w:ascii="HGｺﾞｼｯｸM" w:eastAsia="HGｺﾞｼｯｸM"/>
                                  <w:szCs w:val="12"/>
                                </w:rPr>
                              </w:pPr>
                              <w:r w:rsidRPr="003F399D">
                                <w:rPr>
                                  <w:rFonts w:ascii="HGｺﾞｼｯｸM" w:eastAsia="HGｺﾞｼｯｸM" w:hint="eastAsia"/>
                                  <w:szCs w:val="12"/>
                                  <w:bdr w:val="single" w:sz="4" w:space="0" w:color="auto"/>
                                </w:rPr>
                                <w:t>資料1</w:t>
                              </w:r>
                            </w:p>
                            <w:p w14:paraId="1B792C03" w14:textId="20368D43" w:rsidR="002C0761" w:rsidRDefault="002C0761" w:rsidP="00C764FD">
                              <w:pPr>
                                <w:snapToGrid w:val="0"/>
                                <w:rPr>
                                  <w:rFonts w:ascii="HGｺﾞｼｯｸM" w:eastAsia="HGｺﾞｼｯｸM"/>
                                  <w:b/>
                                  <w:iCs/>
                                  <w:sz w:val="24"/>
                                  <w:szCs w:val="16"/>
                                </w:rPr>
                              </w:pPr>
                              <w:r>
                                <w:rPr>
                                  <w:rFonts w:ascii="HGｺﾞｼｯｸM" w:eastAsia="HGｺﾞｼｯｸM" w:hint="eastAsia"/>
                                  <w:b/>
                                  <w:iCs/>
                                  <w:sz w:val="24"/>
                                  <w:szCs w:val="16"/>
                                </w:rPr>
                                <w:t xml:space="preserve">　　　　　　　</w:t>
                              </w:r>
                              <w:bookmarkStart w:id="2" w:name="_Hlk125372747"/>
                              <w:r>
                                <w:rPr>
                                  <w:rFonts w:ascii="HGｺﾞｼｯｸM" w:eastAsia="HGｺﾞｼｯｸM" w:hint="eastAsia"/>
                                  <w:b/>
                                  <w:iCs/>
                                  <w:sz w:val="24"/>
                                  <w:szCs w:val="16"/>
                                </w:rPr>
                                <w:t xml:space="preserve">　</w:t>
                              </w:r>
                              <w:bookmarkStart w:id="3" w:name="_Hlk125372664"/>
                            </w:p>
                            <w:bookmarkEnd w:id="2"/>
                            <w:bookmarkEnd w:id="3"/>
                            <w:p w14:paraId="38F042D1" w14:textId="00E7CE02" w:rsidR="002C0761" w:rsidRPr="002C0761" w:rsidRDefault="002C0761" w:rsidP="00C764FD">
                              <w:pPr>
                                <w:snapToGrid w:val="0"/>
                                <w:rPr>
                                  <w:rFonts w:ascii="HGｺﾞｼｯｸM" w:eastAsia="HGｺﾞｼｯｸM"/>
                                  <w:b/>
                                  <w:iCs/>
                                  <w:sz w:val="24"/>
                                  <w:szCs w:val="16"/>
                                </w:rPr>
                              </w:pPr>
                              <w:r w:rsidRPr="002C0761">
                                <w:rPr>
                                  <w:rFonts w:ascii="HGｺﾞｼｯｸM" w:eastAsia="HGｺﾞｼｯｸM" w:hint="eastAsia"/>
                                  <w:b/>
                                  <w:iCs/>
                                  <w:sz w:val="24"/>
                                  <w:szCs w:val="16"/>
                                </w:rPr>
                                <w:t>おもて</w:t>
                              </w:r>
                            </w:p>
                            <w:p w14:paraId="2BCA6E94" w14:textId="01429D02" w:rsidR="007D0024" w:rsidRDefault="007D0024" w:rsidP="00066FFE">
                              <w:r w:rsidRPr="003F399D">
                                <w:rPr>
                                  <w:rFonts w:hint="eastAsia"/>
                                </w:rPr>
                                <w:t>学会</w:t>
                              </w:r>
                              <w:r w:rsidR="00E60767">
                                <w:rPr>
                                  <w:rFonts w:hint="eastAsia"/>
                                </w:rPr>
                                <w:t>誌</w:t>
                              </w:r>
                              <w:r w:rsidRPr="003F399D">
                                <w:rPr>
                                  <w:rFonts w:hint="eastAsia"/>
                                </w:rPr>
                                <w:t>表紙の写し</w:t>
                              </w:r>
                              <w:r w:rsidR="00C24A77">
                                <w:rPr>
                                  <w:rFonts w:hint="eastAsia"/>
                                </w:rPr>
                                <w:t>など</w:t>
                              </w:r>
                            </w:p>
                            <w:p w14:paraId="3919CEA0" w14:textId="70199669" w:rsidR="007969AD" w:rsidRPr="003F399D" w:rsidRDefault="007969AD" w:rsidP="00C764FD">
                              <w:pPr>
                                <w:snapToGrid w:val="0"/>
                                <w:rPr>
                                  <w:rFonts w:ascii="HGｺﾞｼｯｸM" w:eastAsia="HGｺﾞｼｯｸM"/>
                                  <w:b/>
                                  <w:i/>
                                  <w:sz w:val="24"/>
                                  <w:szCs w:val="16"/>
                                </w:rPr>
                              </w:pPr>
                              <w:r>
                                <w:rPr>
                                  <w:rFonts w:ascii="HGｺﾞｼｯｸM" w:eastAsia="HGｺﾞｼｯｸM" w:hint="eastAsia"/>
                                  <w:b/>
                                  <w:i/>
                                  <w:sz w:val="24"/>
                                  <w:szCs w:val="16"/>
                                </w:rPr>
                                <w:t>（H</w:t>
                              </w:r>
                              <w:r w:rsidR="00222681">
                                <w:rPr>
                                  <w:rFonts w:ascii="HGｺﾞｼｯｸM" w:eastAsia="HGｺﾞｼｯｸM"/>
                                  <w:b/>
                                  <w:i/>
                                  <w:sz w:val="24"/>
                                  <w:szCs w:val="16"/>
                                </w:rPr>
                                <w:t>P</w:t>
                              </w:r>
                              <w:r w:rsidR="00222681">
                                <w:rPr>
                                  <w:rFonts w:ascii="HGｺﾞｼｯｸM" w:eastAsia="HGｺﾞｼｯｸM" w:hint="eastAsia"/>
                                  <w:b/>
                                  <w:i/>
                                  <w:sz w:val="24"/>
                                  <w:szCs w:val="16"/>
                                </w:rPr>
                                <w:t>の</w:t>
                              </w:r>
                              <w:r>
                                <w:rPr>
                                  <w:rFonts w:ascii="HGｺﾞｼｯｸM" w:eastAsia="HGｺﾞｼｯｸM" w:hint="eastAsia"/>
                                  <w:b/>
                                  <w:i/>
                                  <w:sz w:val="24"/>
                                  <w:szCs w:val="16"/>
                                </w:rPr>
                                <w:t>画面コピーでも可）</w:t>
                              </w:r>
                            </w:p>
                            <w:p w14:paraId="1000F07F" w14:textId="77777777" w:rsidR="007D0024" w:rsidRPr="003F399D" w:rsidRDefault="007D0024" w:rsidP="00C764FD">
                              <w:pPr>
                                <w:snapToGrid w:val="0"/>
                                <w:ind w:firstLineChars="50" w:firstLine="105"/>
                                <w:rPr>
                                  <w:rFonts w:ascii="HGｺﾞｼｯｸM" w:eastAsia="HGｺﾞｼｯｸM"/>
                                  <w:szCs w:val="12"/>
                                </w:rPr>
                              </w:pPr>
                              <w:r w:rsidRPr="003F399D">
                                <w:rPr>
                                  <w:rFonts w:ascii="HGｺﾞｼｯｸM" w:eastAsia="HGｺﾞｼｯｸM" w:hint="eastAsia"/>
                                  <w:szCs w:val="12"/>
                                </w:rPr>
                                <w:t>学会名</w:t>
                              </w:r>
                            </w:p>
                            <w:p w14:paraId="0F16EB9E" w14:textId="77777777" w:rsidR="007D0024" w:rsidRPr="003F399D" w:rsidRDefault="007D0024" w:rsidP="00C764FD">
                              <w:pPr>
                                <w:snapToGrid w:val="0"/>
                                <w:ind w:firstLineChars="50" w:firstLine="105"/>
                                <w:rPr>
                                  <w:rFonts w:ascii="HGｺﾞｼｯｸM" w:eastAsia="HGｺﾞｼｯｸM"/>
                                  <w:szCs w:val="12"/>
                                </w:rPr>
                              </w:pPr>
                              <w:r w:rsidRPr="003F399D">
                                <w:rPr>
                                  <w:rFonts w:ascii="HGｺﾞｼｯｸM" w:eastAsia="HGｺﾞｼｯｸM" w:hint="eastAsia"/>
                                  <w:szCs w:val="12"/>
                                </w:rPr>
                                <w:t>開催年月日</w:t>
                              </w:r>
                            </w:p>
                            <w:p w14:paraId="7D59B7B4" w14:textId="77777777" w:rsidR="007D0024" w:rsidRPr="003F399D" w:rsidRDefault="007D0024" w:rsidP="00C764FD">
                              <w:pPr>
                                <w:snapToGrid w:val="0"/>
                                <w:ind w:firstLineChars="200" w:firstLine="420"/>
                                <w:rPr>
                                  <w:rFonts w:ascii="HGｺﾞｼｯｸM" w:eastAsia="HGｺﾞｼｯｸM"/>
                                  <w:szCs w:val="12"/>
                                </w:rPr>
                              </w:pPr>
                              <w:r w:rsidRPr="003F399D">
                                <w:rPr>
                                  <w:rFonts w:ascii="HGｺﾞｼｯｸM" w:eastAsia="HGｺﾞｼｯｸM" w:hint="eastAsia"/>
                                  <w:szCs w:val="12"/>
                                </w:rPr>
                                <w:t>等が分かるページ</w:t>
                              </w:r>
                            </w:p>
                          </w:txbxContent>
                        </v:textbox>
                      </v:shape>
                    </v:group>
                  </v:group>
                  <v:shape id="テキスト ボックス 21" o:spid="_x0000_s1034" type="#_x0000_t202" style="position:absolute;left:9782;top:534;width:10738;height:123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" filled="f" stroked="f" strokeweight=".5pt">
                    <v:textbox>
                      <w:txbxContent>
                        <w:p w14:paraId="44292B6D" w14:textId="77777777" w:rsidR="002C0761" w:rsidRDefault="002C0761" w:rsidP="00C764FD">
                          <w:pPr>
                            <w:snapToGrid w:val="0"/>
                            <w:rPr>
                              <w:rFonts w:ascii="HGｺﾞｼｯｸM" w:eastAsia="HGｺﾞｼｯｸM"/>
                              <w:b/>
                              <w:iCs/>
                              <w:sz w:val="24"/>
                              <w:szCs w:val="16"/>
                            </w:rPr>
                          </w:pPr>
                        </w:p>
                        <w:p w14:paraId="4675FF5C" w14:textId="77777777" w:rsidR="002C0761" w:rsidRDefault="002C0761" w:rsidP="00C764FD">
                          <w:pPr>
                            <w:snapToGrid w:val="0"/>
                            <w:rPr>
                              <w:rFonts w:ascii="HGｺﾞｼｯｸM" w:eastAsia="HGｺﾞｼｯｸM"/>
                              <w:b/>
                              <w:iCs/>
                              <w:sz w:val="24"/>
                              <w:szCs w:val="16"/>
                            </w:rPr>
                          </w:pPr>
                        </w:p>
                        <w:p w14:paraId="3E4DAFF2" w14:textId="77777777" w:rsidR="00E60767" w:rsidRDefault="00E60767" w:rsidP="00E60767">
                          <w:pPr>
                            <w:snapToGrid w:val="0"/>
                            <w:ind w:right="420"/>
                            <w:jc w:val="right"/>
                            <w:rPr>
                              <w:rFonts w:ascii="HGｺﾞｼｯｸM" w:eastAsia="HGｺﾞｼｯｸM"/>
                              <w:szCs w:val="12"/>
                              <w:bdr w:val="single" w:sz="4" w:space="0" w:color="auto"/>
                            </w:rPr>
                          </w:pPr>
                        </w:p>
                        <w:p w14:paraId="1B6A2B82" w14:textId="5313EBE6" w:rsidR="00E60767" w:rsidRPr="003F399D" w:rsidRDefault="00E60767" w:rsidP="00E60767">
                          <w:pPr>
                            <w:snapToGrid w:val="0"/>
                            <w:ind w:right="420"/>
                            <w:jc w:val="right"/>
                            <w:rPr>
                              <w:rFonts w:ascii="HGｺﾞｼｯｸM" w:eastAsia="HGｺﾞｼｯｸM"/>
                              <w:b/>
                              <w:i/>
                              <w:sz w:val="24"/>
                              <w:szCs w:val="16"/>
                            </w:rPr>
                          </w:pPr>
                          <w:r w:rsidRPr="003F399D">
                            <w:rPr>
                              <w:rFonts w:ascii="HGｺﾞｼｯｸM" w:eastAsia="HGｺﾞｼｯｸM" w:hint="eastAsia"/>
                              <w:szCs w:val="12"/>
                              <w:bdr w:val="single" w:sz="4" w:space="0" w:color="auto"/>
                            </w:rPr>
                            <w:t>資料</w:t>
                          </w:r>
                          <w:r>
                            <w:rPr>
                              <w:rFonts w:ascii="HGｺﾞｼｯｸM" w:eastAsia="HGｺﾞｼｯｸM"/>
                              <w:szCs w:val="12"/>
                              <w:bdr w:val="single" w:sz="4" w:space="0" w:color="auto"/>
                            </w:rPr>
                            <w:t>1</w:t>
                          </w:r>
                        </w:p>
                        <w:p w14:paraId="16E308A4" w14:textId="3EEC616B" w:rsidR="002C0761" w:rsidRPr="002C0761" w:rsidRDefault="002C0761" w:rsidP="00C764FD">
                          <w:pPr>
                            <w:snapToGrid w:val="0"/>
                            <w:rPr>
                              <w:rFonts w:ascii="HGｺﾞｼｯｸM" w:eastAsia="HGｺﾞｼｯｸM"/>
                              <w:b/>
                              <w:iCs/>
                              <w:sz w:val="24"/>
                              <w:szCs w:val="16"/>
                            </w:rPr>
                          </w:pPr>
                          <w:r w:rsidRPr="002C0761">
                            <w:rPr>
                              <w:rFonts w:ascii="HGｺﾞｼｯｸM" w:eastAsia="HGｺﾞｼｯｸM" w:hint="eastAsia"/>
                              <w:b/>
                              <w:iCs/>
                              <w:sz w:val="24"/>
                              <w:szCs w:val="16"/>
                            </w:rPr>
                            <w:t>うら</w:t>
                          </w:r>
                        </w:p>
                        <w:p w14:paraId="24F9B4D2" w14:textId="6A565958" w:rsidR="007D0024" w:rsidRPr="003F399D" w:rsidRDefault="007D0024" w:rsidP="00C764FD">
                          <w:pPr>
                            <w:snapToGrid w:val="0"/>
                            <w:rPr>
                              <w:rFonts w:ascii="HGｺﾞｼｯｸM" w:eastAsia="HGｺﾞｼｯｸM"/>
                              <w:b/>
                              <w:i/>
                              <w:sz w:val="24"/>
                              <w:szCs w:val="16"/>
                            </w:rPr>
                          </w:pPr>
                          <w:r w:rsidRPr="003F399D">
                            <w:rPr>
                              <w:rFonts w:ascii="HGｺﾞｼｯｸM" w:eastAsia="HGｺﾞｼｯｸM" w:hint="eastAsia"/>
                              <w:b/>
                              <w:i/>
                              <w:sz w:val="24"/>
                              <w:szCs w:val="16"/>
                            </w:rPr>
                            <w:t>学会ﾌﾟﾛｸﾞﾗﾑの写し</w:t>
                          </w:r>
                          <w:r w:rsidR="00C24A77">
                            <w:rPr>
                              <w:rFonts w:ascii="HGｺﾞｼｯｸM" w:eastAsia="HGｺﾞｼｯｸM" w:hint="eastAsia"/>
                              <w:b/>
                              <w:i/>
                              <w:sz w:val="24"/>
                              <w:szCs w:val="16"/>
                            </w:rPr>
                            <w:t>など</w:t>
                          </w:r>
                        </w:p>
                        <w:p w14:paraId="1A9AAB1E" w14:textId="77777777" w:rsidR="007D0024" w:rsidRPr="003F399D" w:rsidRDefault="007D0024" w:rsidP="00C764FD">
                          <w:pPr>
                            <w:snapToGrid w:val="0"/>
                            <w:ind w:firstLineChars="50" w:firstLine="105"/>
                            <w:rPr>
                              <w:rFonts w:ascii="HGｺﾞｼｯｸM" w:eastAsia="HGｺﾞｼｯｸM"/>
                              <w:szCs w:val="12"/>
                            </w:rPr>
                          </w:pPr>
                          <w:r w:rsidRPr="003F399D">
                            <w:rPr>
                              <w:rFonts w:ascii="HGｺﾞｼｯｸM" w:eastAsia="HGｺﾞｼｯｸM" w:hint="eastAsia"/>
                              <w:szCs w:val="12"/>
                            </w:rPr>
                            <w:t>本人氏名</w:t>
                          </w:r>
                        </w:p>
                        <w:p w14:paraId="51730182" w14:textId="77777777" w:rsidR="00B97FD9" w:rsidRDefault="007D0024" w:rsidP="00B97FD9">
                          <w:pPr>
                            <w:snapToGrid w:val="0"/>
                            <w:ind w:firstLineChars="50" w:firstLine="105"/>
                            <w:rPr>
                              <w:rFonts w:ascii="HGｺﾞｼｯｸM" w:eastAsia="HGｺﾞｼｯｸM"/>
                              <w:szCs w:val="12"/>
                            </w:rPr>
                          </w:pPr>
                          <w:r w:rsidRPr="003F399D">
                            <w:rPr>
                              <w:rFonts w:ascii="HGｺﾞｼｯｸM" w:eastAsia="HGｺﾞｼｯｸM" w:hint="eastAsia"/>
                              <w:szCs w:val="12"/>
                            </w:rPr>
                            <w:t>発表題目等が分かる</w:t>
                          </w:r>
                        </w:p>
                        <w:p w14:paraId="26F41BDC" w14:textId="24B867CE" w:rsidR="007D0024" w:rsidRPr="003F399D" w:rsidRDefault="007D0024" w:rsidP="00B97FD9">
                          <w:pPr>
                            <w:snapToGrid w:val="0"/>
                            <w:ind w:firstLineChars="50" w:firstLine="105"/>
                            <w:rPr>
                              <w:rFonts w:ascii="HGｺﾞｼｯｸM" w:eastAsia="HGｺﾞｼｯｸM"/>
                              <w:szCs w:val="12"/>
                            </w:rPr>
                          </w:pPr>
                          <w:r w:rsidRPr="003F399D">
                            <w:rPr>
                              <w:rFonts w:ascii="HGｺﾞｼｯｸM" w:eastAsia="HGｺﾞｼｯｸM" w:hint="eastAsia"/>
                              <w:szCs w:val="12"/>
                            </w:rPr>
                            <w:t>ページ</w:t>
                          </w:r>
                        </w:p>
                        <w:p w14:paraId="7DDD846F" w14:textId="77777777" w:rsidR="007D0024" w:rsidRPr="003F399D" w:rsidRDefault="007D0024" w:rsidP="00C764FD">
                          <w:pPr>
                            <w:snapToGrid w:val="0"/>
                            <w:ind w:firstLineChars="50" w:firstLine="105"/>
                            <w:rPr>
                              <w:rFonts w:ascii="HGｺﾞｼｯｸM" w:eastAsia="HGｺﾞｼｯｸM"/>
                              <w:szCs w:val="12"/>
                            </w:rPr>
                          </w:pPr>
                          <w:r w:rsidRPr="003F399D">
                            <w:rPr>
                              <w:rFonts w:ascii="HGｺﾞｼｯｸM" w:eastAsia="HGｺﾞｼｯｸM" w:hint="eastAsia"/>
                              <w:szCs w:val="12"/>
                            </w:rPr>
                            <w:t>(該当箇所にマーカー)</w:t>
                          </w:r>
                        </w:p>
                      </w:txbxContent>
                    </v:textbox>
                  </v:shape>
                </v:group>
                <v:shape id="テキスト ボックス 33" o:spid="_x0000_s1035" type="#_x0000_t202" style="position:absolute;left:6982;top:-638;width:17375;height:29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" filled="f" stroked="f" strokeweight=".5pt">
                  <v:textbox>
                    <w:txbxContent>
                      <w:p w14:paraId="350C624F" w14:textId="66E183FB" w:rsidR="007D0024" w:rsidRPr="003F399D" w:rsidRDefault="007D0024" w:rsidP="008527F6">
                        <w:pPr>
                          <w:spacing w:line="0" w:lineRule="atLeast"/>
                          <w:ind w:firstLineChars="200" w:firstLine="482"/>
                          <w:rPr>
                            <w:rFonts w:ascii="HGｺﾞｼｯｸM" w:eastAsia="HGｺﾞｼｯｸM"/>
                            <w:b/>
                            <w:i/>
                            <w:sz w:val="24"/>
                            <w:szCs w:val="16"/>
                          </w:rPr>
                        </w:pPr>
                        <w:r w:rsidRPr="003F399D">
                          <w:rPr>
                            <w:rFonts w:ascii="HGｺﾞｼｯｸM" w:eastAsia="HGｺﾞｼｯｸM" w:hint="eastAsia"/>
                            <w:b/>
                            <w:i/>
                            <w:sz w:val="24"/>
                            <w:szCs w:val="16"/>
                          </w:rPr>
                          <w:t>業績を証明する資料〔例〕</w:t>
                        </w:r>
                      </w:p>
                      <w:p w14:paraId="37244AC4" w14:textId="77777777" w:rsidR="007D0024" w:rsidRPr="003F399D" w:rsidRDefault="007D0024" w:rsidP="00C764FD">
                        <w:pPr>
                          <w:spacing w:line="0" w:lineRule="atLeast"/>
                          <w:jc w:val="center"/>
                          <w:rPr>
                            <w:rFonts w:ascii="HGｺﾞｼｯｸM" w:eastAsia="HGｺﾞｼｯｸM"/>
                            <w:sz w:val="24"/>
                            <w:szCs w:val="16"/>
                          </w:rPr>
                        </w:pPr>
                        <w:r w:rsidRPr="003F399D">
                          <w:rPr>
                            <w:rFonts w:ascii="HGｺﾞｼｯｸM" w:eastAsia="HGｺﾞｼｯｸM" w:hint="eastAsia"/>
                            <w:sz w:val="24"/>
                            <w:szCs w:val="16"/>
                          </w:rPr>
                          <w:t>A4判に統一</w:t>
                        </w:r>
                      </w:p>
                    </w:txbxContent>
                  </v:textbox>
                </v:shape>
              </v:group>
            </w:pict>
          </mc:Fallback>
        </mc:AlternateContent>
      </w:r>
    </w:p>
    <w:p w14:paraId="6D820840" w14:textId="5BE17635" w:rsidR="002F453A" w:rsidRPr="007D0817" w:rsidRDefault="002F453A" w:rsidP="002F453A">
      <w:pPr>
        <w:rPr>
          <w:rFonts w:ascii="HGｺﾞｼｯｸM" w:eastAsia="HGｺﾞｼｯｸM"/>
          <w:highlight w:val="yellow"/>
        </w:rPr>
      </w:pPr>
    </w:p>
    <w:p w14:paraId="308377E3" w14:textId="2A9E5A1E" w:rsidR="002F453A" w:rsidRDefault="002F453A" w:rsidP="002F453A">
      <w:pPr>
        <w:rPr>
          <w:rFonts w:ascii="HGｺﾞｼｯｸM" w:eastAsia="HGｺﾞｼｯｸM"/>
          <w:highlight w:val="yellow"/>
        </w:rPr>
      </w:pPr>
    </w:p>
    <w:p w14:paraId="17F3F935" w14:textId="2A410025" w:rsidR="00066FFE" w:rsidRPr="00066FFE" w:rsidRDefault="00066FFE" w:rsidP="002F453A">
      <w:pPr>
        <w:rPr>
          <w:rFonts w:ascii="HGｺﾞｼｯｸM" w:eastAsia="HGｺﾞｼｯｸM"/>
        </w:rPr>
      </w:pPr>
      <w:r w:rsidRPr="00066FFE">
        <w:rPr>
          <w:rFonts w:ascii="HGｺﾞｼｯｸM" w:eastAsia="HGｺﾞｼｯｸM" w:hint="eastAsia"/>
        </w:rPr>
        <w:t>●学会</w:t>
      </w:r>
    </w:p>
    <w:p w14:paraId="3E9B0406" w14:textId="77777777" w:rsidR="002F453A" w:rsidRPr="007D0817" w:rsidRDefault="002F453A" w:rsidP="002F453A">
      <w:pPr>
        <w:rPr>
          <w:rFonts w:ascii="HGｺﾞｼｯｸM" w:eastAsia="HGｺﾞｼｯｸM"/>
          <w:highlight w:val="yellow"/>
        </w:rPr>
      </w:pPr>
    </w:p>
    <w:p w14:paraId="5BF63BBC" w14:textId="77777777" w:rsidR="002F453A" w:rsidRPr="007D0817" w:rsidRDefault="002F453A" w:rsidP="002F453A">
      <w:pPr>
        <w:rPr>
          <w:rFonts w:ascii="HGｺﾞｼｯｸM" w:eastAsia="HGｺﾞｼｯｸM"/>
          <w:highlight w:val="yellow"/>
        </w:rPr>
      </w:pPr>
    </w:p>
    <w:p w14:paraId="105E882C" w14:textId="41A1E016" w:rsidR="002F453A" w:rsidRPr="007D0817" w:rsidRDefault="00222681" w:rsidP="002F453A">
      <w:pPr>
        <w:rPr>
          <w:rFonts w:ascii="HGｺﾞｼｯｸM" w:eastAsia="HGｺﾞｼｯｸM"/>
          <w:highlight w:val="yellow"/>
        </w:rPr>
      </w:pPr>
      <w:r>
        <w:rPr>
          <w:rFonts w:ascii="HGｺﾞｼｯｸM" w:eastAsia="HGｺﾞｼｯｸM"/>
          <w:noProof/>
        </w:rPr>
        <mc:AlternateContent>
          <mc:Choice Requires="wps">
            <w:drawing>
              <wp:anchor distT="0" distB="0" distL="114300" distR="114300" simplePos="0" relativeHeight="251655680" behindDoc="0" locked="0" layoutInCell="1" allowOverlap="1" wp14:anchorId="45B0F30B" wp14:editId="3F17AF77">
                <wp:simplePos x="0" y="0"/>
                <wp:positionH relativeFrom="column">
                  <wp:posOffset>1851660</wp:posOffset>
                </wp:positionH>
                <wp:positionV relativeFrom="paragraph">
                  <wp:posOffset>56515</wp:posOffset>
                </wp:positionV>
                <wp:extent cx="2533650" cy="409575"/>
                <wp:effectExtent l="57150" t="57150" r="57150" b="85725"/>
                <wp:wrapNone/>
                <wp:docPr id="22" name="直線矢印コネクタ 22"/>
                <wp:cNvGraphicFramePr/>
                <a:graphic xmlns:a="http://schemas.openxmlformats.org/drawingml/2006/main">
                  <a:graphicData uri="http://schemas.microsoft.com/office/word/2010/wordprocessingShape">
                    <wps:wsp>
                      <wps:cNvCnPr/>
                      <wps:spPr>
                        <a:xfrm flipH="1" flipV="1">
                          <a:off x="0" y="0"/>
                          <a:ext cx="2533650" cy="409575"/>
                        </a:xfrm>
                        <a:prstGeom prst="straightConnector1">
                          <a:avLst/>
                        </a:prstGeom>
                        <a:ln>
                          <a:tailEnd type="triangle"/>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type w14:anchorId="2AF94266" id="_x0000_t32" coordsize="21600,21600" o:spt="32" o:oned="t" path="m,l21600,21600e" filled="f">
                <v:path arrowok="t" fillok="f" o:connecttype="none"/>
                <o:lock v:ext="edit" shapetype="t"/>
              </v:shapetype>
              <v:shape id="直線矢印コネクタ 22" o:spid="_x0000_s1026" type="#_x0000_t32" style="position:absolute;left:0;text-align:left;margin-left:145.8pt;margin-top:4.45pt;width:199.5pt;height:32.25pt;flip:x y;z-index:2516556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" strokecolor="#4f81bd [3204]" strokeweight="2pt">
                <v:stroke endarrow="block"/>
                <v:shadow on="t" color="black" opacity="24903f" origin=",.5" offset="0,.55556mm"/>
              </v:shape>
            </w:pict>
          </mc:Fallback>
        </mc:AlternateContent>
      </w:r>
    </w:p>
    <w:p w14:paraId="159AB08A" w14:textId="23424D72" w:rsidR="002F453A" w:rsidRPr="007D0817" w:rsidRDefault="002F453A" w:rsidP="002F453A">
      <w:pPr>
        <w:rPr>
          <w:rFonts w:ascii="HGｺﾞｼｯｸM" w:eastAsia="HGｺﾞｼｯｸM"/>
          <w:highlight w:val="yellow"/>
        </w:rPr>
      </w:pPr>
    </w:p>
    <w:p w14:paraId="6A736C95" w14:textId="56CD68C5" w:rsidR="002F453A" w:rsidRDefault="002F453A" w:rsidP="002F453A">
      <w:pPr>
        <w:rPr>
          <w:rFonts w:ascii="HGｺﾞｼｯｸM" w:eastAsia="HGｺﾞｼｯｸM"/>
          <w:highlight w:val="yellow"/>
        </w:rPr>
      </w:pPr>
    </w:p>
    <w:p w14:paraId="691970C9" w14:textId="77777777" w:rsidR="003F399D" w:rsidRDefault="003F399D" w:rsidP="002F453A">
      <w:pPr>
        <w:rPr>
          <w:rFonts w:ascii="HGｺﾞｼｯｸM" w:eastAsia="HGｺﾞｼｯｸM"/>
          <w:highlight w:val="yellow"/>
        </w:rPr>
      </w:pPr>
    </w:p>
    <w:p w14:paraId="1008B500" w14:textId="77777777" w:rsidR="003F399D" w:rsidRDefault="003F399D" w:rsidP="002F453A">
      <w:pPr>
        <w:rPr>
          <w:rFonts w:ascii="HGｺﾞｼｯｸM" w:eastAsia="HGｺﾞｼｯｸM"/>
          <w:highlight w:val="yellow"/>
        </w:rPr>
      </w:pPr>
    </w:p>
    <w:p w14:paraId="39147CA5" w14:textId="77777777" w:rsidR="003F399D" w:rsidRDefault="003F399D" w:rsidP="002F453A">
      <w:pPr>
        <w:rPr>
          <w:rFonts w:ascii="HGｺﾞｼｯｸM" w:eastAsia="HGｺﾞｼｯｸM"/>
          <w:highlight w:val="yellow"/>
        </w:rPr>
      </w:pPr>
    </w:p>
    <w:p w14:paraId="61FE8FE5" w14:textId="77777777" w:rsidR="003F399D" w:rsidRDefault="003F399D" w:rsidP="002F453A">
      <w:pPr>
        <w:rPr>
          <w:rFonts w:ascii="HGｺﾞｼｯｸM" w:eastAsia="HGｺﾞｼｯｸM"/>
          <w:highlight w:val="yellow"/>
        </w:rPr>
      </w:pPr>
    </w:p>
    <w:p w14:paraId="7DE328BE" w14:textId="77777777" w:rsidR="003F399D" w:rsidRDefault="003F399D" w:rsidP="002F453A">
      <w:pPr>
        <w:rPr>
          <w:rFonts w:ascii="HGｺﾞｼｯｸM" w:eastAsia="HGｺﾞｼｯｸM"/>
          <w:highlight w:val="yellow"/>
        </w:rPr>
      </w:pPr>
    </w:p>
    <w:p w14:paraId="54008DF3" w14:textId="1F97BC89" w:rsidR="002C0761" w:rsidRPr="002C0761" w:rsidRDefault="002C0761" w:rsidP="002C0761">
      <w:pPr>
        <w:rPr>
          <w:rFonts w:ascii="HGｺﾞｼｯｸM" w:eastAsia="HGｺﾞｼｯｸM"/>
        </w:rPr>
      </w:pPr>
    </w:p>
    <w:p w14:paraId="4ABE7623" w14:textId="3FED2DB6" w:rsidR="00066FFE" w:rsidRDefault="00FF1DA1" w:rsidP="007969AD">
      <w:pPr>
        <w:ind w:left="-210"/>
        <w:rPr>
          <w:rFonts w:ascii="HGｺﾞｼｯｸM" w:eastAsia="HGｺﾞｼｯｸM"/>
        </w:rPr>
      </w:pPr>
      <w:r>
        <w:rPr>
          <w:noProof/>
        </w:rPr>
        <mc:AlternateContent>
          <mc:Choice Requires="wps">
            <w:drawing>
              <wp:anchor distT="0" distB="0" distL="114300" distR="114300" simplePos="0" relativeHeight="251658752" behindDoc="0" locked="0" layoutInCell="1" allowOverlap="1" wp14:anchorId="33B3DC82" wp14:editId="09710D1D">
                <wp:simplePos x="0" y="0"/>
                <wp:positionH relativeFrom="column">
                  <wp:posOffset>775335</wp:posOffset>
                </wp:positionH>
                <wp:positionV relativeFrom="paragraph">
                  <wp:posOffset>180339</wp:posOffset>
                </wp:positionV>
                <wp:extent cx="2124075" cy="2505075"/>
                <wp:effectExtent l="0" t="0" r="28575" b="28575"/>
                <wp:wrapNone/>
                <wp:docPr id="26" name="メモ 15"/>
                <wp:cNvGraphicFramePr/>
                <a:graphic xmlns:a="http://schemas.openxmlformats.org/drawingml/2006/main">
                  <a:graphicData uri="http://schemas.microsoft.com/office/word/2010/wordprocessingShape">
                    <wps:wsp>
                      <wps:cNvSpPr/>
                      <wps:spPr>
                        <a:xfrm>
                          <a:off x="0" y="0"/>
                          <a:ext cx="2124075" cy="2505075"/>
                        </a:xfrm>
                        <a:prstGeom prst="foldedCorner">
                          <a:avLst>
                            <a:gd name="adj" fmla="val 27154"/>
                          </a:avLst>
                        </a:prstGeom>
                        <a:solidFill>
                          <a:sysClr val="window" lastClr="FFFFFF"/>
                        </a:solidFill>
                        <a:ln w="19050" cap="flat" cmpd="sng" algn="ctr">
                          <a:solidFill>
                            <a:sysClr val="windowText" lastClr="000000"/>
                          </a:solidFill>
                          <a:prstDash val="solid"/>
                        </a:ln>
                        <a:effectLst/>
                      </wps:spPr>
                      <wps:txbx>
                        <w:txbxContent>
                          <w:p w14:paraId="48328B91" w14:textId="2471C4A5" w:rsidR="00066FFE" w:rsidRPr="00100D4B" w:rsidRDefault="00FF1DA1" w:rsidP="00100D4B">
                            <w:pPr>
                              <w:ind w:firstLineChars="1100" w:firstLine="2310"/>
                              <w:jc w:val="left"/>
                              <w:rPr>
                                <w:rFonts w:hint="eastAsia"/>
                                <w:bdr w:val="single" w:sz="4" w:space="0" w:color="auto"/>
                              </w:rPr>
                            </w:pPr>
                            <w:bookmarkStart w:id="4" w:name="_Hlk125374099"/>
                            <w:r w:rsidRPr="00066FFE">
                              <w:rPr>
                                <w:rFonts w:hint="eastAsia"/>
                                <w:bdr w:val="single" w:sz="4" w:space="0" w:color="auto"/>
                              </w:rPr>
                              <w:t>資料</w:t>
                            </w:r>
                            <w:r w:rsidRPr="00066FFE">
                              <w:rPr>
                                <w:rFonts w:hint="eastAsia"/>
                                <w:bdr w:val="single" w:sz="4" w:space="0" w:color="auto"/>
                              </w:rPr>
                              <w:t>2</w:t>
                            </w:r>
                            <w:bookmarkEnd w:id="4"/>
                          </w:p>
                          <w:p w14:paraId="24FC66C7" w14:textId="216F5C3E" w:rsidR="007969AD" w:rsidRPr="00E60767" w:rsidRDefault="007969AD" w:rsidP="007969AD">
                            <w:pPr>
                              <w:jc w:val="left"/>
                              <w:rPr>
                                <w:b/>
                                <w:bCs/>
                              </w:rPr>
                            </w:pPr>
                            <w:r w:rsidRPr="00E60767">
                              <w:rPr>
                                <w:rFonts w:hint="eastAsia"/>
                                <w:b/>
                                <w:bCs/>
                              </w:rPr>
                              <w:t>おもて</w:t>
                            </w:r>
                          </w:p>
                          <w:p w14:paraId="45C78798" w14:textId="07EAA4F6" w:rsidR="007969AD" w:rsidRDefault="007969AD" w:rsidP="007969AD">
                            <w:pPr>
                              <w:ind w:firstLineChars="100" w:firstLine="210"/>
                              <w:jc w:val="left"/>
                            </w:pPr>
                            <w:r>
                              <w:rPr>
                                <w:rFonts w:hint="eastAsia"/>
                              </w:rPr>
                              <w:t>論文タイトル、</w:t>
                            </w:r>
                            <w:r w:rsidR="00066FFE">
                              <w:rPr>
                                <w:rFonts w:hint="eastAsia"/>
                              </w:rPr>
                              <w:t>本人氏名</w:t>
                            </w:r>
                          </w:p>
                          <w:p w14:paraId="4FC72418" w14:textId="73EAEFAE" w:rsidR="00066FFE" w:rsidRDefault="00066FFE" w:rsidP="007969AD">
                            <w:pPr>
                              <w:ind w:firstLineChars="100" w:firstLine="210"/>
                              <w:jc w:val="left"/>
                            </w:pPr>
                            <w:r>
                              <w:rPr>
                                <w:rFonts w:hint="eastAsia"/>
                              </w:rPr>
                              <w:t>の入ったページ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B3DC82" id="メモ 15" o:spid="_x0000_s1036" type="#_x0000_t65" style="position:absolute;left:0;text-align:left;margin-left:61.05pt;margin-top:14.2pt;width:167.25pt;height:197.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" adj="15735" fillcolor="window" strokecolor="windowText" strokeweight="1.5pt">
                <v:textbox>
                  <w:txbxContent>
                    <w:p w14:paraId="48328B91" w14:textId="2471C4A5" w:rsidR="00066FFE" w:rsidRPr="00100D4B" w:rsidRDefault="00FF1DA1" w:rsidP="00100D4B">
                      <w:pPr>
                        <w:ind w:firstLineChars="1100" w:firstLine="2310"/>
                        <w:jc w:val="left"/>
                        <w:rPr>
                          <w:rFonts w:hint="eastAsia"/>
                          <w:bdr w:val="single" w:sz="4" w:space="0" w:color="auto"/>
                        </w:rPr>
                      </w:pPr>
                      <w:bookmarkStart w:id="5" w:name="_Hlk125374099"/>
                      <w:r w:rsidRPr="00066FFE">
                        <w:rPr>
                          <w:rFonts w:hint="eastAsia"/>
                          <w:bdr w:val="single" w:sz="4" w:space="0" w:color="auto"/>
                        </w:rPr>
                        <w:t>資料</w:t>
                      </w:r>
                      <w:r w:rsidRPr="00066FFE">
                        <w:rPr>
                          <w:rFonts w:hint="eastAsia"/>
                          <w:bdr w:val="single" w:sz="4" w:space="0" w:color="auto"/>
                        </w:rPr>
                        <w:t>2</w:t>
                      </w:r>
                      <w:bookmarkEnd w:id="5"/>
                    </w:p>
                    <w:p w14:paraId="24FC66C7" w14:textId="216F5C3E" w:rsidR="007969AD" w:rsidRPr="00E60767" w:rsidRDefault="007969AD" w:rsidP="007969AD">
                      <w:pPr>
                        <w:jc w:val="left"/>
                        <w:rPr>
                          <w:b/>
                          <w:bCs/>
                        </w:rPr>
                      </w:pPr>
                      <w:r w:rsidRPr="00E60767">
                        <w:rPr>
                          <w:rFonts w:hint="eastAsia"/>
                          <w:b/>
                          <w:bCs/>
                        </w:rPr>
                        <w:t>おもて</w:t>
                      </w:r>
                    </w:p>
                    <w:p w14:paraId="45C78798" w14:textId="07EAA4F6" w:rsidR="007969AD" w:rsidRDefault="007969AD" w:rsidP="007969AD">
                      <w:pPr>
                        <w:ind w:firstLineChars="100" w:firstLine="210"/>
                        <w:jc w:val="left"/>
                      </w:pPr>
                      <w:r>
                        <w:rPr>
                          <w:rFonts w:hint="eastAsia"/>
                        </w:rPr>
                        <w:t>論文タイトル、</w:t>
                      </w:r>
                      <w:r w:rsidR="00066FFE">
                        <w:rPr>
                          <w:rFonts w:hint="eastAsia"/>
                        </w:rPr>
                        <w:t>本人氏名</w:t>
                      </w:r>
                    </w:p>
                    <w:p w14:paraId="4FC72418" w14:textId="73EAEFAE" w:rsidR="00066FFE" w:rsidRDefault="00066FFE" w:rsidP="007969AD">
                      <w:pPr>
                        <w:ind w:firstLineChars="100" w:firstLine="210"/>
                        <w:jc w:val="left"/>
                      </w:pPr>
                      <w:r>
                        <w:rPr>
                          <w:rFonts w:hint="eastAsia"/>
                        </w:rPr>
                        <w:t>の入ったページ</w:t>
                      </w:r>
                    </w:p>
                  </w:txbxContent>
                </v:textbox>
              </v:shape>
            </w:pict>
          </mc:Fallback>
        </mc:AlternateContent>
      </w:r>
      <w:r w:rsidR="00066FFE">
        <w:rPr>
          <w:noProof/>
        </w:rPr>
        <mc:AlternateContent>
          <mc:Choice Requires="wps">
            <w:drawing>
              <wp:anchor distT="0" distB="0" distL="114300" distR="114300" simplePos="0" relativeHeight="251663872" behindDoc="0" locked="0" layoutInCell="1" allowOverlap="1" wp14:anchorId="7442B5AC" wp14:editId="5E75942F">
                <wp:simplePos x="0" y="0"/>
                <wp:positionH relativeFrom="column">
                  <wp:posOffset>3442335</wp:posOffset>
                </wp:positionH>
                <wp:positionV relativeFrom="paragraph">
                  <wp:posOffset>180339</wp:posOffset>
                </wp:positionV>
                <wp:extent cx="2085975" cy="2505075"/>
                <wp:effectExtent l="0" t="0" r="28575" b="28575"/>
                <wp:wrapNone/>
                <wp:docPr id="28" name="メモ 15"/>
                <wp:cNvGraphicFramePr/>
                <a:graphic xmlns:a="http://schemas.openxmlformats.org/drawingml/2006/main">
                  <a:graphicData uri="http://schemas.microsoft.com/office/word/2010/wordprocessingShape">
                    <wps:wsp>
                      <wps:cNvSpPr/>
                      <wps:spPr>
                        <a:xfrm>
                          <a:off x="0" y="0"/>
                          <a:ext cx="2085975" cy="2505075"/>
                        </a:xfrm>
                        <a:prstGeom prst="foldedCorner">
                          <a:avLst>
                            <a:gd name="adj" fmla="val 27154"/>
                          </a:avLst>
                        </a:prstGeom>
                        <a:solidFill>
                          <a:sysClr val="window" lastClr="FFFFFF"/>
                        </a:solidFill>
                        <a:ln w="19050" cap="flat" cmpd="sng" algn="ctr">
                          <a:solidFill>
                            <a:sysClr val="windowText" lastClr="000000"/>
                          </a:solidFill>
                          <a:prstDash val="solid"/>
                        </a:ln>
                        <a:effectLst/>
                      </wps:spPr>
                      <wps:txbx>
                        <w:txbxContent>
                          <w:p w14:paraId="5C8F2996" w14:textId="77777777" w:rsidR="00FF1DA1" w:rsidRDefault="00FF1DA1" w:rsidP="00FF1DA1">
                            <w:pPr>
                              <w:jc w:val="left"/>
                              <w:rPr>
                                <w:rFonts w:hint="eastAsia"/>
                                <w:bdr w:val="single" w:sz="4" w:space="0" w:color="auto"/>
                              </w:rPr>
                            </w:pPr>
                          </w:p>
                          <w:p w14:paraId="7343454B" w14:textId="78F14FCB" w:rsidR="00066FFE" w:rsidRPr="00066FFE" w:rsidRDefault="00066FFE" w:rsidP="00FF1DA1">
                            <w:pPr>
                              <w:ind w:firstLineChars="1100" w:firstLine="2310"/>
                              <w:jc w:val="left"/>
                              <w:rPr>
                                <w:bdr w:val="single" w:sz="4" w:space="0" w:color="auto"/>
                              </w:rPr>
                            </w:pPr>
                            <w:r w:rsidRPr="00066FFE">
                              <w:rPr>
                                <w:rFonts w:hint="eastAsia"/>
                                <w:bdr w:val="single" w:sz="4" w:space="0" w:color="auto"/>
                              </w:rPr>
                              <w:t>資料</w:t>
                            </w:r>
                            <w:r w:rsidRPr="00066FFE">
                              <w:rPr>
                                <w:rFonts w:hint="eastAsia"/>
                                <w:bdr w:val="single" w:sz="4" w:space="0" w:color="auto"/>
                              </w:rPr>
                              <w:t>2</w:t>
                            </w:r>
                          </w:p>
                          <w:p w14:paraId="76C6326C" w14:textId="5A8B9D74" w:rsidR="00066FFE" w:rsidRPr="00E60767" w:rsidRDefault="00066FFE" w:rsidP="00066FFE">
                            <w:pPr>
                              <w:jc w:val="left"/>
                              <w:rPr>
                                <w:b/>
                                <w:bCs/>
                              </w:rPr>
                            </w:pPr>
                            <w:r w:rsidRPr="00E60767">
                              <w:rPr>
                                <w:rFonts w:hint="eastAsia"/>
                                <w:b/>
                                <w:bCs/>
                              </w:rPr>
                              <w:t>うら</w:t>
                            </w:r>
                          </w:p>
                          <w:p w14:paraId="2B643902" w14:textId="3D97BD80" w:rsidR="00066FFE" w:rsidRDefault="00066FFE" w:rsidP="00066FFE">
                            <w:pPr>
                              <w:ind w:firstLineChars="100" w:firstLine="210"/>
                              <w:jc w:val="left"/>
                            </w:pPr>
                            <w:r>
                              <w:rPr>
                                <w:rFonts w:hint="eastAsia"/>
                              </w:rPr>
                              <w:t>アクセプトされたことが分かる資料</w:t>
                            </w:r>
                          </w:p>
                          <w:p w14:paraId="014DACB3" w14:textId="2A2254EF" w:rsidR="00066FFE" w:rsidRDefault="00066FFE" w:rsidP="00066FFE">
                            <w:pPr>
                              <w:ind w:firstLineChars="100" w:firstLine="210"/>
                              <w:jc w:val="left"/>
                            </w:pPr>
                            <w:r>
                              <w:rPr>
                                <w:rFonts w:hint="eastAsia"/>
                              </w:rPr>
                              <w:t>（出版社からのメール等）</w:t>
                            </w:r>
                          </w:p>
                          <w:p w14:paraId="0A664D95" w14:textId="3AC3E370" w:rsidR="00066FFE" w:rsidRDefault="00066FFE" w:rsidP="00066FFE">
                            <w:pPr>
                              <w:ind w:firstLineChars="100" w:firstLine="210"/>
                              <w:jc w:val="left"/>
                            </w:pPr>
                            <w:r>
                              <w:rPr>
                                <w:rFonts w:hint="eastAsia"/>
                              </w:rPr>
                              <w:t>論文タイトル、アクセプト</w:t>
                            </w:r>
                          </w:p>
                          <w:p w14:paraId="02212CDE" w14:textId="32B42C1B" w:rsidR="00066FFE" w:rsidRPr="00066FFE" w:rsidRDefault="00066FFE" w:rsidP="00066FFE">
                            <w:pPr>
                              <w:ind w:firstLineChars="100" w:firstLine="210"/>
                              <w:jc w:val="left"/>
                            </w:pPr>
                            <w:r>
                              <w:rPr>
                                <w:rFonts w:hint="eastAsia"/>
                              </w:rPr>
                              <w:t>の日付が入っていること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42B5AC" id="_x0000_s1037" type="#_x0000_t65" style="position:absolute;left:0;text-align:left;margin-left:271.05pt;margin-top:14.2pt;width:164.25pt;height:197.2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" adj="15735" fillcolor="window" strokecolor="windowText" strokeweight="1.5pt">
                <v:textbox>
                  <w:txbxContent>
                    <w:p w14:paraId="5C8F2996" w14:textId="77777777" w:rsidR="00FF1DA1" w:rsidRDefault="00FF1DA1" w:rsidP="00FF1DA1">
                      <w:pPr>
                        <w:jc w:val="left"/>
                        <w:rPr>
                          <w:rFonts w:hint="eastAsia"/>
                          <w:bdr w:val="single" w:sz="4" w:space="0" w:color="auto"/>
                        </w:rPr>
                      </w:pPr>
                    </w:p>
                    <w:p w14:paraId="7343454B" w14:textId="78F14FCB" w:rsidR="00066FFE" w:rsidRPr="00066FFE" w:rsidRDefault="00066FFE" w:rsidP="00FF1DA1">
                      <w:pPr>
                        <w:ind w:firstLineChars="1100" w:firstLine="2310"/>
                        <w:jc w:val="left"/>
                        <w:rPr>
                          <w:bdr w:val="single" w:sz="4" w:space="0" w:color="auto"/>
                        </w:rPr>
                      </w:pPr>
                      <w:r w:rsidRPr="00066FFE">
                        <w:rPr>
                          <w:rFonts w:hint="eastAsia"/>
                          <w:bdr w:val="single" w:sz="4" w:space="0" w:color="auto"/>
                        </w:rPr>
                        <w:t>資料</w:t>
                      </w:r>
                      <w:r w:rsidRPr="00066FFE">
                        <w:rPr>
                          <w:rFonts w:hint="eastAsia"/>
                          <w:bdr w:val="single" w:sz="4" w:space="0" w:color="auto"/>
                        </w:rPr>
                        <w:t>2</w:t>
                      </w:r>
                    </w:p>
                    <w:p w14:paraId="76C6326C" w14:textId="5A8B9D74" w:rsidR="00066FFE" w:rsidRPr="00E60767" w:rsidRDefault="00066FFE" w:rsidP="00066FFE">
                      <w:pPr>
                        <w:jc w:val="left"/>
                        <w:rPr>
                          <w:b/>
                          <w:bCs/>
                        </w:rPr>
                      </w:pPr>
                      <w:r w:rsidRPr="00E60767">
                        <w:rPr>
                          <w:rFonts w:hint="eastAsia"/>
                          <w:b/>
                          <w:bCs/>
                        </w:rPr>
                        <w:t>うら</w:t>
                      </w:r>
                    </w:p>
                    <w:p w14:paraId="2B643902" w14:textId="3D97BD80" w:rsidR="00066FFE" w:rsidRDefault="00066FFE" w:rsidP="00066FFE">
                      <w:pPr>
                        <w:ind w:firstLineChars="100" w:firstLine="210"/>
                        <w:jc w:val="left"/>
                      </w:pPr>
                      <w:r>
                        <w:rPr>
                          <w:rFonts w:hint="eastAsia"/>
                        </w:rPr>
                        <w:t>アクセプトされたことが分かる資料</w:t>
                      </w:r>
                    </w:p>
                    <w:p w14:paraId="014DACB3" w14:textId="2A2254EF" w:rsidR="00066FFE" w:rsidRDefault="00066FFE" w:rsidP="00066FFE">
                      <w:pPr>
                        <w:ind w:firstLineChars="100" w:firstLine="210"/>
                        <w:jc w:val="left"/>
                      </w:pPr>
                      <w:r>
                        <w:rPr>
                          <w:rFonts w:hint="eastAsia"/>
                        </w:rPr>
                        <w:t>（出版社からのメール等）</w:t>
                      </w:r>
                    </w:p>
                    <w:p w14:paraId="0A664D95" w14:textId="3AC3E370" w:rsidR="00066FFE" w:rsidRDefault="00066FFE" w:rsidP="00066FFE">
                      <w:pPr>
                        <w:ind w:firstLineChars="100" w:firstLine="210"/>
                        <w:jc w:val="left"/>
                      </w:pPr>
                      <w:r>
                        <w:rPr>
                          <w:rFonts w:hint="eastAsia"/>
                        </w:rPr>
                        <w:t>論文タイトル、アクセプト</w:t>
                      </w:r>
                    </w:p>
                    <w:p w14:paraId="02212CDE" w14:textId="32B42C1B" w:rsidR="00066FFE" w:rsidRPr="00066FFE" w:rsidRDefault="00066FFE" w:rsidP="00066FFE">
                      <w:pPr>
                        <w:ind w:firstLineChars="100" w:firstLine="210"/>
                        <w:jc w:val="left"/>
                      </w:pPr>
                      <w:r>
                        <w:rPr>
                          <w:rFonts w:hint="eastAsia"/>
                        </w:rPr>
                        <w:t>の日付が入っていること</w:t>
                      </w:r>
                    </w:p>
                  </w:txbxContent>
                </v:textbox>
              </v:shape>
            </w:pict>
          </mc:Fallback>
        </mc:AlternateContent>
      </w:r>
      <w:r w:rsidR="00066FFE">
        <w:rPr>
          <w:rFonts w:ascii="HGｺﾞｼｯｸM" w:eastAsia="HGｺﾞｼｯｸM" w:hint="eastAsia"/>
        </w:rPr>
        <w:t>●投稿論文</w:t>
      </w:r>
    </w:p>
    <w:p w14:paraId="76BF7953" w14:textId="54043189" w:rsidR="00066FFE" w:rsidRDefault="00066FFE" w:rsidP="007969AD">
      <w:pPr>
        <w:ind w:left="-210"/>
        <w:rPr>
          <w:rFonts w:ascii="HGｺﾞｼｯｸM" w:eastAsia="HGｺﾞｼｯｸM"/>
        </w:rPr>
      </w:pPr>
    </w:p>
    <w:p w14:paraId="602FB18C" w14:textId="41C13547" w:rsidR="007969AD" w:rsidRDefault="007969AD" w:rsidP="007969AD">
      <w:pPr>
        <w:ind w:left="-210"/>
        <w:rPr>
          <w:rFonts w:ascii="HGｺﾞｼｯｸM" w:eastAsia="HGｺﾞｼｯｸM"/>
        </w:rPr>
      </w:pPr>
    </w:p>
    <w:p w14:paraId="4A5B4FE9" w14:textId="23FF82B7" w:rsidR="007969AD" w:rsidRDefault="007969AD" w:rsidP="007969AD">
      <w:pPr>
        <w:ind w:left="-210"/>
        <w:rPr>
          <w:rFonts w:ascii="HGｺﾞｼｯｸM" w:eastAsia="HGｺﾞｼｯｸM"/>
        </w:rPr>
      </w:pPr>
    </w:p>
    <w:p w14:paraId="4C765A29" w14:textId="736DBBE5" w:rsidR="007969AD" w:rsidRDefault="007969AD" w:rsidP="007969AD">
      <w:pPr>
        <w:ind w:left="-210"/>
        <w:rPr>
          <w:rFonts w:ascii="HGｺﾞｼｯｸM" w:eastAsia="HGｺﾞｼｯｸM"/>
        </w:rPr>
      </w:pPr>
    </w:p>
    <w:p w14:paraId="53CE3AB3" w14:textId="29AEBE45" w:rsidR="007969AD" w:rsidRDefault="007969AD" w:rsidP="007969AD">
      <w:pPr>
        <w:ind w:left="-210"/>
        <w:rPr>
          <w:rFonts w:ascii="HGｺﾞｼｯｸM" w:eastAsia="HGｺﾞｼｯｸM"/>
        </w:rPr>
      </w:pPr>
    </w:p>
    <w:p w14:paraId="7E53CAC0" w14:textId="4D7B3500" w:rsidR="007969AD" w:rsidRDefault="007969AD" w:rsidP="007969AD">
      <w:pPr>
        <w:rPr>
          <w:rFonts w:ascii="HGｺﾞｼｯｸM" w:eastAsia="HGｺﾞｼｯｸM"/>
        </w:rPr>
      </w:pPr>
    </w:p>
    <w:p w14:paraId="0AAD1C44" w14:textId="2E221952" w:rsidR="007969AD" w:rsidRDefault="007969AD" w:rsidP="007969AD">
      <w:pPr>
        <w:rPr>
          <w:rFonts w:ascii="HGｺﾞｼｯｸM" w:eastAsia="HGｺﾞｼｯｸM"/>
        </w:rPr>
      </w:pPr>
    </w:p>
    <w:p w14:paraId="6D32369A" w14:textId="3A65ADA7" w:rsidR="007969AD" w:rsidRDefault="007969AD" w:rsidP="007969AD">
      <w:pPr>
        <w:rPr>
          <w:rFonts w:ascii="HGｺﾞｼｯｸM" w:eastAsia="HGｺﾞｼｯｸM"/>
        </w:rPr>
      </w:pPr>
    </w:p>
    <w:p w14:paraId="69C3B54F" w14:textId="140F8925" w:rsidR="007969AD" w:rsidRDefault="007969AD" w:rsidP="007969AD">
      <w:pPr>
        <w:rPr>
          <w:rFonts w:ascii="HGｺﾞｼｯｸM" w:eastAsia="HGｺﾞｼｯｸM"/>
        </w:rPr>
      </w:pPr>
    </w:p>
    <w:p w14:paraId="330D0411" w14:textId="1561DFCA" w:rsidR="007969AD" w:rsidRDefault="007969AD" w:rsidP="007969AD">
      <w:pPr>
        <w:rPr>
          <w:rFonts w:ascii="HGｺﾞｼｯｸM" w:eastAsia="HGｺﾞｼｯｸM"/>
        </w:rPr>
      </w:pPr>
    </w:p>
    <w:p w14:paraId="66D2F32A" w14:textId="77777777" w:rsidR="007969AD" w:rsidRDefault="007969AD" w:rsidP="007969AD">
      <w:pPr>
        <w:rPr>
          <w:rFonts w:ascii="HGｺﾞｼｯｸM" w:eastAsia="HGｺﾞｼｯｸM"/>
        </w:rPr>
      </w:pPr>
    </w:p>
    <w:p w14:paraId="334EBEA0" w14:textId="30F7252B" w:rsidR="00913D8C" w:rsidRPr="007969AD" w:rsidRDefault="007969AD" w:rsidP="007969AD">
      <w:pPr>
        <w:pStyle w:val="af1"/>
        <w:numPr>
          <w:ilvl w:val="0"/>
          <w:numId w:val="8"/>
        </w:numPr>
        <w:ind w:leftChars="0"/>
        <w:rPr>
          <w:rFonts w:ascii="HGｺﾞｼｯｸM" w:eastAsia="HGｺﾞｼｯｸM"/>
        </w:rPr>
      </w:pPr>
      <w:r>
        <w:rPr>
          <w:rFonts w:ascii="HGｺﾞｼｯｸM" w:eastAsia="HGｺﾞｼｯｸM" w:hint="eastAsia"/>
        </w:rPr>
        <w:t xml:space="preserve"> </w:t>
      </w:r>
      <w:r w:rsidR="00913D8C" w:rsidRPr="007969AD">
        <w:rPr>
          <w:rFonts w:ascii="HGｺﾞｼｯｸM" w:eastAsia="HGｺﾞｼｯｸM" w:hint="eastAsia"/>
        </w:rPr>
        <w:t>例年</w:t>
      </w:r>
      <w:r w:rsidR="007E29CA" w:rsidRPr="007969AD">
        <w:rPr>
          <w:rFonts w:ascii="HGｺﾞｼｯｸM" w:eastAsia="HGｺﾞｼｯｸM" w:hint="eastAsia"/>
        </w:rPr>
        <w:t>、</w:t>
      </w:r>
      <w:r w:rsidR="00913D8C" w:rsidRPr="007969AD">
        <w:rPr>
          <w:rFonts w:ascii="HGｺﾞｼｯｸM" w:eastAsia="HGｺﾞｼｯｸM" w:hint="eastAsia"/>
          <w:u w:val="single"/>
        </w:rPr>
        <w:t>業績の</w:t>
      </w:r>
      <w:r w:rsidR="00913D8C" w:rsidRPr="007969AD">
        <w:rPr>
          <w:rFonts w:ascii="HGｺﾞｼｯｸM" w:eastAsia="HGｺﾞｼｯｸM" w:hint="eastAsia"/>
          <w:b/>
          <w:u w:val="single"/>
        </w:rPr>
        <w:t>年月日</w:t>
      </w:r>
      <w:r w:rsidR="00913D8C" w:rsidRPr="007969AD">
        <w:rPr>
          <w:rFonts w:ascii="HGｺﾞｼｯｸM" w:eastAsia="HGｺﾞｼｯｸM" w:hint="eastAsia"/>
          <w:u w:val="single"/>
        </w:rPr>
        <w:t>（特に年）が不明なものが多くあるため</w:t>
      </w:r>
      <w:r w:rsidR="007E29CA" w:rsidRPr="007969AD">
        <w:rPr>
          <w:rFonts w:ascii="HGｺﾞｼｯｸM" w:eastAsia="HGｺﾞｼｯｸM" w:hint="eastAsia"/>
          <w:u w:val="single"/>
        </w:rPr>
        <w:t>、</w:t>
      </w:r>
      <w:r w:rsidR="00913D8C" w:rsidRPr="007969AD">
        <w:rPr>
          <w:rFonts w:ascii="HGｺﾞｼｯｸM" w:eastAsia="HGｺﾞｼｯｸM" w:hint="eastAsia"/>
          <w:u w:val="single"/>
        </w:rPr>
        <w:t>業績資料を提出する際は</w:t>
      </w:r>
      <w:r w:rsidR="007E29CA" w:rsidRPr="007969AD">
        <w:rPr>
          <w:rFonts w:ascii="HGｺﾞｼｯｸM" w:eastAsia="HGｺﾞｼｯｸM" w:hint="eastAsia"/>
          <w:u w:val="single"/>
        </w:rPr>
        <w:t>、</w:t>
      </w:r>
      <w:r w:rsidR="00913D8C" w:rsidRPr="007969AD">
        <w:rPr>
          <w:rFonts w:ascii="HGｺﾞｼｯｸM" w:eastAsia="HGｺﾞｼｯｸM" w:hint="eastAsia"/>
          <w:u w:val="single"/>
        </w:rPr>
        <w:t>表紙やプロ</w:t>
      </w:r>
      <w:r>
        <w:rPr>
          <w:rFonts w:ascii="HGｺﾞｼｯｸM" w:eastAsia="HGｺﾞｼｯｸM" w:hint="eastAsia"/>
          <w:u w:val="single"/>
        </w:rPr>
        <w:t xml:space="preserve"> </w:t>
      </w:r>
      <w:r w:rsidR="00913D8C" w:rsidRPr="007969AD">
        <w:rPr>
          <w:rFonts w:ascii="HGｺﾞｼｯｸM" w:eastAsia="HGｺﾞｼｯｸM" w:hint="eastAsia"/>
          <w:u w:val="single"/>
        </w:rPr>
        <w:t>グラム等</w:t>
      </w:r>
      <w:r w:rsidR="007E29CA" w:rsidRPr="007969AD">
        <w:rPr>
          <w:rFonts w:ascii="HGｺﾞｼｯｸM" w:eastAsia="HGｺﾞｼｯｸM" w:hint="eastAsia"/>
          <w:u w:val="single"/>
        </w:rPr>
        <w:t>、</w:t>
      </w:r>
      <w:r w:rsidR="00A816FA" w:rsidRPr="007969AD">
        <w:rPr>
          <w:rFonts w:ascii="HGｺﾞｼｯｸM" w:eastAsia="HGｺﾞｼｯｸM" w:hint="eastAsia"/>
          <w:u w:val="single"/>
        </w:rPr>
        <w:t>日付の確認できる箇所を</w:t>
      </w:r>
      <w:r w:rsidR="00913D8C" w:rsidRPr="007969AD">
        <w:rPr>
          <w:rFonts w:ascii="HGｺﾞｼｯｸM" w:eastAsia="HGｺﾞｼｯｸM" w:hint="eastAsia"/>
          <w:u w:val="single"/>
        </w:rPr>
        <w:t>添付</w:t>
      </w:r>
      <w:r w:rsidR="00913D8C" w:rsidRPr="007969AD">
        <w:rPr>
          <w:rFonts w:ascii="HGｺﾞｼｯｸM" w:eastAsia="HGｺﾞｼｯｸM" w:hint="eastAsia"/>
        </w:rPr>
        <w:t>願います。（業績として認定できるのは</w:t>
      </w:r>
      <w:r w:rsidR="007E29CA" w:rsidRPr="007969AD">
        <w:rPr>
          <w:rFonts w:ascii="HGｺﾞｼｯｸM" w:eastAsia="HGｺﾞｼｯｸM" w:hint="eastAsia"/>
        </w:rPr>
        <w:t>、</w:t>
      </w:r>
      <w:r w:rsidR="00551C9D" w:rsidRPr="007969AD">
        <w:rPr>
          <w:rFonts w:ascii="HGｺﾞｼｯｸM" w:eastAsia="HGｺﾞｼｯｸM" w:hint="eastAsia"/>
        </w:rPr>
        <w:t>当該課程に在籍し</w:t>
      </w:r>
      <w:r w:rsidR="0047122B" w:rsidRPr="007969AD">
        <w:rPr>
          <w:rFonts w:ascii="HGｺﾞｼｯｸM" w:eastAsia="HGｺﾞｼｯｸM" w:hint="eastAsia"/>
        </w:rPr>
        <w:t>、</w:t>
      </w:r>
      <w:r w:rsidR="00551C9D" w:rsidRPr="007969AD">
        <w:rPr>
          <w:rFonts w:ascii="HGｺﾞｼｯｸM" w:eastAsia="HGｺﾞｼｯｸM" w:hint="eastAsia"/>
        </w:rPr>
        <w:t>かつ奨学金を</w:t>
      </w:r>
      <w:r w:rsidR="0047122B" w:rsidRPr="007969AD">
        <w:rPr>
          <w:rFonts w:ascii="HGｺﾞｼｯｸM" w:eastAsia="HGｺﾞｼｯｸM" w:hint="eastAsia"/>
        </w:rPr>
        <w:t>貸与</w:t>
      </w:r>
      <w:r w:rsidR="00551C9D" w:rsidRPr="007969AD">
        <w:rPr>
          <w:rFonts w:ascii="HGｺﾞｼｯｸM" w:eastAsia="HGｺﾞｼｯｸM" w:hint="eastAsia"/>
        </w:rPr>
        <w:t>されていた</w:t>
      </w:r>
      <w:r w:rsidR="0047122B" w:rsidRPr="007969AD">
        <w:rPr>
          <w:rFonts w:ascii="HGｺﾞｼｯｸM" w:eastAsia="HGｺﾞｼｯｸM" w:hint="eastAsia"/>
        </w:rPr>
        <w:t>期間</w:t>
      </w:r>
      <w:r w:rsidR="00551C9D" w:rsidRPr="007969AD">
        <w:rPr>
          <w:rFonts w:ascii="HGｺﾞｼｯｸM" w:eastAsia="HGｺﾞｼｯｸM" w:hint="eastAsia"/>
        </w:rPr>
        <w:t>中</w:t>
      </w:r>
      <w:r w:rsidR="00A816FA" w:rsidRPr="007969AD">
        <w:rPr>
          <w:rFonts w:ascii="HGｺﾞｼｯｸM" w:eastAsia="HGｺﾞｼｯｸM" w:hint="eastAsia"/>
        </w:rPr>
        <w:t>のもののみです。</w:t>
      </w:r>
      <w:r w:rsidR="00913D8C" w:rsidRPr="007969AD">
        <w:rPr>
          <w:rFonts w:ascii="HGｺﾞｼｯｸM" w:eastAsia="HGｺﾞｼｯｸM" w:hint="eastAsia"/>
        </w:rPr>
        <w:t>）</w:t>
      </w:r>
    </w:p>
    <w:p w14:paraId="6EF3C2E2" w14:textId="253D4F1A" w:rsidR="002875F6" w:rsidRPr="008527F6" w:rsidRDefault="002875F6" w:rsidP="008527F6">
      <w:pPr>
        <w:pStyle w:val="af1"/>
        <w:numPr>
          <w:ilvl w:val="0"/>
          <w:numId w:val="8"/>
        </w:numPr>
        <w:ind w:leftChars="0"/>
        <w:rPr>
          <w:rFonts w:ascii="HGｺﾞｼｯｸM" w:eastAsia="HGｺﾞｼｯｸM"/>
        </w:rPr>
      </w:pPr>
      <w:r w:rsidRPr="008527F6">
        <w:rPr>
          <w:rFonts w:ascii="HGｺﾞｼｯｸM" w:eastAsia="HGｺﾞｼｯｸM" w:hint="eastAsia"/>
        </w:rPr>
        <w:t xml:space="preserve">　業績資料には</w:t>
      </w:r>
      <w:r w:rsidR="007E29CA" w:rsidRPr="008527F6">
        <w:rPr>
          <w:rFonts w:ascii="HGｺﾞｼｯｸM" w:eastAsia="HGｺﾞｼｯｸM" w:hint="eastAsia"/>
        </w:rPr>
        <w:t>、</w:t>
      </w:r>
      <w:r w:rsidRPr="008527F6">
        <w:rPr>
          <w:rFonts w:ascii="HGｺﾞｼｯｸM" w:eastAsia="HGｺﾞｼｯｸM" w:hint="eastAsia"/>
        </w:rPr>
        <w:t>業績リストに対応した資料番号を</w:t>
      </w:r>
      <w:r w:rsidR="0012185D" w:rsidRPr="008527F6">
        <w:rPr>
          <w:rFonts w:ascii="HGｺﾞｼｯｸM" w:eastAsia="HGｺﾞｼｯｸM" w:hint="eastAsia"/>
        </w:rPr>
        <w:t>右上に</w:t>
      </w:r>
      <w:r w:rsidRPr="008527F6">
        <w:rPr>
          <w:rFonts w:ascii="HGｺﾞｼｯｸM" w:eastAsia="HGｺﾞｼｯｸM" w:hint="eastAsia"/>
        </w:rPr>
        <w:t>付記</w:t>
      </w:r>
      <w:r w:rsidR="000A4F6F" w:rsidRPr="008527F6">
        <w:rPr>
          <w:rFonts w:ascii="HGｺﾞｼｯｸM" w:eastAsia="HGｺﾞｼｯｸM" w:hint="eastAsia"/>
        </w:rPr>
        <w:t>願います</w:t>
      </w:r>
      <w:r w:rsidR="00074E47" w:rsidRPr="008527F6">
        <w:rPr>
          <w:rFonts w:ascii="HGｺﾞｼｯｸM" w:eastAsia="HGｺﾞｼｯｸM" w:hint="eastAsia"/>
        </w:rPr>
        <w:t>。</w:t>
      </w:r>
    </w:p>
    <w:p w14:paraId="1888523D" w14:textId="5E26EBB1" w:rsidR="002875F6" w:rsidRPr="008527F6" w:rsidRDefault="002875F6" w:rsidP="008527F6">
      <w:pPr>
        <w:pStyle w:val="af1"/>
        <w:numPr>
          <w:ilvl w:val="0"/>
          <w:numId w:val="8"/>
        </w:numPr>
        <w:ind w:leftChars="0"/>
        <w:rPr>
          <w:rFonts w:ascii="HGｺﾞｼｯｸM" w:eastAsia="HGｺﾞｼｯｸM"/>
        </w:rPr>
      </w:pPr>
      <w:r w:rsidRPr="008527F6">
        <w:rPr>
          <w:rFonts w:ascii="HGｺﾞｼｯｸM" w:eastAsia="HGｺﾞｼｯｸM" w:hint="eastAsia"/>
        </w:rPr>
        <w:t xml:space="preserve">　</w:t>
      </w:r>
      <w:r w:rsidRPr="008527F6">
        <w:rPr>
          <w:rFonts w:ascii="HGｺﾞｼｯｸM" w:eastAsia="HGｺﾞｼｯｸM" w:hint="eastAsia"/>
          <w:b/>
          <w:u w:val="single"/>
        </w:rPr>
        <w:t>業績資料の本人の氏名や題目部分には</w:t>
      </w:r>
      <w:r w:rsidR="004F19DE" w:rsidRPr="008527F6">
        <w:rPr>
          <w:rFonts w:ascii="HGｺﾞｼｯｸM" w:eastAsia="HGｺﾞｼｯｸM" w:hint="eastAsia"/>
          <w:b/>
          <w:u w:val="single"/>
        </w:rPr>
        <w:t>原本、写し共に</w:t>
      </w:r>
      <w:r w:rsidRPr="008527F6">
        <w:rPr>
          <w:rFonts w:ascii="HGｺﾞｼｯｸM" w:eastAsia="HGｺﾞｼｯｸM" w:hint="eastAsia"/>
          <w:b/>
          <w:u w:val="single"/>
        </w:rPr>
        <w:t>マーカー</w:t>
      </w:r>
      <w:r w:rsidR="006A793C" w:rsidRPr="008527F6">
        <w:rPr>
          <w:rFonts w:ascii="HGｺﾞｼｯｸM" w:eastAsia="HGｺﾞｼｯｸM" w:hint="eastAsia"/>
          <w:b/>
          <w:u w:val="single"/>
        </w:rPr>
        <w:t>で印をつけ</w:t>
      </w:r>
      <w:r w:rsidR="00FF3E20" w:rsidRPr="008527F6">
        <w:rPr>
          <w:rFonts w:ascii="HGｺﾞｼｯｸM" w:eastAsia="HGｺﾞｼｯｸM" w:hint="eastAsia"/>
          <w:b/>
          <w:u w:val="single"/>
        </w:rPr>
        <w:t>て</w:t>
      </w:r>
      <w:r w:rsidR="00FF3E20" w:rsidRPr="008527F6">
        <w:rPr>
          <w:rFonts w:ascii="HGｺﾞｼｯｸM" w:eastAsia="HGｺﾞｼｯｸM" w:hint="eastAsia"/>
        </w:rPr>
        <w:t>ください</w:t>
      </w:r>
      <w:r w:rsidRPr="008527F6">
        <w:rPr>
          <w:rFonts w:ascii="HGｺﾞｼｯｸM" w:eastAsia="HGｺﾞｼｯｸM" w:hint="eastAsia"/>
        </w:rPr>
        <w:t>。</w:t>
      </w:r>
    </w:p>
    <w:p w14:paraId="1A115BFB" w14:textId="77777777" w:rsidR="008527F6" w:rsidRDefault="002875F6" w:rsidP="008527F6">
      <w:pPr>
        <w:pStyle w:val="af1"/>
        <w:numPr>
          <w:ilvl w:val="0"/>
          <w:numId w:val="8"/>
        </w:numPr>
        <w:ind w:leftChars="0"/>
        <w:rPr>
          <w:rFonts w:ascii="HGｺﾞｼｯｸM" w:eastAsia="HGｺﾞｼｯｸM"/>
        </w:rPr>
      </w:pPr>
      <w:r w:rsidRPr="008527F6">
        <w:rPr>
          <w:rFonts w:ascii="HGｺﾞｼｯｸM" w:eastAsia="HGｺﾞｼｯｸM" w:hint="eastAsia"/>
        </w:rPr>
        <w:t xml:space="preserve">　業績資料はA4判</w:t>
      </w:r>
      <w:r w:rsidR="00A816FA" w:rsidRPr="008527F6">
        <w:rPr>
          <w:rFonts w:ascii="HGｺﾞｼｯｸM" w:eastAsia="HGｺﾞｼｯｸM" w:hint="eastAsia"/>
        </w:rPr>
        <w:t>（両面印刷）</w:t>
      </w:r>
      <w:r w:rsidRPr="008527F6">
        <w:rPr>
          <w:rFonts w:ascii="HGｺﾞｼｯｸM" w:eastAsia="HGｺﾞｼｯｸM" w:hint="eastAsia"/>
        </w:rPr>
        <w:t>に統一願います。</w:t>
      </w:r>
    </w:p>
    <w:p w14:paraId="3859B4D5" w14:textId="3F4D298C" w:rsidR="00065AD9" w:rsidRPr="008527F6" w:rsidRDefault="00F3530C" w:rsidP="008527F6">
      <w:pPr>
        <w:pStyle w:val="af1"/>
        <w:numPr>
          <w:ilvl w:val="0"/>
          <w:numId w:val="8"/>
        </w:numPr>
        <w:ind w:leftChars="0"/>
        <w:rPr>
          <w:rFonts w:ascii="HGｺﾞｼｯｸM" w:eastAsia="HGｺﾞｼｯｸM"/>
        </w:rPr>
      </w:pPr>
      <w:r w:rsidRPr="008527F6">
        <w:rPr>
          <w:rFonts w:ascii="HGｺﾞｼｯｸM" w:eastAsia="HGｺﾞｼｯｸM" w:hint="eastAsia"/>
        </w:rPr>
        <w:t xml:space="preserve">　</w:t>
      </w:r>
      <w:r w:rsidR="000A4F6F" w:rsidRPr="008527F6">
        <w:rPr>
          <w:rFonts w:ascii="HGｺﾞｼｯｸM" w:eastAsia="HGｺﾞｼｯｸM" w:hint="eastAsia"/>
        </w:rPr>
        <w:t>返還免除</w:t>
      </w:r>
      <w:r w:rsidR="009C236D" w:rsidRPr="008527F6">
        <w:rPr>
          <w:rFonts w:ascii="HGｺﾞｼｯｸM" w:eastAsia="HGｺﾞｼｯｸM" w:hint="eastAsia"/>
        </w:rPr>
        <w:t>の認</w:t>
      </w:r>
      <w:r w:rsidR="00FF74FC" w:rsidRPr="008527F6">
        <w:rPr>
          <w:rFonts w:ascii="HGｺﾞｼｯｸM" w:eastAsia="HGｺﾞｼｯｸM" w:hint="eastAsia"/>
        </w:rPr>
        <w:t>定結果が通知される前に返還期日が到来する場合があります</w:t>
      </w:r>
      <w:r w:rsidR="00065AD9" w:rsidRPr="008527F6">
        <w:rPr>
          <w:rFonts w:ascii="HGｺﾞｼｯｸM" w:eastAsia="HGｺﾞｼｯｸM" w:hint="eastAsia"/>
        </w:rPr>
        <w:t>。認定結果が出るまで猶予を希望する方は下記書類</w:t>
      </w:r>
      <w:r w:rsidR="00E60767">
        <w:rPr>
          <w:rFonts w:ascii="HGｺﾞｼｯｸM" w:eastAsia="HGｺﾞｼｯｸM" w:hint="eastAsia"/>
        </w:rPr>
        <w:t>の提出が必要となるため、教務係までご連絡ください</w:t>
      </w:r>
      <w:r w:rsidR="00065AD9" w:rsidRPr="008527F6">
        <w:rPr>
          <w:rFonts w:ascii="HGｺﾞｼｯｸM" w:eastAsia="HGｺﾞｼｯｸM" w:hint="eastAsia"/>
        </w:rPr>
        <w:t>。貸与が終了した翌年度9月末まで返還が猶予されます。</w:t>
      </w:r>
    </w:p>
    <w:p w14:paraId="647B29D1" w14:textId="4CD98C96" w:rsidR="00065AD9" w:rsidRDefault="001D6C3A" w:rsidP="009C236D">
      <w:pPr>
        <w:ind w:firstLineChars="100" w:firstLine="210"/>
        <w:rPr>
          <w:rFonts w:ascii="HGｺﾞｼｯｸM" w:eastAsia="HGｺﾞｼｯｸM"/>
        </w:rPr>
      </w:pPr>
      <w:r>
        <w:rPr>
          <w:rFonts w:ascii="HGｺﾞｼｯｸM" w:eastAsia="HGｺﾞｼｯｸM" w:hint="eastAsia"/>
        </w:rPr>
        <w:t>・令和</w:t>
      </w:r>
      <w:r w:rsidR="00123469">
        <w:rPr>
          <w:rFonts w:ascii="HGｺﾞｼｯｸM" w:eastAsia="HGｺﾞｼｯｸM" w:hint="eastAsia"/>
        </w:rPr>
        <w:t>5</w:t>
      </w:r>
      <w:r w:rsidR="00065AD9">
        <w:rPr>
          <w:rFonts w:ascii="HGｺﾞｼｯｸM" w:eastAsia="HGｺﾞｼｯｸM" w:hint="eastAsia"/>
        </w:rPr>
        <w:t>年3月まで在学する方：在学届</w:t>
      </w:r>
    </w:p>
    <w:p w14:paraId="640019FB" w14:textId="76CEEC6B" w:rsidR="00065AD9" w:rsidRPr="00065AD9" w:rsidRDefault="00065AD9" w:rsidP="00D77751">
      <w:pPr>
        <w:ind w:leftChars="100" w:left="2835" w:hangingChars="1250" w:hanging="2625"/>
        <w:rPr>
          <w:rFonts w:ascii="HGｺﾞｼｯｸM" w:eastAsia="HGｺﾞｼｯｸM"/>
        </w:rPr>
      </w:pPr>
      <w:r>
        <w:rPr>
          <w:rFonts w:ascii="HGｺﾞｼｯｸM" w:eastAsia="HGｺﾞｼｯｸM"/>
        </w:rPr>
        <w:t>・在学していない方：</w:t>
      </w:r>
      <w:r w:rsidRPr="00065AD9">
        <w:rPr>
          <w:rFonts w:ascii="HGｺﾞｼｯｸM" w:eastAsia="HGｺﾞｼｯｸM" w:hint="eastAsia"/>
        </w:rPr>
        <w:t>(1)「奨学金返還期限猶予願」（</w:t>
      </w:r>
      <w:r w:rsidR="00D77751">
        <w:rPr>
          <w:rFonts w:ascii="HGｺﾞｼｯｸM" w:eastAsia="HGｺﾞｼｯｸM" w:hint="eastAsia"/>
        </w:rPr>
        <w:t>20</w:t>
      </w:r>
      <w:r w:rsidR="00123469">
        <w:rPr>
          <w:rFonts w:ascii="HGｺﾞｼｯｸM" w:eastAsia="HGｺﾞｼｯｸM" w:hint="eastAsia"/>
        </w:rPr>
        <w:t>21</w:t>
      </w:r>
      <w:r w:rsidR="00D77751">
        <w:rPr>
          <w:rFonts w:ascii="HGｺﾞｼｯｸM" w:eastAsia="HGｺﾞｼｯｸM" w:hint="eastAsia"/>
        </w:rPr>
        <w:t>年度</w:t>
      </w:r>
      <w:r w:rsidRPr="00065AD9">
        <w:rPr>
          <w:rFonts w:ascii="HGｺﾞｼｯｸM" w:eastAsia="HGｺﾞｼｯｸM" w:hint="eastAsia"/>
        </w:rPr>
        <w:t>返還のてびき</w:t>
      </w:r>
      <w:r w:rsidR="00CC2E89">
        <w:rPr>
          <w:rFonts w:ascii="HGｺﾞｼｯｸM" w:eastAsia="HGｺﾞｼｯｸM" w:hint="eastAsia"/>
        </w:rPr>
        <w:t>P.3</w:t>
      </w:r>
      <w:r w:rsidR="007D2018">
        <w:rPr>
          <w:rFonts w:ascii="HGｺﾞｼｯｸM" w:eastAsia="HGｺﾞｼｯｸM" w:hint="eastAsia"/>
        </w:rPr>
        <w:t>2</w:t>
      </w:r>
      <w:r w:rsidR="00D77751">
        <w:rPr>
          <w:rFonts w:ascii="HGｺﾞｼｯｸM" w:eastAsia="HGｺﾞｼｯｸM" w:hint="eastAsia"/>
        </w:rPr>
        <w:t>、202</w:t>
      </w:r>
      <w:r w:rsidR="00123469">
        <w:rPr>
          <w:rFonts w:ascii="HGｺﾞｼｯｸM" w:eastAsia="HGｺﾞｼｯｸM" w:hint="eastAsia"/>
        </w:rPr>
        <w:t>2</w:t>
      </w:r>
      <w:r w:rsidR="00D77751">
        <w:rPr>
          <w:rFonts w:ascii="HGｺﾞｼｯｸM" w:eastAsia="HGｺﾞｼｯｸM" w:hint="eastAsia"/>
        </w:rPr>
        <w:t>年度返還の手引きP</w:t>
      </w:r>
      <w:r w:rsidR="004678D2">
        <w:rPr>
          <w:rFonts w:ascii="HGｺﾞｼｯｸM" w:eastAsia="HGｺﾞｼｯｸM"/>
        </w:rPr>
        <w:t>3</w:t>
      </w:r>
      <w:r w:rsidR="00DB78C1">
        <w:rPr>
          <w:rFonts w:ascii="HGｺﾞｼｯｸM" w:eastAsia="HGｺﾞｼｯｸM" w:hint="eastAsia"/>
        </w:rPr>
        <w:t>9</w:t>
      </w:r>
      <w:r>
        <w:rPr>
          <w:rFonts w:ascii="HGｺﾞｼｯｸM" w:eastAsia="HGｺﾞｼｯｸM" w:hint="eastAsia"/>
        </w:rPr>
        <w:t>）</w:t>
      </w:r>
      <w:r w:rsidR="00D77751">
        <w:rPr>
          <w:rFonts w:ascii="HGｺﾞｼｯｸM" w:eastAsia="HGｺﾞｼｯｸM" w:hint="eastAsia"/>
        </w:rPr>
        <w:t>事由欄に“優れた業績免除申請中</w:t>
      </w:r>
      <w:r w:rsidRPr="00065AD9">
        <w:rPr>
          <w:rFonts w:ascii="HGｺﾞｼｯｸM" w:eastAsia="HGｺﾞｼｯｸM" w:hint="eastAsia"/>
        </w:rPr>
        <w:t>”と記入</w:t>
      </w:r>
      <w:r>
        <w:rPr>
          <w:rFonts w:ascii="HGｺﾞｼｯｸM" w:eastAsia="HGｺﾞｼｯｸM" w:hint="eastAsia"/>
        </w:rPr>
        <w:t>する。</w:t>
      </w:r>
    </w:p>
    <w:p w14:paraId="72F190F7" w14:textId="77777777" w:rsidR="000E6473" w:rsidRDefault="00065AD9" w:rsidP="000A4F6F">
      <w:pPr>
        <w:ind w:firstLineChars="1100" w:firstLine="2310"/>
        <w:rPr>
          <w:rFonts w:ascii="HGｺﾞｼｯｸM" w:eastAsia="HGｺﾞｼｯｸM"/>
        </w:rPr>
      </w:pPr>
      <w:r w:rsidRPr="00065AD9">
        <w:rPr>
          <w:rFonts w:ascii="HGｺﾞｼｯｸM" w:eastAsia="HGｺﾞｼｯｸM" w:hint="eastAsia"/>
        </w:rPr>
        <w:t>(2)「業績優秀者返還免除申請書」の写し</w:t>
      </w:r>
    </w:p>
    <w:p w14:paraId="4632F2F5" w14:textId="42B47761" w:rsidR="003519B1" w:rsidRPr="00222681" w:rsidRDefault="003519B1" w:rsidP="000C30B0">
      <w:pPr>
        <w:rPr>
          <w:rFonts w:ascii="HGｺﾞｼｯｸM" w:eastAsia="HGｺﾞｼｯｸM"/>
        </w:rPr>
      </w:pPr>
    </w:p>
    <w:p w14:paraId="2B9F78F9" w14:textId="089A15FB" w:rsidR="008B07BA" w:rsidRPr="00876A16" w:rsidRDefault="008B07BA" w:rsidP="008B07BA">
      <w:pPr>
        <w:rPr>
          <w:b/>
        </w:rPr>
      </w:pPr>
      <w:r w:rsidRPr="00D77751">
        <w:rPr>
          <w:rFonts w:hint="eastAsia"/>
          <w:b/>
        </w:rPr>
        <w:t>新型コロナウイルス感染症に係る免除申請期間の延長対応について</w:t>
      </w:r>
    </w:p>
    <w:p w14:paraId="1FF0A560" w14:textId="1CEEADAF" w:rsidR="00982FCB" w:rsidRDefault="006D201D" w:rsidP="006D201D">
      <w:pPr>
        <w:rPr>
          <w:rFonts w:ascii="HGｺﾞｼｯｸM" w:eastAsia="HGｺﾞｼｯｸM"/>
        </w:rPr>
      </w:pPr>
      <w:r w:rsidRPr="006352EC">
        <w:rPr>
          <w:rFonts w:ascii="HGｺﾞｼｯｸM" w:eastAsia="HGｺﾞｼｯｸM" w:hint="eastAsia"/>
        </w:rPr>
        <w:t xml:space="preserve">　</w:t>
      </w:r>
      <w:r>
        <w:rPr>
          <w:rFonts w:ascii="HGｺﾞｼｯｸM" w:eastAsia="HGｺﾞｼｯｸM" w:hint="eastAsia"/>
        </w:rPr>
        <w:t>新型コロナウイルス感染症の影響による研究計画の遅延等のため、貸与期間中に業績を挙げることができなかった場合は、</w:t>
      </w:r>
      <w:r w:rsidR="00982FCB">
        <w:rPr>
          <w:rFonts w:ascii="HGｺﾞｼｯｸM" w:eastAsia="HGｺﾞｼｯｸM" w:hint="eastAsia"/>
        </w:rPr>
        <w:t>特例として</w:t>
      </w:r>
      <w:r>
        <w:rPr>
          <w:rFonts w:ascii="HGｺﾞｼｯｸM" w:eastAsia="HGｺﾞｼｯｸM" w:hint="eastAsia"/>
        </w:rPr>
        <w:t>令和</w:t>
      </w:r>
      <w:r w:rsidR="00DB78C1">
        <w:rPr>
          <w:rFonts w:ascii="HGｺﾞｼｯｸM" w:eastAsia="HGｺﾞｼｯｸM" w:hint="eastAsia"/>
        </w:rPr>
        <w:t>5</w:t>
      </w:r>
      <w:r>
        <w:rPr>
          <w:rFonts w:ascii="HGｺﾞｼｯｸM" w:eastAsia="HGｺﾞｼｯｸM" w:hint="eastAsia"/>
        </w:rPr>
        <w:t>年度</w:t>
      </w:r>
      <w:r w:rsidR="00982FCB">
        <w:rPr>
          <w:rFonts w:ascii="HGｺﾞｼｯｸM" w:eastAsia="HGｺﾞｼｯｸM" w:hint="eastAsia"/>
        </w:rPr>
        <w:t>の申請が可能となります。延長を希望する場合は</w:t>
      </w:r>
      <w:bookmarkStart w:id="6" w:name="_Hlk91246303"/>
      <w:r w:rsidR="00982FCB" w:rsidRPr="00982FCB">
        <w:rPr>
          <w:rFonts w:ascii="HGｺﾞｼｯｸM" w:eastAsia="HGｺﾞｼｯｸM" w:hint="eastAsia"/>
          <w:b/>
          <w:u w:val="single"/>
        </w:rPr>
        <w:t>「業績優秀者返還免除申請期間延長届」（様式３）を2月1</w:t>
      </w:r>
      <w:r w:rsidR="00393B8E">
        <w:rPr>
          <w:rFonts w:ascii="HGｺﾞｼｯｸM" w:eastAsia="HGｺﾞｼｯｸM" w:hint="eastAsia"/>
          <w:b/>
          <w:u w:val="single"/>
        </w:rPr>
        <w:t>0</w:t>
      </w:r>
      <w:r w:rsidR="00982FCB" w:rsidRPr="00982FCB">
        <w:rPr>
          <w:rFonts w:ascii="HGｺﾞｼｯｸM" w:eastAsia="HGｺﾞｼｯｸM" w:hint="eastAsia"/>
          <w:b/>
          <w:u w:val="single"/>
        </w:rPr>
        <w:t>日（金）までに</w:t>
      </w:r>
      <w:r w:rsidR="00393B8E">
        <w:rPr>
          <w:rFonts w:ascii="HGｺﾞｼｯｸM" w:eastAsia="HGｺﾞｼｯｸM" w:hint="eastAsia"/>
          <w:b/>
          <w:u w:val="single"/>
        </w:rPr>
        <w:t>教務</w:t>
      </w:r>
      <w:r w:rsidR="00982FCB" w:rsidRPr="00982FCB">
        <w:rPr>
          <w:rFonts w:ascii="HGｺﾞｼｯｸM" w:eastAsia="HGｺﾞｼｯｸM" w:hint="eastAsia"/>
          <w:b/>
          <w:u w:val="single"/>
        </w:rPr>
        <w:t>係</w:t>
      </w:r>
      <w:r w:rsidR="00393B8E">
        <w:rPr>
          <w:rFonts w:ascii="HGｺﾞｼｯｸM" w:eastAsia="HGｺﾞｼｯｸM" w:hint="eastAsia"/>
          <w:b/>
          <w:u w:val="single"/>
        </w:rPr>
        <w:t>へ</w:t>
      </w:r>
      <w:r w:rsidR="00982FCB" w:rsidRPr="00982FCB">
        <w:rPr>
          <w:rFonts w:ascii="HGｺﾞｼｯｸM" w:eastAsia="HGｺﾞｼｯｸM" w:hint="eastAsia"/>
          <w:b/>
          <w:u w:val="single"/>
        </w:rPr>
        <w:t>提出してください。</w:t>
      </w:r>
      <w:bookmarkEnd w:id="6"/>
    </w:p>
    <w:p w14:paraId="6E052133" w14:textId="77777777" w:rsidR="007D0024" w:rsidRDefault="007D0024" w:rsidP="006D201D">
      <w:pPr>
        <w:rPr>
          <w:rFonts w:ascii="HGｺﾞｼｯｸM" w:eastAsia="HGｺﾞｼｯｸM"/>
        </w:rPr>
      </w:pPr>
      <w:r>
        <w:rPr>
          <w:rFonts w:ascii="HGｺﾞｼｯｸM" w:eastAsia="HGｺﾞｼｯｸM" w:hint="eastAsia"/>
        </w:rPr>
        <w:t xml:space="preserve">　以下、留意点です。</w:t>
      </w:r>
    </w:p>
    <w:p w14:paraId="55D78CC0" w14:textId="11435D5B" w:rsidR="007D0024" w:rsidRDefault="00982FCB" w:rsidP="006D201D">
      <w:pPr>
        <w:rPr>
          <w:rFonts w:ascii="HGｺﾞｼｯｸM" w:eastAsia="HGｺﾞｼｯｸM"/>
        </w:rPr>
      </w:pPr>
      <w:r>
        <w:rPr>
          <w:rFonts w:ascii="HGｺﾞｼｯｸM" w:eastAsia="HGｺﾞｼｯｸM" w:hint="eastAsia"/>
        </w:rPr>
        <w:t xml:space="preserve">　・</w:t>
      </w:r>
      <w:r w:rsidR="007D0024">
        <w:rPr>
          <w:rFonts w:ascii="HGｺﾞｼｯｸM" w:eastAsia="HGｺﾞｼｯｸM" w:hint="eastAsia"/>
        </w:rPr>
        <w:t>令和</w:t>
      </w:r>
      <w:r w:rsidR="00DB78C1">
        <w:rPr>
          <w:rFonts w:ascii="HGｺﾞｼｯｸM" w:eastAsia="HGｺﾞｼｯｸM" w:hint="eastAsia"/>
        </w:rPr>
        <w:t>5</w:t>
      </w:r>
      <w:r w:rsidR="007D0024">
        <w:rPr>
          <w:rFonts w:ascii="HGｺﾞｼｯｸM" w:eastAsia="HGｺﾞｼｯｸM" w:hint="eastAsia"/>
        </w:rPr>
        <w:t>年度も在学する者に限ります。</w:t>
      </w:r>
      <w:r>
        <w:rPr>
          <w:rFonts w:ascii="HGｺﾞｼｯｸM" w:eastAsia="HGｺﾞｼｯｸM" w:hint="eastAsia"/>
        </w:rPr>
        <w:t>令和</w:t>
      </w:r>
      <w:r w:rsidR="00DB78C1">
        <w:rPr>
          <w:rFonts w:ascii="HGｺﾞｼｯｸM" w:eastAsia="HGｺﾞｼｯｸM" w:hint="eastAsia"/>
        </w:rPr>
        <w:t>4</w:t>
      </w:r>
      <w:r>
        <w:rPr>
          <w:rFonts w:ascii="HGｺﾞｼｯｸM" w:eastAsia="HGｺﾞｼｯｸM" w:hint="eastAsia"/>
        </w:rPr>
        <w:t>年度に課程を修了する場合</w:t>
      </w:r>
      <w:r w:rsidR="007D0024">
        <w:rPr>
          <w:rFonts w:ascii="HGｺﾞｼｯｸM" w:eastAsia="HGｺﾞｼｯｸM" w:hint="eastAsia"/>
        </w:rPr>
        <w:t>は対象外です。</w:t>
      </w:r>
    </w:p>
    <w:p w14:paraId="493F78E4" w14:textId="0B89D749" w:rsidR="007D0024" w:rsidRPr="007D0024" w:rsidRDefault="007D0024" w:rsidP="007D0024">
      <w:pPr>
        <w:ind w:leftChars="100" w:left="424" w:hangingChars="102" w:hanging="214"/>
        <w:rPr>
          <w:rFonts w:ascii="HGｺﾞｼｯｸM" w:eastAsia="HGｺﾞｼｯｸM"/>
        </w:rPr>
      </w:pPr>
      <w:r>
        <w:rPr>
          <w:rFonts w:ascii="HGｺﾞｼｯｸM" w:eastAsia="HGｺﾞｼｯｸM" w:hint="eastAsia"/>
        </w:rPr>
        <w:t>・新型</w:t>
      </w:r>
      <w:r w:rsidR="00982FCB">
        <w:rPr>
          <w:rFonts w:ascii="HGｺﾞｼｯｸM" w:eastAsia="HGｺﾞｼｯｸM" w:hint="eastAsia"/>
        </w:rPr>
        <w:t>コロナ</w:t>
      </w:r>
      <w:r>
        <w:rPr>
          <w:rFonts w:ascii="HGｺﾞｼｯｸM" w:eastAsia="HGｺﾞｼｯｸM" w:hint="eastAsia"/>
        </w:rPr>
        <w:t>感染症の影響</w:t>
      </w:r>
      <w:r w:rsidR="00982FCB">
        <w:rPr>
          <w:rFonts w:ascii="HGｺﾞｼｯｸM" w:eastAsia="HGｺﾞｼｯｸM" w:hint="eastAsia"/>
        </w:rPr>
        <w:t>以外の事情による場合は対象外です</w:t>
      </w:r>
      <w:r>
        <w:rPr>
          <w:rFonts w:ascii="HGｺﾞｼｯｸM" w:eastAsia="HGｺﾞｼｯｸM" w:hint="eastAsia"/>
        </w:rPr>
        <w:t>。</w:t>
      </w:r>
    </w:p>
    <w:p w14:paraId="230DA62F" w14:textId="4432F540" w:rsidR="00982FCB" w:rsidRDefault="007B634F" w:rsidP="007D0024">
      <w:pPr>
        <w:ind w:left="424" w:hangingChars="202" w:hanging="424"/>
        <w:rPr>
          <w:rFonts w:ascii="HGｺﾞｼｯｸM" w:eastAsia="HGｺﾞｼｯｸM"/>
        </w:rPr>
      </w:pPr>
      <w:r>
        <w:rPr>
          <w:rFonts w:ascii="HGｺﾞｼｯｸM" w:eastAsia="HGｺﾞｼｯｸM" w:hint="eastAsia"/>
        </w:rPr>
        <w:t xml:space="preserve">　・この特例の対象者は貸与期間を延長し、延長期間中を休止</w:t>
      </w:r>
      <w:r w:rsidR="00982FCB">
        <w:rPr>
          <w:rFonts w:ascii="HGｺﾞｼｯｸM" w:eastAsia="HGｺﾞｼｯｸM" w:hint="eastAsia"/>
        </w:rPr>
        <w:t>とする扱いとなります。</w:t>
      </w:r>
      <w:r w:rsidR="007D0024">
        <w:rPr>
          <w:rFonts w:ascii="HGｺﾞｼｯｸM" w:eastAsia="HGｺﾞｼｯｸM" w:hint="eastAsia"/>
        </w:rPr>
        <w:t>別途異動願等の手続きは不要です。延長期間中の奨学金貸与はありませんが、この間に挙げた業績は</w:t>
      </w:r>
      <w:r w:rsidR="00982FCB">
        <w:rPr>
          <w:rFonts w:ascii="HGｺﾞｼｯｸM" w:eastAsia="HGｺﾞｼｯｸM" w:hint="eastAsia"/>
        </w:rPr>
        <w:t>令和</w:t>
      </w:r>
      <w:r w:rsidR="00DB78C1">
        <w:rPr>
          <w:rFonts w:ascii="HGｺﾞｼｯｸM" w:eastAsia="HGｺﾞｼｯｸM" w:hint="eastAsia"/>
        </w:rPr>
        <w:t>5</w:t>
      </w:r>
      <w:r w:rsidR="007D0024">
        <w:rPr>
          <w:rFonts w:ascii="HGｺﾞｼｯｸM" w:eastAsia="HGｺﾞｼｯｸM" w:hint="eastAsia"/>
        </w:rPr>
        <w:t>年度</w:t>
      </w:r>
      <w:r w:rsidR="00982FCB">
        <w:rPr>
          <w:rFonts w:ascii="HGｺﾞｼｯｸM" w:eastAsia="HGｺﾞｼｯｸM" w:hint="eastAsia"/>
        </w:rPr>
        <w:t>返還免除対象となります。</w:t>
      </w:r>
    </w:p>
    <w:p w14:paraId="546003FF" w14:textId="18184127" w:rsidR="00AE3FC4" w:rsidRDefault="00AE3FC4" w:rsidP="007D0024">
      <w:pPr>
        <w:ind w:left="424" w:hangingChars="202" w:hanging="424"/>
        <w:rPr>
          <w:rFonts w:ascii="HGｺﾞｼｯｸM" w:eastAsia="HGｺﾞｼｯｸM"/>
        </w:rPr>
      </w:pPr>
      <w:r>
        <w:rPr>
          <w:rFonts w:ascii="HGｺﾞｼｯｸM" w:eastAsia="HGｺﾞｼｯｸM" w:hint="eastAsia"/>
        </w:rPr>
        <w:t xml:space="preserve">　・令和</w:t>
      </w:r>
      <w:r w:rsidR="00DB78C1">
        <w:rPr>
          <w:rFonts w:ascii="HGｺﾞｼｯｸM" w:eastAsia="HGｺﾞｼｯｸM" w:hint="eastAsia"/>
        </w:rPr>
        <w:t>3</w:t>
      </w:r>
      <w:r>
        <w:rPr>
          <w:rFonts w:ascii="HGｺﾞｼｯｸM" w:eastAsia="HGｺﾞｼｯｸM" w:hint="eastAsia"/>
        </w:rPr>
        <w:t>年度にこの特例</w:t>
      </w:r>
      <w:r w:rsidR="00117847">
        <w:rPr>
          <w:rFonts w:ascii="HGｺﾞｼｯｸM" w:eastAsia="HGｺﾞｼｯｸM" w:hint="eastAsia"/>
        </w:rPr>
        <w:t>措置</w:t>
      </w:r>
      <w:r>
        <w:rPr>
          <w:rFonts w:ascii="HGｺﾞｼｯｸM" w:eastAsia="HGｺﾞｼｯｸM" w:hint="eastAsia"/>
        </w:rPr>
        <w:t>を認められた</w:t>
      </w:r>
      <w:r w:rsidR="00117847">
        <w:rPr>
          <w:rFonts w:ascii="HGｺﾞｼｯｸM" w:eastAsia="HGｺﾞｼｯｸM" w:hint="eastAsia"/>
        </w:rPr>
        <w:t>が引き続き同じ理由で業績を上げられなかった場合は、再度の申請によりさらに1年の延長が可能となります。</w:t>
      </w:r>
    </w:p>
    <w:p w14:paraId="0A264D2C" w14:textId="2AACC53C" w:rsidR="00DB78C1" w:rsidRPr="00DB78C1" w:rsidRDefault="00DB78C1" w:rsidP="00DB78C1">
      <w:pPr>
        <w:rPr>
          <w:rFonts w:ascii="HGｺﾞｼｯｸM" w:eastAsia="HGｺﾞｼｯｸM"/>
        </w:rPr>
      </w:pPr>
      <w:r>
        <w:rPr>
          <w:rFonts w:ascii="HGｺﾞｼｯｸM" w:eastAsia="HGｺﾞｼｯｸM" w:hint="eastAsia"/>
        </w:rPr>
        <w:t xml:space="preserve"> </w:t>
      </w:r>
      <w:r>
        <w:rPr>
          <w:rFonts w:ascii="HGｺﾞｼｯｸM" w:eastAsia="HGｺﾞｼｯｸM"/>
        </w:rPr>
        <w:t xml:space="preserve"> </w:t>
      </w:r>
      <w:r>
        <w:rPr>
          <w:rFonts w:ascii="HGｺﾞｼｯｸM" w:eastAsia="HGｺﾞｼｯｸM" w:hint="eastAsia"/>
        </w:rPr>
        <w:t>・この特例措置による延長期間の適用は通算2年までとなります。</w:t>
      </w:r>
    </w:p>
    <w:p w14:paraId="43045D17" w14:textId="77777777" w:rsidR="007B2CBA" w:rsidRDefault="007B2CBA" w:rsidP="007D0024">
      <w:pPr>
        <w:ind w:left="424" w:hangingChars="202" w:hanging="424"/>
        <w:rPr>
          <w:rFonts w:ascii="HGｺﾞｼｯｸM" w:eastAsia="HGｺﾞｼｯｸM"/>
        </w:rPr>
      </w:pPr>
    </w:p>
    <w:sectPr w:rsidR="007B2CBA" w:rsidSect="00EB782B">
      <w:pgSz w:w="11906" w:h="16838"/>
      <w:pgMar w:top="1021" w:right="1134" w:bottom="680" w:left="1134"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1E044F" w14:textId="77777777" w:rsidR="00CE1218" w:rsidRDefault="00CE1218" w:rsidP="00831AF4">
      <w:r>
        <w:separator/>
      </w:r>
    </w:p>
  </w:endnote>
  <w:endnote w:type="continuationSeparator" w:id="0">
    <w:p w14:paraId="4B1478FB" w14:textId="77777777" w:rsidR="00CE1218" w:rsidRDefault="00CE1218" w:rsidP="00831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GｺﾞｼｯｸM">
    <w:panose1 w:val="020B0609000000000000"/>
    <w:charset w:val="80"/>
    <w:family w:val="modern"/>
    <w:pitch w:val="fixed"/>
    <w:sig w:usb0="80000281" w:usb1="28C76CF8" w:usb2="00000010" w:usb3="00000000" w:csb0="00020000"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72EE5" w14:textId="77777777" w:rsidR="00CE1218" w:rsidRDefault="00CE1218" w:rsidP="00831AF4">
      <w:r>
        <w:separator/>
      </w:r>
    </w:p>
  </w:footnote>
  <w:footnote w:type="continuationSeparator" w:id="0">
    <w:p w14:paraId="447C4332" w14:textId="77777777" w:rsidR="00CE1218" w:rsidRDefault="00CE1218" w:rsidP="00831A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C2ED5"/>
    <w:multiLevelType w:val="hybridMultilevel"/>
    <w:tmpl w:val="C928BCC4"/>
    <w:lvl w:ilvl="0" w:tplc="7AA8266E">
      <w:start w:val="1"/>
      <w:numFmt w:val="decimalEnclosedCircle"/>
      <w:lvlText w:val="%1"/>
      <w:lvlJc w:val="left"/>
      <w:pPr>
        <w:ind w:left="360" w:hanging="360"/>
      </w:pPr>
      <w:rPr>
        <w:rFonts w:hint="default"/>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93544F0"/>
    <w:multiLevelType w:val="hybridMultilevel"/>
    <w:tmpl w:val="08C85518"/>
    <w:lvl w:ilvl="0" w:tplc="51441D8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5932FBD"/>
    <w:multiLevelType w:val="hybridMultilevel"/>
    <w:tmpl w:val="AEDE0474"/>
    <w:lvl w:ilvl="0" w:tplc="6ADE26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6C626A1"/>
    <w:multiLevelType w:val="hybridMultilevel"/>
    <w:tmpl w:val="75128D24"/>
    <w:lvl w:ilvl="0" w:tplc="2E0AA89E">
      <w:start w:val="8"/>
      <w:numFmt w:val="bullet"/>
      <w:lvlText w:val="※"/>
      <w:lvlJc w:val="left"/>
      <w:pPr>
        <w:ind w:left="360" w:hanging="360"/>
      </w:pPr>
      <w:rPr>
        <w:rFonts w:ascii="HGｺﾞｼｯｸM" w:eastAsia="HGｺﾞｼｯｸM" w:hAnsi="Times New Roman" w:cs="Times New Roman" w:hint="eastAsia"/>
        <w:bdr w:val="single" w:sz="4" w:space="0" w:color="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A6B74CC"/>
    <w:multiLevelType w:val="hybridMultilevel"/>
    <w:tmpl w:val="708639BC"/>
    <w:lvl w:ilvl="0" w:tplc="7C263944">
      <w:start w:val="1"/>
      <w:numFmt w:val="decimal"/>
      <w:lvlText w:val="(%1)"/>
      <w:lvlJc w:val="left"/>
      <w:pPr>
        <w:ind w:left="735" w:hanging="525"/>
      </w:pPr>
      <w:rPr>
        <w:rFonts w:hint="default"/>
        <w:u w:val="none"/>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3C3F08DD"/>
    <w:multiLevelType w:val="hybridMultilevel"/>
    <w:tmpl w:val="5BDA35BC"/>
    <w:lvl w:ilvl="0" w:tplc="518032BA">
      <w:start w:val="1"/>
      <w:numFmt w:val="decimalEnclosedCircle"/>
      <w:lvlText w:val="%1"/>
      <w:lvlJc w:val="left"/>
      <w:pPr>
        <w:ind w:left="150" w:hanging="360"/>
      </w:pPr>
      <w:rPr>
        <w:rFonts w:hint="default"/>
      </w:rPr>
    </w:lvl>
    <w:lvl w:ilvl="1" w:tplc="04090017" w:tentative="1">
      <w:start w:val="1"/>
      <w:numFmt w:val="aiueoFullWidth"/>
      <w:lvlText w:val="(%2)"/>
      <w:lvlJc w:val="left"/>
      <w:pPr>
        <w:ind w:left="630" w:hanging="420"/>
      </w:pPr>
    </w:lvl>
    <w:lvl w:ilvl="2" w:tplc="04090011" w:tentative="1">
      <w:start w:val="1"/>
      <w:numFmt w:val="decimalEnclosedCircle"/>
      <w:lvlText w:val="%3"/>
      <w:lvlJc w:val="left"/>
      <w:pPr>
        <w:ind w:left="1050" w:hanging="420"/>
      </w:pPr>
    </w:lvl>
    <w:lvl w:ilvl="3" w:tplc="0409000F" w:tentative="1">
      <w:start w:val="1"/>
      <w:numFmt w:val="decimal"/>
      <w:lvlText w:val="%4."/>
      <w:lvlJc w:val="left"/>
      <w:pPr>
        <w:ind w:left="1470" w:hanging="420"/>
      </w:pPr>
    </w:lvl>
    <w:lvl w:ilvl="4" w:tplc="04090017" w:tentative="1">
      <w:start w:val="1"/>
      <w:numFmt w:val="aiueoFullWidth"/>
      <w:lvlText w:val="(%5)"/>
      <w:lvlJc w:val="left"/>
      <w:pPr>
        <w:ind w:left="1890" w:hanging="420"/>
      </w:pPr>
    </w:lvl>
    <w:lvl w:ilvl="5" w:tplc="04090011" w:tentative="1">
      <w:start w:val="1"/>
      <w:numFmt w:val="decimalEnclosedCircle"/>
      <w:lvlText w:val="%6"/>
      <w:lvlJc w:val="left"/>
      <w:pPr>
        <w:ind w:left="2310" w:hanging="420"/>
      </w:pPr>
    </w:lvl>
    <w:lvl w:ilvl="6" w:tplc="0409000F" w:tentative="1">
      <w:start w:val="1"/>
      <w:numFmt w:val="decimal"/>
      <w:lvlText w:val="%7."/>
      <w:lvlJc w:val="left"/>
      <w:pPr>
        <w:ind w:left="2730" w:hanging="420"/>
      </w:pPr>
    </w:lvl>
    <w:lvl w:ilvl="7" w:tplc="04090017" w:tentative="1">
      <w:start w:val="1"/>
      <w:numFmt w:val="aiueoFullWidth"/>
      <w:lvlText w:val="(%8)"/>
      <w:lvlJc w:val="left"/>
      <w:pPr>
        <w:ind w:left="3150" w:hanging="420"/>
      </w:pPr>
    </w:lvl>
    <w:lvl w:ilvl="8" w:tplc="04090011" w:tentative="1">
      <w:start w:val="1"/>
      <w:numFmt w:val="decimalEnclosedCircle"/>
      <w:lvlText w:val="%9"/>
      <w:lvlJc w:val="left"/>
      <w:pPr>
        <w:ind w:left="3570" w:hanging="420"/>
      </w:pPr>
    </w:lvl>
  </w:abstractNum>
  <w:abstractNum w:abstractNumId="6" w15:restartNumberingAfterBreak="0">
    <w:nsid w:val="4025033D"/>
    <w:multiLevelType w:val="hybridMultilevel"/>
    <w:tmpl w:val="230035B2"/>
    <w:lvl w:ilvl="0" w:tplc="68C6F5BE">
      <w:start w:val="8"/>
      <w:numFmt w:val="bullet"/>
      <w:lvlText w:val="※"/>
      <w:lvlJc w:val="left"/>
      <w:pPr>
        <w:ind w:left="360" w:hanging="360"/>
      </w:pPr>
      <w:rPr>
        <w:rFonts w:ascii="HGｺﾞｼｯｸM" w:eastAsia="HGｺﾞｼｯｸM" w:hAnsi="Times New Roman" w:cs="Times New Roman" w:hint="eastAsia"/>
        <w:bdr w:val="single" w:sz="4" w:space="0" w:color="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1980200"/>
    <w:multiLevelType w:val="hybridMultilevel"/>
    <w:tmpl w:val="CC30EDAE"/>
    <w:lvl w:ilvl="0" w:tplc="709A353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79C4905"/>
    <w:multiLevelType w:val="hybridMultilevel"/>
    <w:tmpl w:val="9B92CC5A"/>
    <w:lvl w:ilvl="0" w:tplc="A4BE768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831083E"/>
    <w:multiLevelType w:val="hybridMultilevel"/>
    <w:tmpl w:val="9AC62544"/>
    <w:lvl w:ilvl="0" w:tplc="E1D06914">
      <w:start w:val="3"/>
      <w:numFmt w:val="bullet"/>
      <w:lvlText w:val="※"/>
      <w:lvlJc w:val="left"/>
      <w:pPr>
        <w:ind w:left="360" w:hanging="360"/>
      </w:pPr>
      <w:rPr>
        <w:rFonts w:ascii="HGｺﾞｼｯｸM" w:eastAsia="HGｺﾞｼｯｸM" w:hAnsi="Times New Roman"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100164B"/>
    <w:multiLevelType w:val="hybridMultilevel"/>
    <w:tmpl w:val="B52AB2A8"/>
    <w:lvl w:ilvl="0" w:tplc="661A52BE">
      <w:start w:val="1"/>
      <w:numFmt w:val="decimalEnclosedCircle"/>
      <w:lvlText w:val="%1"/>
      <w:lvlJc w:val="left"/>
      <w:pPr>
        <w:ind w:left="643" w:hanging="36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11" w15:restartNumberingAfterBreak="0">
    <w:nsid w:val="72C668A4"/>
    <w:multiLevelType w:val="hybridMultilevel"/>
    <w:tmpl w:val="5C0E19D6"/>
    <w:lvl w:ilvl="0" w:tplc="5338FBE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95C10C0"/>
    <w:multiLevelType w:val="hybridMultilevel"/>
    <w:tmpl w:val="93B291C8"/>
    <w:lvl w:ilvl="0" w:tplc="004484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3694739">
    <w:abstractNumId w:val="0"/>
  </w:num>
  <w:num w:numId="2" w16cid:durableId="2040932538">
    <w:abstractNumId w:val="1"/>
  </w:num>
  <w:num w:numId="3" w16cid:durableId="1016231738">
    <w:abstractNumId w:val="2"/>
  </w:num>
  <w:num w:numId="4" w16cid:durableId="899706019">
    <w:abstractNumId w:val="7"/>
  </w:num>
  <w:num w:numId="5" w16cid:durableId="617104496">
    <w:abstractNumId w:val="10"/>
  </w:num>
  <w:num w:numId="6" w16cid:durableId="387531733">
    <w:abstractNumId w:val="9"/>
  </w:num>
  <w:num w:numId="7" w16cid:durableId="784887207">
    <w:abstractNumId w:val="4"/>
  </w:num>
  <w:num w:numId="8" w16cid:durableId="1512452145">
    <w:abstractNumId w:val="5"/>
  </w:num>
  <w:num w:numId="9" w16cid:durableId="1139305869">
    <w:abstractNumId w:val="12"/>
  </w:num>
  <w:num w:numId="10" w16cid:durableId="1875460254">
    <w:abstractNumId w:val="11"/>
  </w:num>
  <w:num w:numId="11" w16cid:durableId="1581910822">
    <w:abstractNumId w:val="8"/>
  </w:num>
  <w:num w:numId="12" w16cid:durableId="901645717">
    <w:abstractNumId w:val="3"/>
  </w:num>
  <w:num w:numId="13" w16cid:durableId="153322788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attachedTemplate r:id="rId1"/>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24901"/>
    <w:rsid w:val="00004F72"/>
    <w:rsid w:val="00007505"/>
    <w:rsid w:val="00010421"/>
    <w:rsid w:val="00013709"/>
    <w:rsid w:val="00016056"/>
    <w:rsid w:val="0001655A"/>
    <w:rsid w:val="00033200"/>
    <w:rsid w:val="000437D2"/>
    <w:rsid w:val="000452A5"/>
    <w:rsid w:val="00061A89"/>
    <w:rsid w:val="00065AD9"/>
    <w:rsid w:val="00066FFE"/>
    <w:rsid w:val="00072DA0"/>
    <w:rsid w:val="00074E47"/>
    <w:rsid w:val="00083498"/>
    <w:rsid w:val="00083E92"/>
    <w:rsid w:val="00085D1E"/>
    <w:rsid w:val="000863F0"/>
    <w:rsid w:val="000A4F6F"/>
    <w:rsid w:val="000A581E"/>
    <w:rsid w:val="000A6CC9"/>
    <w:rsid w:val="000B13A1"/>
    <w:rsid w:val="000B4BB9"/>
    <w:rsid w:val="000C1EC6"/>
    <w:rsid w:val="000C30B0"/>
    <w:rsid w:val="000C30F3"/>
    <w:rsid w:val="000E18B3"/>
    <w:rsid w:val="000E6473"/>
    <w:rsid w:val="000F206F"/>
    <w:rsid w:val="000F3519"/>
    <w:rsid w:val="00100D4B"/>
    <w:rsid w:val="0010214C"/>
    <w:rsid w:val="00107271"/>
    <w:rsid w:val="00112D21"/>
    <w:rsid w:val="00117847"/>
    <w:rsid w:val="0012185D"/>
    <w:rsid w:val="00123469"/>
    <w:rsid w:val="00130E09"/>
    <w:rsid w:val="001354F5"/>
    <w:rsid w:val="00136F53"/>
    <w:rsid w:val="00140EF3"/>
    <w:rsid w:val="0014624D"/>
    <w:rsid w:val="0014666B"/>
    <w:rsid w:val="001569D6"/>
    <w:rsid w:val="001625FF"/>
    <w:rsid w:val="00164DDA"/>
    <w:rsid w:val="001712CF"/>
    <w:rsid w:val="00173F19"/>
    <w:rsid w:val="00175556"/>
    <w:rsid w:val="001758E0"/>
    <w:rsid w:val="0017686D"/>
    <w:rsid w:val="0018558C"/>
    <w:rsid w:val="00185DE3"/>
    <w:rsid w:val="001A2B5C"/>
    <w:rsid w:val="001A5E84"/>
    <w:rsid w:val="001A7C1B"/>
    <w:rsid w:val="001B50C4"/>
    <w:rsid w:val="001B6970"/>
    <w:rsid w:val="001C7B7B"/>
    <w:rsid w:val="001D09D9"/>
    <w:rsid w:val="001D6C3A"/>
    <w:rsid w:val="001E5BDC"/>
    <w:rsid w:val="001F0E9E"/>
    <w:rsid w:val="001F3E94"/>
    <w:rsid w:val="002019D8"/>
    <w:rsid w:val="002127C5"/>
    <w:rsid w:val="00221AA3"/>
    <w:rsid w:val="00222681"/>
    <w:rsid w:val="00223475"/>
    <w:rsid w:val="002234B9"/>
    <w:rsid w:val="00225F9B"/>
    <w:rsid w:val="00226279"/>
    <w:rsid w:val="0022792D"/>
    <w:rsid w:val="002300DD"/>
    <w:rsid w:val="0023635B"/>
    <w:rsid w:val="00236495"/>
    <w:rsid w:val="002516CB"/>
    <w:rsid w:val="002558A1"/>
    <w:rsid w:val="00256A3B"/>
    <w:rsid w:val="002602B4"/>
    <w:rsid w:val="002875F6"/>
    <w:rsid w:val="00287BEE"/>
    <w:rsid w:val="0029059E"/>
    <w:rsid w:val="0029449E"/>
    <w:rsid w:val="00294AF8"/>
    <w:rsid w:val="00295918"/>
    <w:rsid w:val="002A3243"/>
    <w:rsid w:val="002A7705"/>
    <w:rsid w:val="002B4D80"/>
    <w:rsid w:val="002B5B10"/>
    <w:rsid w:val="002B6371"/>
    <w:rsid w:val="002C0761"/>
    <w:rsid w:val="002C6B3A"/>
    <w:rsid w:val="002C6E04"/>
    <w:rsid w:val="002C70BD"/>
    <w:rsid w:val="002C78FC"/>
    <w:rsid w:val="002D3AE1"/>
    <w:rsid w:val="002D4E3B"/>
    <w:rsid w:val="002D560D"/>
    <w:rsid w:val="002D7107"/>
    <w:rsid w:val="002E0577"/>
    <w:rsid w:val="002F10A5"/>
    <w:rsid w:val="002F117C"/>
    <w:rsid w:val="002F3E0B"/>
    <w:rsid w:val="002F453A"/>
    <w:rsid w:val="002F7477"/>
    <w:rsid w:val="0030139B"/>
    <w:rsid w:val="00301A9B"/>
    <w:rsid w:val="00324901"/>
    <w:rsid w:val="003306E9"/>
    <w:rsid w:val="00333301"/>
    <w:rsid w:val="003376C6"/>
    <w:rsid w:val="00346D5A"/>
    <w:rsid w:val="003519B1"/>
    <w:rsid w:val="00351E24"/>
    <w:rsid w:val="003539E4"/>
    <w:rsid w:val="00366DB1"/>
    <w:rsid w:val="00372F5E"/>
    <w:rsid w:val="00384664"/>
    <w:rsid w:val="003932B3"/>
    <w:rsid w:val="003934FF"/>
    <w:rsid w:val="00393B8E"/>
    <w:rsid w:val="003C64BE"/>
    <w:rsid w:val="003C77C4"/>
    <w:rsid w:val="003E1665"/>
    <w:rsid w:val="003F2334"/>
    <w:rsid w:val="003F399D"/>
    <w:rsid w:val="0041095F"/>
    <w:rsid w:val="004213B4"/>
    <w:rsid w:val="00423A8D"/>
    <w:rsid w:val="00425FAA"/>
    <w:rsid w:val="00433022"/>
    <w:rsid w:val="00455CB5"/>
    <w:rsid w:val="0045778A"/>
    <w:rsid w:val="00465DA2"/>
    <w:rsid w:val="004678D2"/>
    <w:rsid w:val="00467C98"/>
    <w:rsid w:val="00467DBD"/>
    <w:rsid w:val="0047122B"/>
    <w:rsid w:val="0047433D"/>
    <w:rsid w:val="00476DB3"/>
    <w:rsid w:val="004812CE"/>
    <w:rsid w:val="00485D13"/>
    <w:rsid w:val="00492C31"/>
    <w:rsid w:val="004941EC"/>
    <w:rsid w:val="004B018A"/>
    <w:rsid w:val="004B575D"/>
    <w:rsid w:val="004B6D5D"/>
    <w:rsid w:val="004C0009"/>
    <w:rsid w:val="004C35E4"/>
    <w:rsid w:val="004C3E24"/>
    <w:rsid w:val="004C6DCD"/>
    <w:rsid w:val="004D3473"/>
    <w:rsid w:val="004D3851"/>
    <w:rsid w:val="004D620D"/>
    <w:rsid w:val="004D73C2"/>
    <w:rsid w:val="004E0128"/>
    <w:rsid w:val="004E2728"/>
    <w:rsid w:val="004E2825"/>
    <w:rsid w:val="004E546A"/>
    <w:rsid w:val="004F19DE"/>
    <w:rsid w:val="005010F7"/>
    <w:rsid w:val="00502EAC"/>
    <w:rsid w:val="00505B8A"/>
    <w:rsid w:val="0050751C"/>
    <w:rsid w:val="00510F16"/>
    <w:rsid w:val="00514753"/>
    <w:rsid w:val="00516295"/>
    <w:rsid w:val="005218E8"/>
    <w:rsid w:val="0053525E"/>
    <w:rsid w:val="00540DA9"/>
    <w:rsid w:val="0054357F"/>
    <w:rsid w:val="00544B04"/>
    <w:rsid w:val="00551C9D"/>
    <w:rsid w:val="00554249"/>
    <w:rsid w:val="00556696"/>
    <w:rsid w:val="005614BC"/>
    <w:rsid w:val="00563957"/>
    <w:rsid w:val="00565F32"/>
    <w:rsid w:val="005731B7"/>
    <w:rsid w:val="00590457"/>
    <w:rsid w:val="005A462D"/>
    <w:rsid w:val="005A645F"/>
    <w:rsid w:val="005B0EF2"/>
    <w:rsid w:val="005B1872"/>
    <w:rsid w:val="005B7CE8"/>
    <w:rsid w:val="005C0F4B"/>
    <w:rsid w:val="005C2298"/>
    <w:rsid w:val="005C31A4"/>
    <w:rsid w:val="005D0BBE"/>
    <w:rsid w:val="005D37D1"/>
    <w:rsid w:val="005D5041"/>
    <w:rsid w:val="005E056E"/>
    <w:rsid w:val="005E353B"/>
    <w:rsid w:val="005E705E"/>
    <w:rsid w:val="005F1A6B"/>
    <w:rsid w:val="005F4109"/>
    <w:rsid w:val="006015D0"/>
    <w:rsid w:val="00601AF2"/>
    <w:rsid w:val="0060496E"/>
    <w:rsid w:val="006060C7"/>
    <w:rsid w:val="00610AD4"/>
    <w:rsid w:val="00611FA3"/>
    <w:rsid w:val="0061475F"/>
    <w:rsid w:val="00627625"/>
    <w:rsid w:val="006352EC"/>
    <w:rsid w:val="0063683B"/>
    <w:rsid w:val="006372B8"/>
    <w:rsid w:val="006529CF"/>
    <w:rsid w:val="00657C4D"/>
    <w:rsid w:val="00663F7B"/>
    <w:rsid w:val="00671C69"/>
    <w:rsid w:val="006728AA"/>
    <w:rsid w:val="00672F3B"/>
    <w:rsid w:val="0067455B"/>
    <w:rsid w:val="00681D21"/>
    <w:rsid w:val="00687602"/>
    <w:rsid w:val="0069113F"/>
    <w:rsid w:val="006A021D"/>
    <w:rsid w:val="006A793C"/>
    <w:rsid w:val="006B16EA"/>
    <w:rsid w:val="006B5157"/>
    <w:rsid w:val="006B666A"/>
    <w:rsid w:val="006C2430"/>
    <w:rsid w:val="006C6892"/>
    <w:rsid w:val="006D041C"/>
    <w:rsid w:val="006D201D"/>
    <w:rsid w:val="006D4737"/>
    <w:rsid w:val="006E1D31"/>
    <w:rsid w:val="006E507D"/>
    <w:rsid w:val="006E58CC"/>
    <w:rsid w:val="006E6E8A"/>
    <w:rsid w:val="006F1185"/>
    <w:rsid w:val="006F23B3"/>
    <w:rsid w:val="006F67F2"/>
    <w:rsid w:val="006F6B8B"/>
    <w:rsid w:val="006F7F7C"/>
    <w:rsid w:val="007179B3"/>
    <w:rsid w:val="00721798"/>
    <w:rsid w:val="00725110"/>
    <w:rsid w:val="00733216"/>
    <w:rsid w:val="00741B42"/>
    <w:rsid w:val="00742C7B"/>
    <w:rsid w:val="00743C1C"/>
    <w:rsid w:val="00753885"/>
    <w:rsid w:val="00754C58"/>
    <w:rsid w:val="00760048"/>
    <w:rsid w:val="00762644"/>
    <w:rsid w:val="00762E66"/>
    <w:rsid w:val="007632C4"/>
    <w:rsid w:val="0076772A"/>
    <w:rsid w:val="00772087"/>
    <w:rsid w:val="00775254"/>
    <w:rsid w:val="007758AF"/>
    <w:rsid w:val="007766E3"/>
    <w:rsid w:val="00784767"/>
    <w:rsid w:val="00787FD6"/>
    <w:rsid w:val="00794901"/>
    <w:rsid w:val="007969AD"/>
    <w:rsid w:val="007A27D9"/>
    <w:rsid w:val="007B2CBA"/>
    <w:rsid w:val="007B634F"/>
    <w:rsid w:val="007C14D9"/>
    <w:rsid w:val="007C493F"/>
    <w:rsid w:val="007D0024"/>
    <w:rsid w:val="007D0817"/>
    <w:rsid w:val="007D2018"/>
    <w:rsid w:val="007D3B67"/>
    <w:rsid w:val="007D41C4"/>
    <w:rsid w:val="007E29CA"/>
    <w:rsid w:val="007F1930"/>
    <w:rsid w:val="008028AA"/>
    <w:rsid w:val="008049ED"/>
    <w:rsid w:val="00807397"/>
    <w:rsid w:val="008108CA"/>
    <w:rsid w:val="00810F36"/>
    <w:rsid w:val="00810F96"/>
    <w:rsid w:val="0081365A"/>
    <w:rsid w:val="00817A4F"/>
    <w:rsid w:val="00825615"/>
    <w:rsid w:val="00831AF4"/>
    <w:rsid w:val="0083295A"/>
    <w:rsid w:val="0084627E"/>
    <w:rsid w:val="008527F6"/>
    <w:rsid w:val="00854713"/>
    <w:rsid w:val="00857B0C"/>
    <w:rsid w:val="008623BB"/>
    <w:rsid w:val="00864590"/>
    <w:rsid w:val="00871274"/>
    <w:rsid w:val="00874F95"/>
    <w:rsid w:val="00874FF5"/>
    <w:rsid w:val="008752C1"/>
    <w:rsid w:val="00876A16"/>
    <w:rsid w:val="00883729"/>
    <w:rsid w:val="00892C28"/>
    <w:rsid w:val="0089420B"/>
    <w:rsid w:val="008948CF"/>
    <w:rsid w:val="008B07BA"/>
    <w:rsid w:val="008B0B29"/>
    <w:rsid w:val="008B6BB0"/>
    <w:rsid w:val="008C7F98"/>
    <w:rsid w:val="008D265A"/>
    <w:rsid w:val="008D77C0"/>
    <w:rsid w:val="008F09F7"/>
    <w:rsid w:val="008F445D"/>
    <w:rsid w:val="008F47A9"/>
    <w:rsid w:val="008F6568"/>
    <w:rsid w:val="008F7DE9"/>
    <w:rsid w:val="009138D8"/>
    <w:rsid w:val="00913D8C"/>
    <w:rsid w:val="009211D0"/>
    <w:rsid w:val="0092263B"/>
    <w:rsid w:val="00922EA2"/>
    <w:rsid w:val="0093146B"/>
    <w:rsid w:val="00932095"/>
    <w:rsid w:val="00942FB7"/>
    <w:rsid w:val="0094513E"/>
    <w:rsid w:val="00963228"/>
    <w:rsid w:val="009651AA"/>
    <w:rsid w:val="00967003"/>
    <w:rsid w:val="00972CFD"/>
    <w:rsid w:val="00982E37"/>
    <w:rsid w:val="00982FCB"/>
    <w:rsid w:val="009904A4"/>
    <w:rsid w:val="009A76B3"/>
    <w:rsid w:val="009B562F"/>
    <w:rsid w:val="009C0CEA"/>
    <w:rsid w:val="009C1CA1"/>
    <w:rsid w:val="009C1F84"/>
    <w:rsid w:val="009C236D"/>
    <w:rsid w:val="009C25B2"/>
    <w:rsid w:val="009D033A"/>
    <w:rsid w:val="009D7283"/>
    <w:rsid w:val="009D7DEC"/>
    <w:rsid w:val="009E5AAD"/>
    <w:rsid w:val="009F06FC"/>
    <w:rsid w:val="009F5436"/>
    <w:rsid w:val="009F5887"/>
    <w:rsid w:val="009F7B54"/>
    <w:rsid w:val="00A1404C"/>
    <w:rsid w:val="00A1699C"/>
    <w:rsid w:val="00A17FE6"/>
    <w:rsid w:val="00A377BD"/>
    <w:rsid w:val="00A41A26"/>
    <w:rsid w:val="00A512F5"/>
    <w:rsid w:val="00A74ED3"/>
    <w:rsid w:val="00A816FA"/>
    <w:rsid w:val="00A83105"/>
    <w:rsid w:val="00A91B8E"/>
    <w:rsid w:val="00A9284F"/>
    <w:rsid w:val="00A9537D"/>
    <w:rsid w:val="00AA08D5"/>
    <w:rsid w:val="00AA6619"/>
    <w:rsid w:val="00AB33EC"/>
    <w:rsid w:val="00AC1C6F"/>
    <w:rsid w:val="00AC2699"/>
    <w:rsid w:val="00AC532A"/>
    <w:rsid w:val="00AC6454"/>
    <w:rsid w:val="00AC7B4B"/>
    <w:rsid w:val="00AD5331"/>
    <w:rsid w:val="00AD7485"/>
    <w:rsid w:val="00AD7EEA"/>
    <w:rsid w:val="00AE0E9F"/>
    <w:rsid w:val="00AE29D9"/>
    <w:rsid w:val="00AE3FC4"/>
    <w:rsid w:val="00AF1A87"/>
    <w:rsid w:val="00AF28F3"/>
    <w:rsid w:val="00B02ED7"/>
    <w:rsid w:val="00B10F78"/>
    <w:rsid w:val="00B21D3A"/>
    <w:rsid w:val="00B236B1"/>
    <w:rsid w:val="00B2446E"/>
    <w:rsid w:val="00B25E24"/>
    <w:rsid w:val="00B30487"/>
    <w:rsid w:val="00B32415"/>
    <w:rsid w:val="00B40515"/>
    <w:rsid w:val="00B47C30"/>
    <w:rsid w:val="00B611F2"/>
    <w:rsid w:val="00B65E3D"/>
    <w:rsid w:val="00B75E75"/>
    <w:rsid w:val="00B7697E"/>
    <w:rsid w:val="00B77152"/>
    <w:rsid w:val="00B777C0"/>
    <w:rsid w:val="00B854B2"/>
    <w:rsid w:val="00B87941"/>
    <w:rsid w:val="00B97FD9"/>
    <w:rsid w:val="00BB02E1"/>
    <w:rsid w:val="00BB0CA1"/>
    <w:rsid w:val="00BB22FE"/>
    <w:rsid w:val="00BB3CFD"/>
    <w:rsid w:val="00BB72A0"/>
    <w:rsid w:val="00BC148E"/>
    <w:rsid w:val="00BC2258"/>
    <w:rsid w:val="00BC5724"/>
    <w:rsid w:val="00BD4D16"/>
    <w:rsid w:val="00BD5E39"/>
    <w:rsid w:val="00BD617D"/>
    <w:rsid w:val="00BE231E"/>
    <w:rsid w:val="00BF1633"/>
    <w:rsid w:val="00BF7195"/>
    <w:rsid w:val="00C033FB"/>
    <w:rsid w:val="00C07BB4"/>
    <w:rsid w:val="00C11379"/>
    <w:rsid w:val="00C130FD"/>
    <w:rsid w:val="00C159F3"/>
    <w:rsid w:val="00C2027A"/>
    <w:rsid w:val="00C242BE"/>
    <w:rsid w:val="00C24A77"/>
    <w:rsid w:val="00C24C8B"/>
    <w:rsid w:val="00C31C43"/>
    <w:rsid w:val="00C36129"/>
    <w:rsid w:val="00C375A5"/>
    <w:rsid w:val="00C453A9"/>
    <w:rsid w:val="00C52C27"/>
    <w:rsid w:val="00C53198"/>
    <w:rsid w:val="00C57CBE"/>
    <w:rsid w:val="00C605CE"/>
    <w:rsid w:val="00C62EC1"/>
    <w:rsid w:val="00C65198"/>
    <w:rsid w:val="00C7222F"/>
    <w:rsid w:val="00C748FE"/>
    <w:rsid w:val="00C76490"/>
    <w:rsid w:val="00C764FD"/>
    <w:rsid w:val="00C80FE9"/>
    <w:rsid w:val="00C84E15"/>
    <w:rsid w:val="00C957C1"/>
    <w:rsid w:val="00C97DB1"/>
    <w:rsid w:val="00CA1EA8"/>
    <w:rsid w:val="00CA6DA4"/>
    <w:rsid w:val="00CB237F"/>
    <w:rsid w:val="00CB278D"/>
    <w:rsid w:val="00CB4257"/>
    <w:rsid w:val="00CB51B3"/>
    <w:rsid w:val="00CB6B8B"/>
    <w:rsid w:val="00CB7975"/>
    <w:rsid w:val="00CC1E30"/>
    <w:rsid w:val="00CC2E89"/>
    <w:rsid w:val="00CC3643"/>
    <w:rsid w:val="00CD105E"/>
    <w:rsid w:val="00CD7606"/>
    <w:rsid w:val="00CE113C"/>
    <w:rsid w:val="00CE1218"/>
    <w:rsid w:val="00CE2421"/>
    <w:rsid w:val="00CF2C99"/>
    <w:rsid w:val="00CF3DAA"/>
    <w:rsid w:val="00D04166"/>
    <w:rsid w:val="00D07969"/>
    <w:rsid w:val="00D10752"/>
    <w:rsid w:val="00D251DE"/>
    <w:rsid w:val="00D4539F"/>
    <w:rsid w:val="00D47987"/>
    <w:rsid w:val="00D50D00"/>
    <w:rsid w:val="00D601BF"/>
    <w:rsid w:val="00D70465"/>
    <w:rsid w:val="00D77751"/>
    <w:rsid w:val="00D93CA3"/>
    <w:rsid w:val="00D94642"/>
    <w:rsid w:val="00DA267B"/>
    <w:rsid w:val="00DA2ADF"/>
    <w:rsid w:val="00DA54DF"/>
    <w:rsid w:val="00DA690B"/>
    <w:rsid w:val="00DA710F"/>
    <w:rsid w:val="00DA74CC"/>
    <w:rsid w:val="00DB0500"/>
    <w:rsid w:val="00DB480C"/>
    <w:rsid w:val="00DB5060"/>
    <w:rsid w:val="00DB78C1"/>
    <w:rsid w:val="00DC4F59"/>
    <w:rsid w:val="00DD03FD"/>
    <w:rsid w:val="00DD33C1"/>
    <w:rsid w:val="00DE38FF"/>
    <w:rsid w:val="00DE4C8D"/>
    <w:rsid w:val="00DE54FE"/>
    <w:rsid w:val="00DE5572"/>
    <w:rsid w:val="00DE6F27"/>
    <w:rsid w:val="00DE786F"/>
    <w:rsid w:val="00DF2ED9"/>
    <w:rsid w:val="00DF4665"/>
    <w:rsid w:val="00E0505C"/>
    <w:rsid w:val="00E11AA3"/>
    <w:rsid w:val="00E172D0"/>
    <w:rsid w:val="00E17927"/>
    <w:rsid w:val="00E17DCA"/>
    <w:rsid w:val="00E22BA6"/>
    <w:rsid w:val="00E338F6"/>
    <w:rsid w:val="00E44222"/>
    <w:rsid w:val="00E444A8"/>
    <w:rsid w:val="00E6065F"/>
    <w:rsid w:val="00E60767"/>
    <w:rsid w:val="00E61DA4"/>
    <w:rsid w:val="00E7063B"/>
    <w:rsid w:val="00E71024"/>
    <w:rsid w:val="00E7133E"/>
    <w:rsid w:val="00E73DB0"/>
    <w:rsid w:val="00E75D94"/>
    <w:rsid w:val="00E815E6"/>
    <w:rsid w:val="00E83958"/>
    <w:rsid w:val="00E83E75"/>
    <w:rsid w:val="00E840BC"/>
    <w:rsid w:val="00E91A9A"/>
    <w:rsid w:val="00E929FE"/>
    <w:rsid w:val="00E94D1D"/>
    <w:rsid w:val="00EB1A06"/>
    <w:rsid w:val="00EB782B"/>
    <w:rsid w:val="00EC51EB"/>
    <w:rsid w:val="00EC7946"/>
    <w:rsid w:val="00EC7C25"/>
    <w:rsid w:val="00EE5B0D"/>
    <w:rsid w:val="00EF11E2"/>
    <w:rsid w:val="00EF1F82"/>
    <w:rsid w:val="00EF38FF"/>
    <w:rsid w:val="00F0357B"/>
    <w:rsid w:val="00F03617"/>
    <w:rsid w:val="00F13037"/>
    <w:rsid w:val="00F24DC7"/>
    <w:rsid w:val="00F34735"/>
    <w:rsid w:val="00F3530C"/>
    <w:rsid w:val="00F36575"/>
    <w:rsid w:val="00F530BF"/>
    <w:rsid w:val="00F532AB"/>
    <w:rsid w:val="00F57762"/>
    <w:rsid w:val="00F60FD0"/>
    <w:rsid w:val="00F647F9"/>
    <w:rsid w:val="00F64ADB"/>
    <w:rsid w:val="00F65340"/>
    <w:rsid w:val="00F731BE"/>
    <w:rsid w:val="00F828C5"/>
    <w:rsid w:val="00F83198"/>
    <w:rsid w:val="00F97436"/>
    <w:rsid w:val="00FA1DAC"/>
    <w:rsid w:val="00FA2500"/>
    <w:rsid w:val="00FB0C81"/>
    <w:rsid w:val="00FC4C1D"/>
    <w:rsid w:val="00FD02C0"/>
    <w:rsid w:val="00FD5F49"/>
    <w:rsid w:val="00FD6E84"/>
    <w:rsid w:val="00FE2239"/>
    <w:rsid w:val="00FF1DA1"/>
    <w:rsid w:val="00FF3E20"/>
    <w:rsid w:val="00FF3FFE"/>
    <w:rsid w:val="00FF6002"/>
    <w:rsid w:val="00FF74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9153578"/>
  <w15:docId w15:val="{89F1F1D2-594A-458E-8BBF-94EA7B350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4901"/>
    <w:pPr>
      <w:widowControl w:val="0"/>
      <w:jc w:val="both"/>
    </w:pPr>
    <w:rPr>
      <w:rFonts w:ascii="Times New Roman" w:eastAsia="ＭＳ 明朝"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B6D5D"/>
    <w:rPr>
      <w:rFonts w:ascii="Century" w:hAnsi="Century"/>
    </w:rPr>
  </w:style>
  <w:style w:type="character" w:customStyle="1" w:styleId="a4">
    <w:name w:val="日付 (文字)"/>
    <w:basedOn w:val="a0"/>
    <w:link w:val="a3"/>
    <w:rsid w:val="004B6D5D"/>
    <w:rPr>
      <w:rFonts w:ascii="Century" w:eastAsia="ＭＳ 明朝" w:hAnsi="Century" w:cs="Times New Roman"/>
      <w:szCs w:val="24"/>
    </w:rPr>
  </w:style>
  <w:style w:type="paragraph" w:styleId="a5">
    <w:name w:val="header"/>
    <w:basedOn w:val="a"/>
    <w:link w:val="a6"/>
    <w:uiPriority w:val="99"/>
    <w:unhideWhenUsed/>
    <w:rsid w:val="00831AF4"/>
    <w:pPr>
      <w:tabs>
        <w:tab w:val="center" w:pos="4252"/>
        <w:tab w:val="right" w:pos="8504"/>
      </w:tabs>
      <w:snapToGrid w:val="0"/>
    </w:pPr>
    <w:rPr>
      <w:rFonts w:ascii="Century" w:hAnsi="Century"/>
    </w:rPr>
  </w:style>
  <w:style w:type="character" w:customStyle="1" w:styleId="a6">
    <w:name w:val="ヘッダー (文字)"/>
    <w:basedOn w:val="a0"/>
    <w:link w:val="a5"/>
    <w:uiPriority w:val="99"/>
    <w:rsid w:val="00831AF4"/>
    <w:rPr>
      <w:rFonts w:ascii="Century" w:eastAsia="ＭＳ 明朝" w:hAnsi="Century" w:cs="Times New Roman"/>
      <w:szCs w:val="24"/>
    </w:rPr>
  </w:style>
  <w:style w:type="paragraph" w:styleId="a7">
    <w:name w:val="footer"/>
    <w:basedOn w:val="a"/>
    <w:link w:val="a8"/>
    <w:uiPriority w:val="99"/>
    <w:unhideWhenUsed/>
    <w:rsid w:val="00831AF4"/>
    <w:pPr>
      <w:tabs>
        <w:tab w:val="center" w:pos="4252"/>
        <w:tab w:val="right" w:pos="8504"/>
      </w:tabs>
      <w:snapToGrid w:val="0"/>
    </w:pPr>
    <w:rPr>
      <w:rFonts w:ascii="Century" w:hAnsi="Century"/>
    </w:rPr>
  </w:style>
  <w:style w:type="character" w:customStyle="1" w:styleId="a8">
    <w:name w:val="フッター (文字)"/>
    <w:basedOn w:val="a0"/>
    <w:link w:val="a7"/>
    <w:uiPriority w:val="99"/>
    <w:rsid w:val="00831AF4"/>
    <w:rPr>
      <w:rFonts w:ascii="Century" w:eastAsia="ＭＳ 明朝" w:hAnsi="Century" w:cs="Times New Roman"/>
      <w:szCs w:val="24"/>
    </w:rPr>
  </w:style>
  <w:style w:type="paragraph" w:customStyle="1" w:styleId="a9">
    <w:name w:val="一太郎"/>
    <w:rsid w:val="0084627E"/>
    <w:pPr>
      <w:widowControl w:val="0"/>
      <w:wordWrap w:val="0"/>
      <w:autoSpaceDE w:val="0"/>
      <w:autoSpaceDN w:val="0"/>
      <w:adjustRightInd w:val="0"/>
      <w:spacing w:line="381" w:lineRule="exact"/>
      <w:jc w:val="both"/>
    </w:pPr>
    <w:rPr>
      <w:rFonts w:ascii="Century" w:eastAsia="ＭＳ 明朝" w:hAnsi="Century" w:cs="ＭＳ 明朝"/>
      <w:spacing w:val="-2"/>
      <w:kern w:val="0"/>
      <w:sz w:val="24"/>
      <w:szCs w:val="24"/>
    </w:rPr>
  </w:style>
  <w:style w:type="paragraph" w:styleId="aa">
    <w:name w:val="Note Heading"/>
    <w:basedOn w:val="a"/>
    <w:next w:val="a"/>
    <w:link w:val="ab"/>
    <w:uiPriority w:val="99"/>
    <w:unhideWhenUsed/>
    <w:rsid w:val="00772087"/>
    <w:pPr>
      <w:jc w:val="center"/>
    </w:pPr>
    <w:rPr>
      <w:rFonts w:ascii="Century" w:hAnsi="Century"/>
      <w:sz w:val="24"/>
    </w:rPr>
  </w:style>
  <w:style w:type="character" w:customStyle="1" w:styleId="ab">
    <w:name w:val="記 (文字)"/>
    <w:basedOn w:val="a0"/>
    <w:link w:val="aa"/>
    <w:uiPriority w:val="99"/>
    <w:rsid w:val="00772087"/>
    <w:rPr>
      <w:rFonts w:ascii="Century" w:eastAsia="ＭＳ 明朝" w:hAnsi="Century" w:cs="Times New Roman"/>
      <w:sz w:val="24"/>
      <w:szCs w:val="24"/>
    </w:rPr>
  </w:style>
  <w:style w:type="paragraph" w:styleId="ac">
    <w:name w:val="Closing"/>
    <w:basedOn w:val="a"/>
    <w:link w:val="ad"/>
    <w:uiPriority w:val="99"/>
    <w:unhideWhenUsed/>
    <w:rsid w:val="00772087"/>
    <w:pPr>
      <w:jc w:val="right"/>
    </w:pPr>
    <w:rPr>
      <w:rFonts w:ascii="Century" w:hAnsi="Century"/>
      <w:sz w:val="24"/>
    </w:rPr>
  </w:style>
  <w:style w:type="character" w:customStyle="1" w:styleId="ad">
    <w:name w:val="結語 (文字)"/>
    <w:basedOn w:val="a0"/>
    <w:link w:val="ac"/>
    <w:uiPriority w:val="99"/>
    <w:rsid w:val="00772087"/>
    <w:rPr>
      <w:rFonts w:ascii="Century" w:eastAsia="ＭＳ 明朝" w:hAnsi="Century" w:cs="Times New Roman"/>
      <w:sz w:val="24"/>
      <w:szCs w:val="24"/>
    </w:rPr>
  </w:style>
  <w:style w:type="table" w:styleId="ae">
    <w:name w:val="Table Grid"/>
    <w:basedOn w:val="a1"/>
    <w:uiPriority w:val="59"/>
    <w:rsid w:val="001462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link w:val="af0"/>
    <w:uiPriority w:val="99"/>
    <w:semiHidden/>
    <w:unhideWhenUsed/>
    <w:rsid w:val="00DA267B"/>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DA267B"/>
    <w:rPr>
      <w:rFonts w:asciiTheme="majorHAnsi" w:eastAsiaTheme="majorEastAsia" w:hAnsiTheme="majorHAnsi" w:cstheme="majorBidi"/>
      <w:sz w:val="18"/>
      <w:szCs w:val="18"/>
    </w:rPr>
  </w:style>
  <w:style w:type="paragraph" w:styleId="af1">
    <w:name w:val="List Paragraph"/>
    <w:basedOn w:val="a"/>
    <w:uiPriority w:val="34"/>
    <w:qFormat/>
    <w:rsid w:val="00185DE3"/>
    <w:pPr>
      <w:ind w:leftChars="400" w:left="840"/>
    </w:pPr>
  </w:style>
  <w:style w:type="character" w:styleId="af2">
    <w:name w:val="annotation reference"/>
    <w:basedOn w:val="a0"/>
    <w:uiPriority w:val="99"/>
    <w:semiHidden/>
    <w:unhideWhenUsed/>
    <w:rsid w:val="0089420B"/>
    <w:rPr>
      <w:sz w:val="18"/>
      <w:szCs w:val="18"/>
    </w:rPr>
  </w:style>
  <w:style w:type="paragraph" w:styleId="af3">
    <w:name w:val="annotation text"/>
    <w:basedOn w:val="a"/>
    <w:link w:val="af4"/>
    <w:uiPriority w:val="99"/>
    <w:semiHidden/>
    <w:unhideWhenUsed/>
    <w:rsid w:val="0089420B"/>
    <w:pPr>
      <w:jc w:val="left"/>
    </w:pPr>
  </w:style>
  <w:style w:type="character" w:customStyle="1" w:styleId="af4">
    <w:name w:val="コメント文字列 (文字)"/>
    <w:basedOn w:val="a0"/>
    <w:link w:val="af3"/>
    <w:uiPriority w:val="99"/>
    <w:semiHidden/>
    <w:rsid w:val="0089420B"/>
    <w:rPr>
      <w:rFonts w:ascii="Times New Roman" w:eastAsia="ＭＳ 明朝" w:hAnsi="Times New Roman" w:cs="Times New Roman"/>
      <w:szCs w:val="24"/>
    </w:rPr>
  </w:style>
  <w:style w:type="paragraph" w:styleId="af5">
    <w:name w:val="annotation subject"/>
    <w:basedOn w:val="af3"/>
    <w:next w:val="af3"/>
    <w:link w:val="af6"/>
    <w:uiPriority w:val="99"/>
    <w:semiHidden/>
    <w:unhideWhenUsed/>
    <w:rsid w:val="0089420B"/>
    <w:rPr>
      <w:b/>
      <w:bCs/>
    </w:rPr>
  </w:style>
  <w:style w:type="character" w:customStyle="1" w:styleId="af6">
    <w:name w:val="コメント内容 (文字)"/>
    <w:basedOn w:val="af4"/>
    <w:link w:val="af5"/>
    <w:uiPriority w:val="99"/>
    <w:semiHidden/>
    <w:rsid w:val="0089420B"/>
    <w:rPr>
      <w:rFonts w:ascii="Times New Roman" w:eastAsia="ＭＳ 明朝" w:hAnsi="Times New Roman"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m51864531\Desktop\Word%20&#12486;&#12531;&#12503;&#12524;&#12540;&#12488;.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F7426F-FF5D-4B68-8D1A-266000FE8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 テンプレート.dotx</Template>
  <TotalTime>2190</TotalTime>
  <Pages>1</Pages>
  <Words>250</Words>
  <Characters>1430</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菊地　理恵</dc:creator>
  <cp:lastModifiedBy>渡邉　晴子</cp:lastModifiedBy>
  <cp:revision>105</cp:revision>
  <cp:lastPrinted>2023-01-24T06:56:00Z</cp:lastPrinted>
  <dcterms:created xsi:type="dcterms:W3CDTF">2019-01-08T02:46:00Z</dcterms:created>
  <dcterms:modified xsi:type="dcterms:W3CDTF">2023-01-24T07:07:00Z</dcterms:modified>
</cp:coreProperties>
</file>