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8A8" w:rsidRDefault="003D28A8" w:rsidP="0047631A">
      <w:pPr>
        <w:wordWrap/>
        <w:adjustRightInd/>
        <w:rPr>
          <w:rFonts w:ascii="ＭＳ Ｐゴシック" w:eastAsia="ＭＳ Ｐゴシック" w:hAnsi="ＭＳ Ｐゴシック"/>
        </w:rPr>
      </w:pPr>
    </w:p>
    <w:p w:rsidR="0047631A" w:rsidRPr="006D45CD" w:rsidRDefault="00144E3D" w:rsidP="0047631A">
      <w:pPr>
        <w:wordWrap/>
        <w:adjustRightInd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【様式２</w:t>
      </w:r>
      <w:r w:rsidR="0047631A" w:rsidRPr="006D45CD">
        <w:rPr>
          <w:rFonts w:ascii="ＭＳ Ｐゴシック" w:eastAsia="ＭＳ Ｐゴシック" w:hAnsi="ＭＳ Ｐゴシック" w:hint="eastAsia"/>
        </w:rPr>
        <w:t>－１】</w:t>
      </w:r>
    </w:p>
    <w:p w:rsidR="0047631A" w:rsidRPr="006D45CD" w:rsidRDefault="0047631A" w:rsidP="0047631A">
      <w:pPr>
        <w:wordWrap/>
        <w:adjustRightInd/>
        <w:ind w:firstLineChars="200" w:firstLine="480"/>
        <w:jc w:val="center"/>
        <w:rPr>
          <w:rFonts w:ascii="ＭＳ Ｐゴシック" w:eastAsia="ＭＳ Ｐゴシック" w:hAnsi="ＭＳ Ｐゴシック"/>
        </w:rPr>
      </w:pPr>
    </w:p>
    <w:p w:rsidR="0047631A" w:rsidRPr="006D45CD" w:rsidRDefault="00EB2880" w:rsidP="0047631A">
      <w:pPr>
        <w:wordWrap/>
        <w:adjustRightInd/>
        <w:ind w:firstLineChars="200" w:firstLine="480"/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東北大学</w:t>
      </w:r>
      <w:r w:rsidR="0047631A" w:rsidRPr="006D45CD">
        <w:rPr>
          <w:rFonts w:ascii="ＭＳ Ｐゴシック" w:eastAsia="ＭＳ Ｐゴシック" w:hAnsi="ＭＳ Ｐゴシック" w:hint="eastAsia"/>
        </w:rPr>
        <w:t>ユニバーシティ・ハウス</w:t>
      </w:r>
      <w:r>
        <w:rPr>
          <w:rFonts w:ascii="ＭＳ Ｐゴシック" w:eastAsia="ＭＳ Ｐゴシック" w:hAnsi="ＭＳ Ｐゴシック" w:hint="eastAsia"/>
        </w:rPr>
        <w:t>及び国際交流会館</w:t>
      </w:r>
    </w:p>
    <w:p w:rsidR="0047631A" w:rsidRPr="006D45CD" w:rsidRDefault="0088050C" w:rsidP="0047631A">
      <w:pPr>
        <w:wordWrap/>
        <w:adjustRightInd/>
        <w:ind w:firstLineChars="200" w:firstLine="480"/>
        <w:jc w:val="center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</w:rPr>
        <w:t>入居</w:t>
      </w:r>
      <w:r w:rsidR="0047631A" w:rsidRPr="006D45CD">
        <w:rPr>
          <w:rFonts w:ascii="ＭＳ Ｐゴシック" w:eastAsia="ＭＳ Ｐゴシック" w:hAnsi="ＭＳ Ｐゴシック" w:hint="eastAsia"/>
          <w:lang w:eastAsia="zh-TW"/>
        </w:rPr>
        <w:t>期間延長申請書</w:t>
      </w:r>
    </w:p>
    <w:p w:rsidR="0047631A" w:rsidRPr="006D45CD" w:rsidRDefault="0047631A" w:rsidP="0047631A">
      <w:pPr>
        <w:wordWrap/>
        <w:adjustRightInd/>
        <w:ind w:firstLineChars="200" w:firstLine="480"/>
        <w:rPr>
          <w:rFonts w:ascii="ＭＳ Ｐゴシック" w:eastAsia="ＭＳ Ｐゴシック" w:hAnsi="ＭＳ Ｐゴシック"/>
          <w:lang w:eastAsia="zh-TW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                                             </w:t>
      </w:r>
      <w:r w:rsidRPr="006D45CD">
        <w:rPr>
          <w:rFonts w:ascii="ＭＳ Ｐゴシック" w:eastAsia="ＭＳ Ｐゴシック" w:hAnsi="ＭＳ Ｐゴシック" w:hint="eastAsia"/>
          <w:lang w:eastAsia="zh-TW"/>
        </w:rPr>
        <w:t xml:space="preserve">　　　　</w:t>
      </w:r>
    </w:p>
    <w:p w:rsidR="0047631A" w:rsidRPr="006D45CD" w:rsidRDefault="00300E29" w:rsidP="0047631A">
      <w:pPr>
        <w:wordWrap/>
        <w:adjustRightInd/>
        <w:ind w:firstLineChars="200" w:firstLine="480"/>
        <w:jc w:val="right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 xml:space="preserve">　</w:t>
      </w:r>
      <w:r w:rsidR="0047631A" w:rsidRPr="006D45CD">
        <w:rPr>
          <w:rFonts w:ascii="ＭＳ Ｐゴシック" w:eastAsia="ＭＳ Ｐゴシック" w:hAnsi="ＭＳ Ｐゴシック" w:hint="eastAsia"/>
          <w:lang w:eastAsia="zh-TW"/>
        </w:rPr>
        <w:t xml:space="preserve">　　　年　　　月　　　日</w:t>
      </w:r>
    </w:p>
    <w:p w:rsidR="0047631A" w:rsidRPr="00F131A5" w:rsidRDefault="0047631A" w:rsidP="0047631A">
      <w:pPr>
        <w:wordWrap/>
        <w:adjustRightInd/>
        <w:rPr>
          <w:rFonts w:ascii="ＭＳ Ｐゴシック" w:eastAsia="ＭＳ Ｐゴシック" w:hAnsi="ＭＳ Ｐゴシック"/>
          <w:lang w:eastAsia="zh-TW"/>
        </w:rPr>
      </w:pP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TW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  </w:t>
      </w:r>
      <w:r w:rsidRPr="006D45CD">
        <w:rPr>
          <w:rFonts w:ascii="ＭＳ Ｐゴシック" w:eastAsia="ＭＳ Ｐゴシック" w:hAnsi="ＭＳ Ｐゴシック" w:hint="eastAsia"/>
          <w:lang w:eastAsia="zh-TW"/>
        </w:rPr>
        <w:t xml:space="preserve">　　</w:t>
      </w:r>
    </w:p>
    <w:p w:rsidR="0047631A" w:rsidRPr="006D45CD" w:rsidRDefault="00E4366D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 xml:space="preserve">　　　東北大学理事　　　</w:t>
      </w:r>
      <w:r w:rsidR="0047631A" w:rsidRPr="006D45CD">
        <w:rPr>
          <w:rFonts w:ascii="ＭＳ Ｐゴシック" w:eastAsia="ＭＳ Ｐゴシック" w:hAnsi="ＭＳ Ｐゴシック" w:hint="eastAsia"/>
          <w:lang w:eastAsia="zh-TW"/>
        </w:rPr>
        <w:t xml:space="preserve">　殿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/>
          <w:color w:val="auto"/>
          <w:lang w:eastAsia="zh-TW"/>
        </w:rPr>
      </w:pPr>
      <w:r w:rsidRPr="006D45CD">
        <w:rPr>
          <w:rFonts w:ascii="ＭＳ Ｐゴシック" w:eastAsia="ＭＳ Ｐゴシック" w:hAnsi="ＭＳ Ｐゴシック" w:hint="eastAsia"/>
          <w:color w:val="auto"/>
          <w:lang w:eastAsia="zh-TW"/>
        </w:rPr>
        <w:t xml:space="preserve">　　　　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/>
          <w:lang w:eastAsia="zh-TW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</w:t>
      </w:r>
    </w:p>
    <w:p w:rsidR="0047631A" w:rsidRDefault="0047631A" w:rsidP="00012083">
      <w:pPr>
        <w:wordWrap/>
        <w:adjustRightInd/>
        <w:ind w:firstLineChars="100" w:firstLine="240"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                             </w:t>
      </w:r>
      <w:r w:rsidRPr="006D45CD">
        <w:rPr>
          <w:rFonts w:ascii="ＭＳ Ｐゴシック" w:eastAsia="ＭＳ Ｐゴシック" w:hAnsi="ＭＳ Ｐゴシック" w:cs="Times New Roman"/>
          <w:color w:val="auto"/>
        </w:rPr>
        <w:fldChar w:fldCharType="begin"/>
      </w:r>
      <w:r w:rsidRPr="006D45CD">
        <w:rPr>
          <w:rFonts w:ascii="ＭＳ Ｐゴシック" w:eastAsia="ＭＳ Ｐゴシック" w:hAnsi="ＭＳ Ｐゴシック" w:cs="Times New Roman"/>
          <w:color w:val="auto"/>
        </w:rPr>
        <w:instrText>eq \o\ad(</w:instrText>
      </w:r>
      <w:r w:rsidRPr="006D45CD">
        <w:rPr>
          <w:rFonts w:ascii="ＭＳ Ｐゴシック" w:eastAsia="ＭＳ Ｐゴシック" w:hAnsi="ＭＳ Ｐゴシック" w:hint="eastAsia"/>
        </w:rPr>
        <w:instrText>氏名</w:instrText>
      </w:r>
      <w:r w:rsidRPr="006D45CD">
        <w:rPr>
          <w:rFonts w:ascii="ＭＳ Ｐゴシック" w:eastAsia="ＭＳ Ｐゴシック" w:hAnsi="ＭＳ Ｐゴシック" w:cs="Times New Roman"/>
          <w:color w:val="auto"/>
        </w:rPr>
        <w:instrText>,</w:instrText>
      </w:r>
      <w:r w:rsidRPr="006D45CD">
        <w:rPr>
          <w:rFonts w:ascii="ＭＳ Ｐゴシック" w:eastAsia="ＭＳ Ｐゴシック" w:hAnsi="ＭＳ Ｐゴシック" w:cs="Times New Roman" w:hint="eastAsia"/>
          <w:color w:val="auto"/>
        </w:rPr>
        <w:instrText xml:space="preserve">　　　　</w:instrText>
      </w:r>
      <w:r w:rsidRPr="006D45CD">
        <w:rPr>
          <w:rFonts w:ascii="ＭＳ Ｐゴシック" w:eastAsia="ＭＳ Ｐゴシック" w:hAnsi="ＭＳ Ｐゴシック" w:cs="Times New Roman"/>
          <w:color w:val="auto"/>
        </w:rPr>
        <w:instrText>)</w:instrText>
      </w:r>
      <w:r w:rsidRPr="006D45CD">
        <w:rPr>
          <w:rFonts w:ascii="ＭＳ Ｐゴシック" w:eastAsia="ＭＳ Ｐゴシック" w:hAnsi="ＭＳ Ｐゴシック" w:cs="Times New Roman"/>
          <w:color w:val="auto"/>
        </w:rPr>
        <w:fldChar w:fldCharType="separate"/>
      </w:r>
      <w:r w:rsidRPr="006D45CD">
        <w:rPr>
          <w:rFonts w:ascii="ＭＳ Ｐゴシック" w:eastAsia="ＭＳ Ｐゴシック" w:hAnsi="ＭＳ Ｐゴシック" w:hint="eastAsia"/>
        </w:rPr>
        <w:t>氏名</w:t>
      </w:r>
      <w:r w:rsidRPr="006D45CD">
        <w:rPr>
          <w:rFonts w:ascii="ＭＳ Ｐゴシック" w:eastAsia="ＭＳ Ｐゴシック" w:hAnsi="ＭＳ Ｐゴシック" w:cs="Times New Roman"/>
          <w:color w:val="auto"/>
        </w:rPr>
        <w:fldChar w:fldCharType="end"/>
      </w:r>
    </w:p>
    <w:p w:rsidR="00012083" w:rsidRPr="006D45CD" w:rsidRDefault="00012083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012083" w:rsidRDefault="0047631A" w:rsidP="0047631A">
      <w:pPr>
        <w:wordWrap/>
        <w:adjustRightInd/>
        <w:rPr>
          <w:rFonts w:ascii="ＭＳ Ｐゴシック" w:eastAsia="ＭＳ Ｐゴシック" w:hAnsi="ＭＳ Ｐゴシック"/>
        </w:rPr>
      </w:pPr>
      <w:r w:rsidRPr="006D45CD">
        <w:rPr>
          <w:rFonts w:ascii="ＭＳ Ｐゴシック" w:eastAsia="ＭＳ Ｐゴシック" w:hAnsi="ＭＳ Ｐゴシック"/>
        </w:rPr>
        <w:t xml:space="preserve">                                 </w:t>
      </w:r>
      <w:r w:rsidR="00012083">
        <w:rPr>
          <w:rFonts w:ascii="ＭＳ Ｐゴシック" w:eastAsia="ＭＳ Ｐゴシック" w:hAnsi="ＭＳ Ｐゴシック" w:hint="eastAsia"/>
        </w:rPr>
        <w:t>現在の</w:t>
      </w:r>
      <w:r w:rsidR="00012083" w:rsidRPr="006D45CD">
        <w:rPr>
          <w:rFonts w:ascii="ＭＳ Ｐゴシック" w:eastAsia="ＭＳ Ｐゴシック" w:hAnsi="ＭＳ Ｐゴシック" w:hint="eastAsia"/>
        </w:rPr>
        <w:t>居室番号</w:t>
      </w:r>
      <w:r w:rsidR="00012083" w:rsidRPr="006D45CD">
        <w:rPr>
          <w:rFonts w:ascii="ＭＳ Ｐゴシック" w:eastAsia="ＭＳ Ｐゴシック" w:hAnsi="ＭＳ Ｐゴシック"/>
        </w:rPr>
        <w:t xml:space="preserve">         </w:t>
      </w:r>
      <w:r w:rsidR="00012083" w:rsidRPr="006D45CD">
        <w:rPr>
          <w:rFonts w:ascii="ＭＳ Ｐゴシック" w:eastAsia="ＭＳ Ｐゴシック" w:hAnsi="ＭＳ Ｐゴシック" w:hint="eastAsia"/>
        </w:rPr>
        <w:t>棟</w:t>
      </w:r>
      <w:r w:rsidR="00012083" w:rsidRPr="006D45CD">
        <w:rPr>
          <w:rFonts w:ascii="ＭＳ Ｐゴシック" w:eastAsia="ＭＳ Ｐゴシック" w:hAnsi="ＭＳ Ｐゴシック"/>
        </w:rPr>
        <w:t xml:space="preserve">        </w:t>
      </w:r>
      <w:r w:rsidR="00012083">
        <w:rPr>
          <w:rFonts w:ascii="ＭＳ Ｐゴシック" w:eastAsia="ＭＳ Ｐゴシック" w:hAnsi="ＭＳ Ｐゴシック" w:hint="eastAsia"/>
        </w:rPr>
        <w:t>号</w:t>
      </w:r>
    </w:p>
    <w:p w:rsidR="00012083" w:rsidRPr="0003034A" w:rsidRDefault="00012083" w:rsidP="00012083">
      <w:pPr>
        <w:wordWrap/>
        <w:adjustRightInd/>
        <w:ind w:firstLineChars="1650" w:firstLine="3960"/>
        <w:rPr>
          <w:rFonts w:ascii="ＭＳ Ｐゴシック" w:eastAsia="ＭＳ Ｐゴシック" w:hAnsi="ＭＳ Ｐゴシック"/>
        </w:rPr>
      </w:pPr>
    </w:p>
    <w:p w:rsidR="00012083" w:rsidRDefault="00012083" w:rsidP="00012083">
      <w:pPr>
        <w:wordWrap/>
        <w:adjustRightInd/>
        <w:ind w:firstLineChars="1650" w:firstLine="3960"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 xml:space="preserve">部屋タイプ　　　　　　　　</w:t>
      </w:r>
      <w:r w:rsidR="0003034A"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 w:hint="eastAsia"/>
        </w:rPr>
        <w:t xml:space="preserve">　□　単身男子</w:t>
      </w:r>
    </w:p>
    <w:p w:rsidR="00012083" w:rsidRDefault="00012083" w:rsidP="00012083">
      <w:pPr>
        <w:wordWrap/>
        <w:adjustRightInd/>
        <w:ind w:firstLineChars="2750" w:firstLine="660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　単身女子</w:t>
      </w:r>
    </w:p>
    <w:p w:rsidR="00012083" w:rsidRPr="00012083" w:rsidRDefault="00012083" w:rsidP="00012083">
      <w:pPr>
        <w:wordWrap/>
        <w:adjustRightInd/>
        <w:ind w:firstLineChars="2750" w:firstLine="6600"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>□　夫婦室</w:t>
      </w:r>
    </w:p>
    <w:p w:rsidR="00012083" w:rsidRPr="006D45CD" w:rsidRDefault="00012083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　　　　          □　家族室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/>
        </w:rPr>
        <w:t xml:space="preserve">                                        </w:t>
      </w:r>
      <w:r w:rsidRPr="006D45CD">
        <w:rPr>
          <w:rFonts w:ascii="ＭＳ Ｐゴシック" w:eastAsia="ＭＳ Ｐゴシック" w:hAnsi="ＭＳ Ｐゴシック" w:hint="eastAsia"/>
        </w:rPr>
        <w:t xml:space="preserve">　　　　</w:t>
      </w:r>
      <w:r w:rsidRPr="006D45CD">
        <w:rPr>
          <w:rFonts w:ascii="ＭＳ Ｐゴシック" w:eastAsia="ＭＳ Ｐゴシック" w:hAnsi="ＭＳ Ｐゴシック"/>
        </w:rPr>
        <w:t xml:space="preserve">       </w:t>
      </w:r>
      <w:r w:rsidRPr="006D45CD">
        <w:rPr>
          <w:rFonts w:ascii="ＭＳ Ｐゴシック" w:eastAsia="ＭＳ Ｐゴシック" w:hAnsi="ＭＳ Ｐゴシック" w:hint="eastAsia"/>
        </w:rPr>
        <w:t xml:space="preserve">　　</w:t>
      </w:r>
      <w:r w:rsidRPr="006D45CD">
        <w:rPr>
          <w:rFonts w:ascii="ＭＳ Ｐゴシック" w:eastAsia="ＭＳ Ｐゴシック" w:hAnsi="ＭＳ Ｐゴシック"/>
        </w:rPr>
        <w:t xml:space="preserve">      </w:t>
      </w:r>
      <w:r w:rsidRPr="006D45CD">
        <w:rPr>
          <w:rFonts w:ascii="ＭＳ Ｐゴシック" w:eastAsia="ＭＳ Ｐゴシック" w:hAnsi="ＭＳ Ｐゴシック" w:hint="eastAsia"/>
        </w:rPr>
        <w:t xml:space="preserve">　　　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/>
        </w:rPr>
        <w:t xml:space="preserve">  </w:t>
      </w:r>
      <w:r w:rsidR="005830D0">
        <w:rPr>
          <w:rFonts w:ascii="ＭＳ Ｐゴシック" w:eastAsia="ＭＳ Ｐゴシック" w:hAnsi="ＭＳ Ｐゴシック" w:hint="eastAsia"/>
        </w:rPr>
        <w:t>下記のとおり入居</w:t>
      </w:r>
      <w:r w:rsidRPr="006D45CD">
        <w:rPr>
          <w:rFonts w:ascii="ＭＳ Ｐゴシック" w:eastAsia="ＭＳ Ｐゴシック" w:hAnsi="ＭＳ Ｐゴシック" w:hint="eastAsia"/>
        </w:rPr>
        <w:t>期間の延長を希望しますので、申請いたします。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TW"/>
        </w:rPr>
      </w:pPr>
      <w:r w:rsidRPr="006D45CD">
        <w:rPr>
          <w:rFonts w:ascii="ＭＳ Ｐゴシック" w:eastAsia="ＭＳ Ｐゴシック" w:hAnsi="ＭＳ Ｐゴシック"/>
        </w:rPr>
        <w:t xml:space="preserve">                                    </w:t>
      </w:r>
      <w:r w:rsidRPr="006D45CD">
        <w:rPr>
          <w:rFonts w:ascii="ＭＳ Ｐゴシック" w:eastAsia="ＭＳ Ｐゴシック" w:hAnsi="ＭＳ Ｐゴシック" w:hint="eastAsia"/>
          <w:lang w:eastAsia="zh-TW"/>
        </w:rPr>
        <w:t>記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TW"/>
        </w:rPr>
      </w:pPr>
    </w:p>
    <w:p w:rsidR="00370411" w:rsidRPr="00A477C7" w:rsidRDefault="00144E3D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  <w:lang w:eastAsia="zh-TW"/>
        </w:rPr>
        <w:t>１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="00F131A5">
        <w:rPr>
          <w:rFonts w:ascii="ＭＳ Ｐゴシック" w:eastAsia="ＭＳ Ｐゴシック" w:hAnsi="ＭＳ Ｐゴシック" w:hint="eastAsia"/>
          <w:lang w:eastAsia="zh-TW"/>
        </w:rPr>
        <w:t>延長</w:t>
      </w:r>
      <w:r>
        <w:rPr>
          <w:rFonts w:ascii="ＭＳ Ｐゴシック" w:eastAsia="ＭＳ Ｐゴシック" w:hAnsi="ＭＳ Ｐゴシック" w:hint="eastAsia"/>
        </w:rPr>
        <w:t>寄宿舎</w:t>
      </w:r>
      <w:r w:rsidR="00EB2880">
        <w:rPr>
          <w:rFonts w:asciiTheme="minorEastAsia" w:eastAsiaTheme="minorEastAsia" w:hAnsiTheme="minorEastAsia" w:cs="Times New Roman" w:hint="eastAsia"/>
          <w:color w:val="auto"/>
        </w:rPr>
        <w:t xml:space="preserve">　 </w:t>
      </w:r>
      <w:r w:rsidR="00370411" w:rsidRPr="00A477C7">
        <w:rPr>
          <w:rFonts w:ascii="ＭＳ Ｐゴシック" w:eastAsia="ＭＳ Ｐゴシック" w:hAnsi="ＭＳ Ｐゴシック" w:cs="Times New Roman" w:hint="eastAsia"/>
          <w:color w:val="auto"/>
        </w:rPr>
        <w:t>□ユニバーシティ・ハウス青葉山</w:t>
      </w:r>
    </w:p>
    <w:p w:rsidR="0047631A" w:rsidRPr="00EB2880" w:rsidRDefault="0047631A" w:rsidP="00370411">
      <w:pPr>
        <w:wordWrap/>
        <w:adjustRightInd/>
        <w:ind w:firstLineChars="800" w:firstLine="1920"/>
        <w:rPr>
          <w:rFonts w:ascii="ＭＳ Ｐゴシック" w:eastAsia="ＭＳ Ｐゴシック" w:hAnsi="ＭＳ Ｐゴシック" w:cs="Times New Roman"/>
          <w:color w:val="auto"/>
          <w:lang w:eastAsia="zh-TW"/>
        </w:rPr>
      </w:pPr>
      <w:r w:rsidRPr="006D45CD">
        <w:rPr>
          <w:rFonts w:ascii="ＭＳ Ｐゴシック" w:eastAsia="ＭＳ Ｐゴシック" w:hAnsi="ＭＳ Ｐゴシック" w:hint="eastAsia"/>
        </w:rPr>
        <w:t>□ユニバーシティ・ハウス三条</w:t>
      </w:r>
    </w:p>
    <w:p w:rsidR="005A3596" w:rsidRDefault="0047631A" w:rsidP="0047631A">
      <w:pPr>
        <w:wordWrap/>
        <w:adjustRightInd/>
        <w:rPr>
          <w:rFonts w:ascii="ＭＳ Ｐゴシック" w:eastAsia="ＭＳ Ｐゴシック" w:hAnsi="ＭＳ Ｐゴシック"/>
        </w:rPr>
      </w:pPr>
      <w:r w:rsidRPr="006D45CD">
        <w:rPr>
          <w:rFonts w:ascii="ＭＳ Ｐゴシック" w:eastAsia="ＭＳ Ｐゴシック" w:hAnsi="ＭＳ Ｐゴシック" w:hint="eastAsia"/>
        </w:rPr>
        <w:t xml:space="preserve">　　　　　　　　　　　　□ユニバーシティ・ハウス三条Ⅱ</w:t>
      </w:r>
    </w:p>
    <w:p w:rsidR="007E2EC6" w:rsidRDefault="007E2EC6" w:rsidP="005A3596">
      <w:pPr>
        <w:wordWrap/>
        <w:adjustRightInd/>
        <w:ind w:firstLineChars="800" w:firstLine="19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□ユニバーシティ・ハウス三条Ⅲ</w:t>
      </w:r>
    </w:p>
    <w:p w:rsidR="00926E5E" w:rsidRDefault="00926E5E" w:rsidP="0047631A">
      <w:pPr>
        <w:wordWrap/>
        <w:adjustRightInd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□ユニバーシティ・ハウス片平</w:t>
      </w:r>
    </w:p>
    <w:p w:rsidR="00E4366D" w:rsidRDefault="00E4366D" w:rsidP="0047631A">
      <w:pPr>
        <w:wordWrap/>
        <w:adjustRightInd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□ユニバーシティ・ハウス長町</w:t>
      </w:r>
    </w:p>
    <w:p w:rsidR="00EB2880" w:rsidRDefault="00EB2880" w:rsidP="00EB2880">
      <w:pPr>
        <w:wordWrap/>
        <w:adjustRightInd/>
        <w:ind w:firstLineChars="800" w:firstLine="1920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>□国際交流会館三条第一会館</w:t>
      </w:r>
    </w:p>
    <w:p w:rsidR="00EB2880" w:rsidRDefault="00EB2880" w:rsidP="00EB2880">
      <w:pPr>
        <w:wordWrap/>
        <w:adjustRightInd/>
        <w:ind w:firstLineChars="800" w:firstLine="1920"/>
        <w:rPr>
          <w:rFonts w:ascii="ＭＳ Ｐゴシック" w:eastAsia="ＭＳ Ｐゴシック" w:hAnsi="ＭＳ Ｐゴシック"/>
          <w:lang w:eastAsia="zh-TW"/>
        </w:rPr>
      </w:pPr>
      <w:r w:rsidRPr="006D45CD">
        <w:rPr>
          <w:rFonts w:ascii="ＭＳ Ｐゴシック" w:eastAsia="ＭＳ Ｐゴシック" w:hAnsi="ＭＳ Ｐゴシック" w:hint="eastAsia"/>
          <w:lang w:eastAsia="zh-CN"/>
        </w:rPr>
        <w:t>□国際交流会館三条第二会館</w:t>
      </w:r>
    </w:p>
    <w:p w:rsidR="00EB2880" w:rsidRPr="006D45CD" w:rsidRDefault="00EB2880" w:rsidP="00EB2880">
      <w:pPr>
        <w:wordWrap/>
        <w:adjustRightInd/>
        <w:rPr>
          <w:rFonts w:ascii="ＭＳ Ｐゴシック" w:eastAsia="ＭＳ Ｐゴシック" w:hAnsi="ＭＳ Ｐゴシック"/>
          <w:lang w:eastAsia="zh-CN"/>
        </w:rPr>
      </w:pPr>
      <w:r>
        <w:rPr>
          <w:rFonts w:ascii="ＭＳ Ｐゴシック" w:eastAsia="ＭＳ Ｐゴシック" w:hAnsi="ＭＳ Ｐゴシック" w:hint="eastAsia"/>
          <w:lang w:eastAsia="zh-CN"/>
        </w:rPr>
        <w:t xml:space="preserve">　　　　　　　　　　　　</w:t>
      </w:r>
      <w:r>
        <w:rPr>
          <w:rFonts w:ascii="ＭＳ Ｐゴシック" w:eastAsia="ＭＳ Ｐゴシック" w:hAnsi="ＭＳ Ｐゴシック" w:hint="eastAsia"/>
          <w:lang w:eastAsia="zh-TW"/>
        </w:rPr>
        <w:t>□国際交流会館東仙台会館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CN"/>
        </w:rPr>
      </w:pPr>
    </w:p>
    <w:p w:rsidR="0047631A" w:rsidRPr="006D45CD" w:rsidRDefault="00EB2880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 xml:space="preserve">２　</w:t>
      </w:r>
      <w:r w:rsidR="0088050C">
        <w:rPr>
          <w:rFonts w:ascii="ＭＳ Ｐゴシック" w:eastAsia="ＭＳ Ｐゴシック" w:hAnsi="ＭＳ Ｐゴシック" w:hint="eastAsia"/>
        </w:rPr>
        <w:t>入居</w:t>
      </w:r>
      <w:r>
        <w:rPr>
          <w:rFonts w:ascii="ＭＳ Ｐゴシック" w:eastAsia="ＭＳ Ｐゴシック" w:hAnsi="ＭＳ Ｐゴシック" w:hint="eastAsia"/>
        </w:rPr>
        <w:t>許可</w:t>
      </w:r>
      <w:r w:rsidR="0047631A" w:rsidRPr="006D45CD">
        <w:rPr>
          <w:rFonts w:ascii="ＭＳ Ｐゴシック" w:eastAsia="ＭＳ Ｐゴシック" w:hAnsi="ＭＳ Ｐゴシック" w:hint="eastAsia"/>
        </w:rPr>
        <w:t>期間</w:t>
      </w:r>
      <w:r w:rsidR="0047631A" w:rsidRPr="006D45CD">
        <w:rPr>
          <w:rFonts w:ascii="ＭＳ Ｐゴシック" w:eastAsia="ＭＳ Ｐゴシック" w:hAnsi="ＭＳ Ｐゴシック"/>
        </w:rPr>
        <w:t xml:space="preserve">  </w:t>
      </w:r>
      <w:r w:rsidR="00300E29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年　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月　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から</w:t>
      </w:r>
      <w:r w:rsidR="00300E29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年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月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まで</w:t>
      </w:r>
    </w:p>
    <w:p w:rsidR="0047631A" w:rsidRPr="006D45CD" w:rsidRDefault="00EB2880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 xml:space="preserve">３　</w:t>
      </w:r>
      <w:r w:rsidR="0088050C">
        <w:rPr>
          <w:rFonts w:ascii="ＭＳ Ｐゴシック" w:eastAsia="ＭＳ Ｐゴシック" w:hAnsi="ＭＳ Ｐゴシック" w:hint="eastAsia"/>
        </w:rPr>
        <w:t>入居</w:t>
      </w:r>
      <w:r>
        <w:rPr>
          <w:rFonts w:ascii="ＭＳ Ｐゴシック" w:eastAsia="ＭＳ Ｐゴシック" w:hAnsi="ＭＳ Ｐゴシック" w:hint="eastAsia"/>
        </w:rPr>
        <w:t>延長</w:t>
      </w:r>
      <w:r w:rsidR="0047631A" w:rsidRPr="006D45CD">
        <w:rPr>
          <w:rFonts w:ascii="ＭＳ Ｐゴシック" w:eastAsia="ＭＳ Ｐゴシック" w:hAnsi="ＭＳ Ｐゴシック" w:hint="eastAsia"/>
        </w:rPr>
        <w:t>期間</w:t>
      </w:r>
      <w:r w:rsidR="0047631A" w:rsidRPr="006D45CD">
        <w:rPr>
          <w:rFonts w:ascii="ＭＳ Ｐゴシック" w:eastAsia="ＭＳ Ｐゴシック" w:hAnsi="ＭＳ Ｐゴシック"/>
        </w:rPr>
        <w:t xml:space="preserve">  </w:t>
      </w:r>
      <w:r w:rsidR="00300E29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年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月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から</w:t>
      </w:r>
      <w:r w:rsidR="00300E29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年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月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　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まで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 w:hint="eastAsia"/>
        </w:rPr>
        <w:t xml:space="preserve">４　</w:t>
      </w:r>
      <w:r w:rsidRPr="006D45CD">
        <w:rPr>
          <w:rFonts w:ascii="ＭＳ Ｐゴシック" w:eastAsia="ＭＳ Ｐゴシック" w:hAnsi="ＭＳ Ｐゴシック" w:cs="Times New Roman"/>
          <w:color w:val="auto"/>
        </w:rPr>
        <w:fldChar w:fldCharType="begin"/>
      </w:r>
      <w:r w:rsidRPr="006D45CD">
        <w:rPr>
          <w:rFonts w:ascii="ＭＳ Ｐゴシック" w:eastAsia="ＭＳ Ｐゴシック" w:hAnsi="ＭＳ Ｐゴシック" w:cs="Times New Roman"/>
          <w:color w:val="auto"/>
        </w:rPr>
        <w:instrText>eq \o\ad(</w:instrText>
      </w:r>
      <w:r w:rsidRPr="006D45CD">
        <w:rPr>
          <w:rFonts w:ascii="ＭＳ Ｐゴシック" w:eastAsia="ＭＳ Ｐゴシック" w:hAnsi="ＭＳ Ｐゴシック" w:hint="eastAsia"/>
        </w:rPr>
        <w:instrText>延長理由</w:instrText>
      </w:r>
      <w:r w:rsidRPr="006D45CD">
        <w:rPr>
          <w:rFonts w:ascii="ＭＳ Ｐゴシック" w:eastAsia="ＭＳ Ｐゴシック" w:hAnsi="ＭＳ Ｐゴシック" w:cs="Times New Roman"/>
          <w:color w:val="auto"/>
        </w:rPr>
        <w:instrText>,</w:instrText>
      </w:r>
      <w:r w:rsidRPr="006D45CD">
        <w:rPr>
          <w:rFonts w:ascii="ＭＳ Ｐゴシック" w:eastAsia="ＭＳ Ｐゴシック" w:hAnsi="ＭＳ Ｐゴシック" w:cs="Times New Roman" w:hint="eastAsia"/>
          <w:color w:val="auto"/>
        </w:rPr>
        <w:instrText xml:space="preserve">　　　　　　</w:instrText>
      </w:r>
      <w:r w:rsidRPr="006D45CD">
        <w:rPr>
          <w:rFonts w:ascii="ＭＳ Ｐゴシック" w:eastAsia="ＭＳ Ｐゴシック" w:hAnsi="ＭＳ Ｐゴシック" w:cs="Times New Roman"/>
          <w:color w:val="auto"/>
        </w:rPr>
        <w:instrText>)</w:instrText>
      </w:r>
      <w:r w:rsidRPr="006D45CD">
        <w:rPr>
          <w:rFonts w:ascii="ＭＳ Ｐゴシック" w:eastAsia="ＭＳ Ｐゴシック" w:hAnsi="ＭＳ Ｐゴシック" w:cs="Times New Roman"/>
          <w:color w:val="auto"/>
        </w:rPr>
        <w:fldChar w:fldCharType="separate"/>
      </w:r>
      <w:r w:rsidRPr="006D45CD">
        <w:rPr>
          <w:rFonts w:ascii="ＭＳ Ｐゴシック" w:eastAsia="ＭＳ Ｐゴシック" w:hAnsi="ＭＳ Ｐゴシック" w:hint="eastAsia"/>
        </w:rPr>
        <w:t>延長理由</w:t>
      </w:r>
      <w:r w:rsidRPr="006D45CD">
        <w:rPr>
          <w:rFonts w:ascii="ＭＳ Ｐゴシック" w:eastAsia="ＭＳ Ｐゴシック" w:hAnsi="ＭＳ Ｐゴシック" w:cs="Times New Roman"/>
          <w:color w:val="auto"/>
        </w:rPr>
        <w:fldChar w:fldCharType="end"/>
      </w:r>
    </w:p>
    <w:p w:rsidR="00E4366D" w:rsidRDefault="00E4366D" w:rsidP="00926E5E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012083" w:rsidRDefault="00012083" w:rsidP="00926E5E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370411" w:rsidRDefault="00370411" w:rsidP="00926E5E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47631A" w:rsidRPr="006D45CD" w:rsidRDefault="0047631A" w:rsidP="00926E5E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 w:cs="Times New Roman" w:hint="eastAsia"/>
          <w:color w:val="auto"/>
        </w:rPr>
        <w:lastRenderedPageBreak/>
        <w:t>【</w:t>
      </w:r>
      <w:r w:rsidR="00144E3D">
        <w:rPr>
          <w:rFonts w:ascii="ＭＳ Ｐゴシック" w:eastAsia="ＭＳ Ｐゴシック" w:hAnsi="ＭＳ Ｐゴシック" w:hint="eastAsia"/>
        </w:rPr>
        <w:t>様式２</w:t>
      </w:r>
      <w:r w:rsidRPr="006D45CD">
        <w:rPr>
          <w:rFonts w:ascii="ＭＳ Ｐゴシック" w:eastAsia="ＭＳ Ｐゴシック" w:hAnsi="ＭＳ Ｐゴシック" w:hint="eastAsia"/>
        </w:rPr>
        <w:t>－２】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47631A" w:rsidRPr="006D45CD" w:rsidRDefault="00EB2880" w:rsidP="0047631A">
      <w:pPr>
        <w:wordWrap/>
        <w:adjustRightInd/>
        <w:jc w:val="center"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>東北大学</w:t>
      </w:r>
      <w:r w:rsidR="0047631A" w:rsidRPr="006D45CD">
        <w:rPr>
          <w:rFonts w:ascii="ＭＳ Ｐゴシック" w:eastAsia="ＭＳ Ｐゴシック" w:hAnsi="ＭＳ Ｐゴシック" w:cs="Times New Roman" w:hint="eastAsia"/>
          <w:color w:val="auto"/>
        </w:rPr>
        <w:t>ユニバーシティ・ハウス</w:t>
      </w:r>
      <w:r>
        <w:rPr>
          <w:rFonts w:ascii="ＭＳ Ｐゴシック" w:eastAsia="ＭＳ Ｐゴシック" w:hAnsi="ＭＳ Ｐゴシック" w:cs="Times New Roman" w:hint="eastAsia"/>
          <w:color w:val="auto"/>
        </w:rPr>
        <w:t>及び国際交流会館</w:t>
      </w:r>
    </w:p>
    <w:p w:rsidR="0047631A" w:rsidRPr="006D45CD" w:rsidRDefault="0088050C" w:rsidP="0047631A">
      <w:pPr>
        <w:wordWrap/>
        <w:adjustRightInd/>
        <w:jc w:val="center"/>
        <w:rPr>
          <w:rFonts w:ascii="ＭＳ Ｐゴシック" w:eastAsia="ＭＳ Ｐゴシック" w:hAnsi="ＭＳ Ｐゴシック" w:cs="Times New Roman"/>
          <w:color w:val="auto"/>
          <w:lang w:eastAsia="zh-TW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>入居</w:t>
      </w:r>
      <w:r w:rsidR="0047631A" w:rsidRPr="006D45CD">
        <w:rPr>
          <w:rFonts w:ascii="ＭＳ Ｐゴシック" w:eastAsia="ＭＳ Ｐゴシック" w:hAnsi="ＭＳ Ｐゴシック" w:cs="Times New Roman" w:hint="eastAsia"/>
          <w:color w:val="auto"/>
          <w:lang w:eastAsia="zh-TW"/>
        </w:rPr>
        <w:t>期間延長申請者調書</w:t>
      </w:r>
    </w:p>
    <w:p w:rsidR="0047631A" w:rsidRPr="00D67A5F" w:rsidRDefault="00D67A5F" w:rsidP="0047631A">
      <w:pPr>
        <w:wordWrap/>
        <w:adjustRightInd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/>
          <w:lang w:eastAsia="zh-TW"/>
        </w:rPr>
        <w:t xml:space="preserve">                 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TW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3"/>
        <w:gridCol w:w="62"/>
        <w:gridCol w:w="2297"/>
        <w:gridCol w:w="5442"/>
        <w:gridCol w:w="59"/>
        <w:gridCol w:w="1030"/>
      </w:tblGrid>
      <w:tr w:rsidR="0047631A" w:rsidRPr="006D45CD" w:rsidTr="00D67A5F">
        <w:trPr>
          <w:trHeight w:val="866"/>
        </w:trPr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/>
                <w:lang w:eastAsia="zh-TW"/>
              </w:rPr>
              <w:t xml:space="preserve">  </w: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begin"/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eq \o\ad(</w:instrTex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instrText>フリガナ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,</w:instrText>
            </w:r>
            <w:r w:rsidRPr="006D45CD">
              <w:rPr>
                <w:rFonts w:ascii="ＭＳ Ｐゴシック" w:eastAsia="ＭＳ Ｐゴシック" w:hAnsi="ＭＳ Ｐゴシック" w:cs="Times New Roman" w:hint="eastAsia"/>
                <w:color w:val="auto"/>
              </w:rPr>
              <w:instrText xml:space="preserve">　　　　　　　　　　　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)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separate"/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フリガナ</w: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end"/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hint="eastAsia"/>
              </w:rPr>
              <w:t>･･････････････････････・・・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begin"/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eq \o\ad(</w:instrTex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instrText>氏名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,</w:instrText>
            </w:r>
            <w:r w:rsidRPr="006D45CD">
              <w:rPr>
                <w:rFonts w:ascii="ＭＳ Ｐゴシック" w:eastAsia="ＭＳ Ｐゴシック" w:hAnsi="ＭＳ Ｐゴシック" w:cs="Times New Roman" w:hint="eastAsia"/>
                <w:color w:val="auto"/>
              </w:rPr>
              <w:instrText xml:space="preserve">　　　　　　　　　　　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)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separate"/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氏名</w: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end"/>
            </w:r>
          </w:p>
        </w:tc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hint="eastAsia"/>
              </w:rPr>
              <w:t>････････････････････････････････････････････････････・・・・・・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657"/>
        </w:trPr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47631A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begin"/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eq \o\ad(</w:instrTex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instrText>国籍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,</w:instrText>
            </w:r>
            <w:r w:rsidRPr="006D45CD">
              <w:rPr>
                <w:rFonts w:ascii="ＭＳ Ｐゴシック" w:eastAsia="ＭＳ Ｐゴシック" w:hAnsi="ＭＳ Ｐゴシック" w:cs="Times New Roman" w:hint="eastAsia"/>
                <w:color w:val="auto"/>
              </w:rPr>
              <w:instrText xml:space="preserve">　　　　　　　　　　　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instrText>)</w:instrTex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separate"/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国籍</w:t>
            </w:r>
            <w:r w:rsidRPr="006D45CD">
              <w:rPr>
                <w:rFonts w:ascii="ＭＳ Ｐゴシック" w:eastAsia="ＭＳ Ｐゴシック" w:hAnsi="ＭＳ Ｐゴシック" w:cs="Times New Roman"/>
                <w:color w:val="auto"/>
              </w:rPr>
              <w:fldChar w:fldCharType="end"/>
            </w:r>
          </w:p>
        </w:tc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657"/>
        </w:trPr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47631A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cs="Times New Roman" w:hint="eastAsia"/>
                <w:color w:val="auto"/>
              </w:rPr>
              <w:t>所属部局・身分・学籍番号</w:t>
            </w:r>
          </w:p>
        </w:tc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501"/>
        </w:trPr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47631A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cs="ＭＳ Ｐ明朝" w:hint="eastAsia"/>
              </w:rPr>
              <w:t>在　学　期　間</w:t>
            </w:r>
          </w:p>
        </w:tc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300E29" w:rsidP="00300E29">
            <w:pPr>
              <w:kinsoku w:val="0"/>
              <w:wordWrap/>
              <w:overflowPunct w:val="0"/>
              <w:ind w:firstLineChars="350" w:firstLine="84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　　　年　　　月　　　日　～　　　　　</w:t>
            </w:r>
            <w:r w:rsidR="009E5286"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　　　年　　　月　　　日</w:t>
            </w:r>
          </w:p>
        </w:tc>
      </w:tr>
      <w:tr w:rsidR="0047631A" w:rsidRPr="006D45CD" w:rsidTr="00D67A5F">
        <w:trPr>
          <w:trHeight w:val="463"/>
        </w:trPr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88050C" w:rsidP="0088050C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現在の入居期間</w:t>
            </w:r>
          </w:p>
        </w:tc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300E29" w:rsidP="00300E29">
            <w:pPr>
              <w:kinsoku w:val="0"/>
              <w:wordWrap/>
              <w:overflowPunct w:val="0"/>
              <w:ind w:firstLineChars="350" w:firstLine="84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　　　年　　　月　　　日　～　　　　　</w:t>
            </w:r>
            <w:r w:rsidR="009E5286"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　　　年　　　月　　　日</w:t>
            </w:r>
          </w:p>
        </w:tc>
      </w:tr>
      <w:tr w:rsidR="0047631A" w:rsidRPr="006D45CD" w:rsidTr="00D67A5F">
        <w:trPr>
          <w:trHeight w:val="566"/>
        </w:trPr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88050C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入居延長希望期間</w:t>
            </w:r>
          </w:p>
        </w:tc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300E29" w:rsidP="00300E29">
            <w:pPr>
              <w:kinsoku w:val="0"/>
              <w:wordWrap/>
              <w:overflowPunct w:val="0"/>
              <w:ind w:firstLineChars="350" w:firstLine="84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　　　年　　　月　　　日　～　　　　　</w:t>
            </w:r>
            <w:r w:rsidR="009E5286"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　　　年　　　月　　　日</w:t>
            </w:r>
          </w:p>
        </w:tc>
      </w:tr>
      <w:tr w:rsidR="0047631A" w:rsidRPr="006D45CD" w:rsidTr="00D67A5F">
        <w:trPr>
          <w:trHeight w:val="657"/>
        </w:trPr>
        <w:tc>
          <w:tcPr>
            <w:tcW w:w="943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144E3D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ＭＳ Ｐ明朝"/>
              </w:rPr>
            </w:pPr>
            <w:r>
              <w:rPr>
                <w:rFonts w:ascii="ＭＳ Ｐゴシック" w:eastAsia="ＭＳ Ｐゴシック" w:hAnsi="ＭＳ Ｐゴシック" w:cs="ＭＳ Ｐ明朝" w:hint="eastAsia"/>
              </w:rPr>
              <w:t>入居</w:t>
            </w:r>
            <w:r w:rsidR="0047631A" w:rsidRPr="006D45CD">
              <w:rPr>
                <w:rFonts w:ascii="ＭＳ Ｐゴシック" w:eastAsia="ＭＳ Ｐゴシック" w:hAnsi="ＭＳ Ｐゴシック" w:cs="ＭＳ Ｐ明朝" w:hint="eastAsia"/>
              </w:rPr>
              <w:t>期間延長に関する指導教員の所見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60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739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943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21"/>
        </w:trPr>
        <w:tc>
          <w:tcPr>
            <w:tcW w:w="60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739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943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60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739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21"/>
        </w:trPr>
        <w:tc>
          <w:tcPr>
            <w:tcW w:w="943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60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739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943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21"/>
        </w:trPr>
        <w:tc>
          <w:tcPr>
            <w:tcW w:w="60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739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943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60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739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21"/>
        </w:trPr>
        <w:tc>
          <w:tcPr>
            <w:tcW w:w="943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336"/>
        </w:trPr>
        <w:tc>
          <w:tcPr>
            <w:tcW w:w="5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860" w:type="dxa"/>
            <w:gridSpan w:val="4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D67A5F">
        <w:trPr>
          <w:trHeight w:val="2001"/>
        </w:trPr>
        <w:tc>
          <w:tcPr>
            <w:tcW w:w="943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="0088050C">
              <w:rPr>
                <w:rFonts w:ascii="ＭＳ Ｐゴシック" w:eastAsia="ＭＳ Ｐゴシック" w:hAnsi="ＭＳ Ｐゴシック" w:cs="ＭＳ Ｐ明朝" w:hint="eastAsia"/>
              </w:rPr>
              <w:t>以上の理由により、入居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期間の延長許可方よろしくお取り計らい願います。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  <w:lang w:eastAsia="zh-TW"/>
              </w:rPr>
            </w:pPr>
            <w:r w:rsidRPr="006D45CD">
              <w:rPr>
                <w:rFonts w:ascii="ＭＳ Ｐゴシック" w:eastAsia="ＭＳ Ｐゴシック" w:hAnsi="ＭＳ Ｐゴシック"/>
              </w:rPr>
              <w:t xml:space="preserve">                </w:t>
            </w:r>
            <w:r w:rsidR="0088050C">
              <w:rPr>
                <w:rFonts w:ascii="ＭＳ Ｐゴシック" w:eastAsia="ＭＳ Ｐゴシック" w:hAnsi="ＭＳ Ｐゴシック" w:cs="ＭＳ Ｐ明朝" w:hint="eastAsia"/>
              </w:rPr>
              <w:t>所属・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>職名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     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  </w:t>
            </w:r>
            <w:r w:rsidR="0088050C">
              <w:rPr>
                <w:rFonts w:ascii="ＭＳ Ｐゴシック" w:eastAsia="ＭＳ Ｐゴシック" w:hAnsi="ＭＳ Ｐゴシック" w:cs="ＭＳ Ｐ明朝" w:hint="eastAsia"/>
              </w:rPr>
              <w:t xml:space="preserve">　　　</w:t>
            </w:r>
            <w:r w:rsidRPr="006D45CD">
              <w:rPr>
                <w:rFonts w:ascii="ＭＳ Ｐゴシック" w:eastAsia="ＭＳ Ｐゴシック" w:hAnsi="ＭＳ Ｐゴシック"/>
                <w:u w:val="thick" w:color="000000"/>
                <w:lang w:eastAsia="zh-TW"/>
              </w:rPr>
              <w:t xml:space="preserve">                            </w:t>
            </w:r>
            <w:r w:rsidRPr="006D45CD">
              <w:rPr>
                <w:rFonts w:ascii="ＭＳ Ｐゴシック" w:eastAsia="ＭＳ Ｐゴシック" w:hAnsi="ＭＳ Ｐゴシック"/>
                <w:lang w:eastAsia="zh-TW"/>
              </w:rPr>
              <w:t xml:space="preserve">  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/>
                <w:lang w:eastAsia="zh-TW"/>
              </w:rPr>
              <w:t xml:space="preserve">                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>指導教員</w:t>
            </w:r>
            <w:r w:rsidR="0088050C">
              <w:rPr>
                <w:rFonts w:ascii="ＭＳ Ｐゴシック" w:eastAsia="ＭＳ Ｐゴシック" w:hAnsi="ＭＳ Ｐゴシック" w:cs="ＭＳ Ｐ明朝" w:hint="eastAsia"/>
              </w:rPr>
              <w:t>氏名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  <w:lang w:eastAsia="zh-TW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      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  <w:u w:val="thick" w:color="000000"/>
                <w:lang w:eastAsia="zh-TW"/>
              </w:rPr>
              <w:t xml:space="preserve">　</w:t>
            </w:r>
            <w:bookmarkStart w:id="0" w:name="_GoBack"/>
            <w:bookmarkEnd w:id="0"/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  <w:u w:val="thick" w:color="000000"/>
                <w:lang w:eastAsia="zh-TW"/>
              </w:rPr>
              <w:t xml:space="preserve">　　　　　　　　　　　　</w:t>
            </w:r>
            <w:r w:rsidR="00012083">
              <w:rPr>
                <w:rFonts w:ascii="ＭＳ Ｐゴシック" w:eastAsia="ＭＳ Ｐゴシック" w:hAnsi="ＭＳ Ｐゴシック" w:cs="ＭＳ Ｐ明朝" w:hint="eastAsia"/>
                <w:u w:val="thick" w:color="000000"/>
              </w:rPr>
              <w:t xml:space="preserve">  </w:t>
            </w:r>
          </w:p>
          <w:p w:rsidR="0047631A" w:rsidRPr="006D45CD" w:rsidRDefault="0047631A" w:rsidP="00D67A5F">
            <w:pPr>
              <w:kinsoku w:val="0"/>
              <w:wordWrap/>
              <w:overflowPunct w:val="0"/>
              <w:spacing w:line="240" w:lineRule="atLeast"/>
              <w:rPr>
                <w:rFonts w:ascii="ＭＳ Ｐゴシック" w:eastAsia="ＭＳ Ｐゴシック" w:hAnsi="ＭＳ Ｐゴシック" w:cs="Times New Roman"/>
                <w:color w:val="auto"/>
                <w:lang w:eastAsia="zh-TW"/>
              </w:rPr>
            </w:pPr>
          </w:p>
        </w:tc>
      </w:tr>
    </w:tbl>
    <w:p w:rsidR="00CA40BB" w:rsidRPr="0047631A" w:rsidRDefault="00CA40BB" w:rsidP="00D67A5F">
      <w:pPr>
        <w:wordWrap/>
        <w:adjustRightInd/>
        <w:spacing w:line="240" w:lineRule="atLeast"/>
        <w:rPr>
          <w:rFonts w:ascii="ＭＳ Ｐゴシック" w:eastAsia="ＭＳ Ｐゴシック" w:hAnsi="ＭＳ Ｐゴシック" w:cs="HGP創英角ｺﾞｼｯｸUB"/>
          <w:sz w:val="21"/>
          <w:szCs w:val="21"/>
          <w:lang w:eastAsia="zh-TW"/>
        </w:rPr>
      </w:pPr>
    </w:p>
    <w:sectPr w:rsidR="00CA40BB" w:rsidRPr="0047631A" w:rsidSect="0047631A">
      <w:footerReference w:type="default" r:id="rId8"/>
      <w:pgSz w:w="11906" w:h="16838"/>
      <w:pgMar w:top="1416" w:right="860" w:bottom="1132" w:left="1416" w:header="720" w:footer="720" w:gutter="0"/>
      <w:pgNumType w:start="1"/>
      <w:cols w:space="720"/>
      <w:noEndnote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71D" w:rsidRDefault="0047371D" w:rsidP="003D28A8">
      <w:r>
        <w:separator/>
      </w:r>
    </w:p>
  </w:endnote>
  <w:endnote w:type="continuationSeparator" w:id="0">
    <w:p w:rsidR="0047371D" w:rsidRDefault="0047371D" w:rsidP="003D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A8" w:rsidRPr="003D28A8" w:rsidRDefault="0088050C">
    <w:pPr>
      <w:pStyle w:val="a5"/>
      <w:rPr>
        <w:rFonts w:ascii="ＭＳ Ｐゴシック" w:eastAsia="ＭＳ Ｐゴシック"/>
        <w:sz w:val="20"/>
        <w:szCs w:val="20"/>
      </w:rPr>
    </w:pPr>
    <w:r>
      <w:rPr>
        <w:rFonts w:ascii="ＭＳ Ｐゴシック" w:eastAsia="ＭＳ Ｐゴシック" w:hint="eastAsia"/>
        <w:sz w:val="20"/>
        <w:szCs w:val="20"/>
      </w:rPr>
      <w:t>※ご記入いただいた情報は、入居</w:t>
    </w:r>
    <w:r w:rsidR="003D28A8" w:rsidRPr="003D28A8">
      <w:rPr>
        <w:rFonts w:ascii="ＭＳ Ｐゴシック" w:eastAsia="ＭＳ Ｐゴシック" w:hint="eastAsia"/>
        <w:sz w:val="20"/>
        <w:szCs w:val="20"/>
      </w:rPr>
      <w:t>手続きのために利用され、</w:t>
    </w:r>
    <w:r w:rsidR="003D28A8">
      <w:rPr>
        <w:rFonts w:ascii="ＭＳ Ｐゴシック" w:eastAsia="ＭＳ Ｐゴシック" w:hint="eastAsia"/>
        <w:sz w:val="20"/>
        <w:szCs w:val="20"/>
      </w:rPr>
      <w:t>その他の目的には利用されません。</w:t>
    </w:r>
  </w:p>
  <w:p w:rsidR="003D28A8" w:rsidRDefault="003D28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71D" w:rsidRDefault="0047371D" w:rsidP="003D28A8">
      <w:r>
        <w:separator/>
      </w:r>
    </w:p>
  </w:footnote>
  <w:footnote w:type="continuationSeparator" w:id="0">
    <w:p w:rsidR="0047371D" w:rsidRDefault="0047371D" w:rsidP="003D2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767"/>
    <w:multiLevelType w:val="hybridMultilevel"/>
    <w:tmpl w:val="A22CECE8"/>
    <w:lvl w:ilvl="0" w:tplc="D96C8D8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1A"/>
    <w:rsid w:val="00012083"/>
    <w:rsid w:val="0003034A"/>
    <w:rsid w:val="00144E3D"/>
    <w:rsid w:val="00156D58"/>
    <w:rsid w:val="00201A87"/>
    <w:rsid w:val="002956C7"/>
    <w:rsid w:val="002B38EF"/>
    <w:rsid w:val="002B5505"/>
    <w:rsid w:val="00300E29"/>
    <w:rsid w:val="00322EB6"/>
    <w:rsid w:val="00370411"/>
    <w:rsid w:val="003747BF"/>
    <w:rsid w:val="003D28A8"/>
    <w:rsid w:val="0047371D"/>
    <w:rsid w:val="0047631A"/>
    <w:rsid w:val="004D42A7"/>
    <w:rsid w:val="005830D0"/>
    <w:rsid w:val="005A3596"/>
    <w:rsid w:val="006307D2"/>
    <w:rsid w:val="007C2C5A"/>
    <w:rsid w:val="007E2EC6"/>
    <w:rsid w:val="0088050C"/>
    <w:rsid w:val="008C79C4"/>
    <w:rsid w:val="00912D59"/>
    <w:rsid w:val="00926E5E"/>
    <w:rsid w:val="009E5286"/>
    <w:rsid w:val="00A477C7"/>
    <w:rsid w:val="00BA6FC6"/>
    <w:rsid w:val="00CA40BB"/>
    <w:rsid w:val="00D0671A"/>
    <w:rsid w:val="00D67A5F"/>
    <w:rsid w:val="00DA412B"/>
    <w:rsid w:val="00E4366D"/>
    <w:rsid w:val="00EB2880"/>
    <w:rsid w:val="00EF0850"/>
    <w:rsid w:val="00F1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7B0AA7"/>
  <w15:docId w15:val="{F4E6DE32-109F-4FE1-84B8-AACC89DA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31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8A8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D2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8A8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D2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D28A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37107-6607-493E-BE70-EBDB94F0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98FDCD80.dotm</Template>
  <TotalTime>97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Tokie Oyama</dc:creator>
  <cp:lastModifiedBy>東北大学</cp:lastModifiedBy>
  <cp:revision>31</cp:revision>
  <cp:lastPrinted>2017-12-18T04:24:00Z</cp:lastPrinted>
  <dcterms:created xsi:type="dcterms:W3CDTF">2013-12-01T06:25:00Z</dcterms:created>
  <dcterms:modified xsi:type="dcterms:W3CDTF">2019-06-17T03:47:00Z</dcterms:modified>
</cp:coreProperties>
</file>